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ED4BA" w14:textId="77777777" w:rsidR="00CA43E0" w:rsidRPr="0097347E" w:rsidRDefault="00CA43E0" w:rsidP="00CA43E0">
      <w:pPr>
        <w:jc w:val="right"/>
        <w:rPr>
          <w:rFonts w:ascii="Times New Roman" w:hAnsi="Times New Roman" w:cs="Times New Roman"/>
          <w:sz w:val="24"/>
          <w:szCs w:val="24"/>
          <w:lang w:val="sr-Cyrl-RS"/>
        </w:rPr>
      </w:pPr>
    </w:p>
    <w:p w14:paraId="7D03B83C" w14:textId="77777777" w:rsidR="00CA43E0" w:rsidRPr="0097347E" w:rsidRDefault="009A1930" w:rsidP="00A5774F">
      <w:pPr>
        <w:spacing w:after="0" w:line="240" w:lineRule="auto"/>
        <w:jc w:val="center"/>
        <w:rPr>
          <w:rFonts w:ascii="Times New Roman" w:eastAsia="Verdana" w:hAnsi="Times New Roman" w:cs="Times New Roman"/>
          <w:b/>
          <w:sz w:val="24"/>
          <w:szCs w:val="24"/>
          <w:lang w:val="sr-Cyrl-RS"/>
        </w:rPr>
      </w:pPr>
      <w:r w:rsidRPr="0097347E">
        <w:rPr>
          <w:rFonts w:ascii="Times New Roman" w:eastAsia="Verdana" w:hAnsi="Times New Roman" w:cs="Times New Roman"/>
          <w:sz w:val="24"/>
          <w:szCs w:val="24"/>
          <w:lang w:val="sr-Cyrl-RS"/>
        </w:rPr>
        <w:t>ПРЕДЛОГ ЗАКОНА</w:t>
      </w:r>
    </w:p>
    <w:p w14:paraId="12BFDFBE" w14:textId="77777777" w:rsidR="00CA43E0" w:rsidRPr="0097347E" w:rsidRDefault="009A1930" w:rsidP="00A5774F">
      <w:pPr>
        <w:spacing w:after="0" w:line="240" w:lineRule="auto"/>
        <w:jc w:val="center"/>
        <w:rPr>
          <w:rFonts w:ascii="Times New Roman" w:eastAsia="Verdana" w:hAnsi="Times New Roman" w:cs="Times New Roman"/>
          <w:sz w:val="24"/>
          <w:szCs w:val="24"/>
          <w:lang w:val="sr-Cyrl-RS"/>
        </w:rPr>
      </w:pPr>
      <w:r w:rsidRPr="0097347E">
        <w:rPr>
          <w:rFonts w:ascii="Times New Roman" w:eastAsia="Verdana" w:hAnsi="Times New Roman" w:cs="Times New Roman"/>
          <w:sz w:val="24"/>
          <w:szCs w:val="24"/>
          <w:lang w:val="sr-Cyrl-RS"/>
        </w:rPr>
        <w:t xml:space="preserve">О ИЗМЕНИ </w:t>
      </w:r>
      <w:r w:rsidR="00CA43E0" w:rsidRPr="0097347E">
        <w:rPr>
          <w:rFonts w:ascii="Times New Roman" w:eastAsia="Verdana" w:hAnsi="Times New Roman" w:cs="Times New Roman"/>
          <w:sz w:val="24"/>
          <w:szCs w:val="24"/>
          <w:lang w:val="sr-Cyrl-RS"/>
        </w:rPr>
        <w:t>И ДОПУНАМА ЗАКОНА</w:t>
      </w:r>
      <w:r w:rsidR="00A5774F" w:rsidRPr="0097347E">
        <w:rPr>
          <w:rFonts w:ascii="Times New Roman" w:eastAsia="Verdana" w:hAnsi="Times New Roman" w:cs="Times New Roman"/>
          <w:sz w:val="24"/>
          <w:szCs w:val="24"/>
          <w:lang w:val="sr-Cyrl-RS"/>
        </w:rPr>
        <w:t xml:space="preserve"> </w:t>
      </w:r>
      <w:r w:rsidR="00CA43E0" w:rsidRPr="0097347E">
        <w:rPr>
          <w:rFonts w:ascii="Times New Roman" w:eastAsia="Verdana" w:hAnsi="Times New Roman" w:cs="Times New Roman"/>
          <w:sz w:val="24"/>
          <w:szCs w:val="24"/>
          <w:lang w:val="sr-Cyrl-RS"/>
        </w:rPr>
        <w:t>О ПОСЕБНИМ УСЛОВИМА ЗА РЕАЛИЗАЦИЈУ ПРОЈЕКТА ИЗГРАДЊЕ СТАНОВА ЗА ПРИПАДНИКЕ СНАГА БЕЗБЕДНОСТИ</w:t>
      </w:r>
    </w:p>
    <w:p w14:paraId="65F73EEF" w14:textId="77777777" w:rsidR="00CA43E0" w:rsidRPr="0097347E" w:rsidRDefault="00CA43E0" w:rsidP="00A5774F">
      <w:pPr>
        <w:spacing w:after="0" w:line="240" w:lineRule="auto"/>
        <w:jc w:val="center"/>
        <w:rPr>
          <w:rFonts w:ascii="Times New Roman" w:eastAsia="Verdana" w:hAnsi="Times New Roman" w:cs="Times New Roman"/>
          <w:sz w:val="24"/>
          <w:szCs w:val="24"/>
          <w:lang w:val="sr-Cyrl-RS"/>
        </w:rPr>
      </w:pPr>
    </w:p>
    <w:p w14:paraId="59363888" w14:textId="77777777" w:rsidR="00CA43E0" w:rsidRPr="0097347E" w:rsidRDefault="00CA43E0" w:rsidP="009B337F">
      <w:pPr>
        <w:spacing w:after="0" w:line="240" w:lineRule="auto"/>
        <w:jc w:val="center"/>
        <w:rPr>
          <w:rFonts w:ascii="Times New Roman" w:eastAsia="Verdana" w:hAnsi="Times New Roman" w:cs="Times New Roman"/>
          <w:sz w:val="24"/>
          <w:szCs w:val="24"/>
          <w:lang w:val="sr-Cyrl-RS"/>
        </w:rPr>
      </w:pPr>
    </w:p>
    <w:p w14:paraId="10238DDB" w14:textId="77777777" w:rsidR="00CA43E0" w:rsidRPr="0097347E" w:rsidRDefault="00C82077" w:rsidP="009B337F">
      <w:pPr>
        <w:spacing w:after="0" w:line="240" w:lineRule="auto"/>
        <w:jc w:val="center"/>
        <w:rPr>
          <w:rFonts w:ascii="Times New Roman" w:eastAsia="Verdana" w:hAnsi="Times New Roman" w:cs="Times New Roman"/>
          <w:sz w:val="24"/>
          <w:szCs w:val="24"/>
          <w:lang w:val="sr-Cyrl-RS"/>
        </w:rPr>
      </w:pPr>
      <w:r w:rsidRPr="0097347E">
        <w:rPr>
          <w:rFonts w:ascii="Times New Roman" w:eastAsia="Verdana" w:hAnsi="Times New Roman" w:cs="Times New Roman"/>
          <w:sz w:val="24"/>
          <w:szCs w:val="24"/>
          <w:lang w:val="sr-Cyrl-RS"/>
        </w:rPr>
        <w:t>Члан 1.</w:t>
      </w:r>
    </w:p>
    <w:p w14:paraId="3F05B2DF" w14:textId="77777777" w:rsidR="00CA43E0" w:rsidRPr="0097347E" w:rsidRDefault="00CA43E0" w:rsidP="009B337F">
      <w:pPr>
        <w:spacing w:after="0" w:line="240" w:lineRule="auto"/>
        <w:ind w:firstLine="720"/>
        <w:jc w:val="both"/>
        <w:rPr>
          <w:rFonts w:ascii="Times New Roman" w:eastAsia="Verdana" w:hAnsi="Times New Roman" w:cs="Times New Roman"/>
          <w:sz w:val="24"/>
          <w:szCs w:val="24"/>
          <w:lang w:val="sr-Cyrl-RS"/>
        </w:rPr>
      </w:pPr>
      <w:r w:rsidRPr="0097347E">
        <w:rPr>
          <w:rFonts w:ascii="Times New Roman" w:eastAsia="Verdana" w:hAnsi="Times New Roman" w:cs="Times New Roman"/>
          <w:sz w:val="24"/>
          <w:szCs w:val="24"/>
          <w:lang w:val="sr-Cyrl-RS"/>
        </w:rPr>
        <w:t>У Закону о посебним условима за реализацију пројекта изградње станова за припаднике снага безбедности („Службени гласник РС</w:t>
      </w:r>
      <w:r w:rsidR="001A20A8" w:rsidRPr="0097347E">
        <w:rPr>
          <w:rFonts w:ascii="Times New Roman" w:eastAsia="Verdana" w:hAnsi="Times New Roman" w:cs="Times New Roman"/>
          <w:sz w:val="24"/>
          <w:szCs w:val="24"/>
          <w:lang w:val="sr-Cyrl-RS"/>
        </w:rPr>
        <w:t>”</w:t>
      </w:r>
      <w:r w:rsidRPr="0097347E">
        <w:rPr>
          <w:rFonts w:ascii="Times New Roman" w:eastAsia="Verdana" w:hAnsi="Times New Roman" w:cs="Times New Roman"/>
          <w:sz w:val="24"/>
          <w:szCs w:val="24"/>
          <w:lang w:val="sr-Cyrl-RS"/>
        </w:rPr>
        <w:t>, бр. 41/18, 54</w:t>
      </w:r>
      <w:r w:rsidR="001A20A8" w:rsidRPr="0097347E">
        <w:rPr>
          <w:rFonts w:ascii="Times New Roman" w:eastAsia="Verdana" w:hAnsi="Times New Roman" w:cs="Times New Roman"/>
          <w:sz w:val="24"/>
          <w:szCs w:val="24"/>
          <w:lang w:val="sr-Cyrl-RS"/>
        </w:rPr>
        <w:t>/19, 9/20, 52/</w:t>
      </w:r>
      <w:r w:rsidRPr="0097347E">
        <w:rPr>
          <w:rFonts w:ascii="Times New Roman" w:eastAsia="Verdana" w:hAnsi="Times New Roman" w:cs="Times New Roman"/>
          <w:sz w:val="24"/>
          <w:szCs w:val="24"/>
          <w:lang w:val="sr-Cyrl-RS"/>
        </w:rPr>
        <w:t>21 и</w:t>
      </w:r>
      <w:r w:rsidR="001A20A8" w:rsidRPr="0097347E">
        <w:rPr>
          <w:rFonts w:ascii="Times New Roman" w:eastAsia="Verdana" w:hAnsi="Times New Roman" w:cs="Times New Roman"/>
          <w:sz w:val="24"/>
          <w:szCs w:val="24"/>
          <w:lang w:val="sr-Cyrl-RS"/>
        </w:rPr>
        <w:t xml:space="preserve"> 62/</w:t>
      </w:r>
      <w:r w:rsidRPr="0097347E">
        <w:rPr>
          <w:rFonts w:ascii="Times New Roman" w:eastAsia="Verdana" w:hAnsi="Times New Roman" w:cs="Times New Roman"/>
          <w:sz w:val="24"/>
          <w:szCs w:val="24"/>
          <w:lang w:val="sr-Cyrl-RS"/>
        </w:rPr>
        <w:t>23)</w:t>
      </w:r>
      <w:r w:rsidR="001A20A8" w:rsidRPr="0097347E">
        <w:rPr>
          <w:rFonts w:ascii="Times New Roman" w:eastAsia="Verdana" w:hAnsi="Times New Roman" w:cs="Times New Roman"/>
          <w:sz w:val="24"/>
          <w:szCs w:val="24"/>
          <w:lang w:val="sr-Cyrl-RS"/>
        </w:rPr>
        <w:t>,</w:t>
      </w:r>
      <w:r w:rsidRPr="0097347E">
        <w:rPr>
          <w:rFonts w:ascii="Times New Roman" w:eastAsia="Verdana" w:hAnsi="Times New Roman" w:cs="Times New Roman"/>
          <w:sz w:val="24"/>
          <w:szCs w:val="24"/>
          <w:lang w:val="sr-Cyrl-RS"/>
        </w:rPr>
        <w:t xml:space="preserve"> члан 8. мења се и гласи:</w:t>
      </w:r>
    </w:p>
    <w:p w14:paraId="58ABE436" w14:textId="77777777" w:rsidR="009B337F" w:rsidRPr="0097347E" w:rsidRDefault="009B337F" w:rsidP="009B337F">
      <w:pPr>
        <w:spacing w:after="0" w:line="240" w:lineRule="auto"/>
        <w:ind w:firstLine="720"/>
        <w:jc w:val="both"/>
        <w:rPr>
          <w:rFonts w:ascii="Times New Roman" w:eastAsia="Verdana" w:hAnsi="Times New Roman" w:cs="Times New Roman"/>
          <w:sz w:val="24"/>
          <w:szCs w:val="24"/>
          <w:lang w:val="sr-Cyrl-RS"/>
        </w:rPr>
      </w:pPr>
    </w:p>
    <w:p w14:paraId="555EC53B" w14:textId="77777777" w:rsidR="00CA43E0" w:rsidRPr="0097347E" w:rsidRDefault="00CA43E0" w:rsidP="009B337F">
      <w:pPr>
        <w:spacing w:after="0" w:line="240" w:lineRule="auto"/>
        <w:jc w:val="center"/>
        <w:rPr>
          <w:rFonts w:ascii="Times New Roman" w:eastAsia="Verdana" w:hAnsi="Times New Roman" w:cs="Times New Roman"/>
          <w:sz w:val="24"/>
          <w:szCs w:val="24"/>
          <w:lang w:val="sr-Cyrl-RS"/>
        </w:rPr>
      </w:pPr>
      <w:r w:rsidRPr="0097347E">
        <w:rPr>
          <w:rFonts w:ascii="Times New Roman" w:eastAsia="Verdana" w:hAnsi="Times New Roman" w:cs="Times New Roman"/>
          <w:sz w:val="24"/>
          <w:szCs w:val="24"/>
          <w:lang w:val="sr-Cyrl-RS"/>
        </w:rPr>
        <w:t>„Члан 8</w:t>
      </w:r>
      <w:r w:rsidR="009B337F" w:rsidRPr="0097347E">
        <w:rPr>
          <w:rFonts w:ascii="Times New Roman" w:eastAsia="Verdana" w:hAnsi="Times New Roman" w:cs="Times New Roman"/>
          <w:sz w:val="24"/>
          <w:szCs w:val="24"/>
          <w:lang w:val="sr-Cyrl-RS"/>
        </w:rPr>
        <w:t>.</w:t>
      </w:r>
    </w:p>
    <w:p w14:paraId="2FC14B91" w14:textId="77777777" w:rsidR="0036291E" w:rsidRPr="0097347E" w:rsidRDefault="005C4BC7" w:rsidP="009B337F">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Припадник снага безбедности који је запослено лице и које оствари право на куповину стана у складу са овим законом, у обавези је да остане у радном односу у органу у којем је остварио право на куповину стана под повољнијим условима у наредних десет година од дана закључења уговора о куповини стана, осим лица коме престане радни однос остваривањем права на пензију у том временском периоду и не може отуђити стан купљен у складу са одредбама овог </w:t>
      </w:r>
      <w:r w:rsidR="001A20A8" w:rsidRPr="0097347E">
        <w:rPr>
          <w:rFonts w:ascii="Times New Roman" w:hAnsi="Times New Roman" w:cs="Times New Roman"/>
          <w:sz w:val="24"/>
          <w:szCs w:val="24"/>
          <w:lang w:val="sr-Cyrl-RS"/>
        </w:rPr>
        <w:t xml:space="preserve">закона, издавати стан у закуп, </w:t>
      </w:r>
      <w:r w:rsidRPr="0097347E">
        <w:rPr>
          <w:rFonts w:ascii="Times New Roman" w:hAnsi="Times New Roman" w:cs="Times New Roman"/>
          <w:sz w:val="24"/>
          <w:szCs w:val="24"/>
          <w:lang w:val="sr-Cyrl-RS"/>
        </w:rPr>
        <w:t>односно користити стан за обављање пословне делатности или омогућити коришћење стана лицима која нису чланови породичног домаћинства власника стана у смислу овог закона у року од десет година од дана закључења уговора о куповини стана под повољнијим условима.</w:t>
      </w:r>
    </w:p>
    <w:p w14:paraId="257CB911" w14:textId="77777777" w:rsidR="00CC3DD6" w:rsidRPr="0097347E" w:rsidRDefault="00CC3DD6"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Ранији припадник снага безбедности, који је право на пензију остварио у  једном од државних органа из члана 1. овог закона, борац или члан породице палог  борца, ратни војни инвалид и мирнодопски војни инвалид, који оствари право на куповину стана под повољнијим усл</w:t>
      </w:r>
      <w:r w:rsidR="009375A1" w:rsidRPr="0097347E">
        <w:rPr>
          <w:rFonts w:ascii="Times New Roman" w:hAnsi="Times New Roman" w:cs="Times New Roman"/>
          <w:sz w:val="24"/>
          <w:szCs w:val="24"/>
          <w:lang w:val="sr-Cyrl-RS"/>
        </w:rPr>
        <w:t>овима, не може отуђити стан купљ</w:t>
      </w:r>
      <w:r w:rsidRPr="0097347E">
        <w:rPr>
          <w:rFonts w:ascii="Times New Roman" w:hAnsi="Times New Roman" w:cs="Times New Roman"/>
          <w:sz w:val="24"/>
          <w:szCs w:val="24"/>
          <w:lang w:val="sr-Cyrl-RS"/>
        </w:rPr>
        <w:t xml:space="preserve">ен у складу са одредбама овог закона, издавати стан у закуп, односно користити стан за обављање пословне делатности или омогућити коришћење стана лицима која нису чланови породичног домаћинства власника стана у смислу овог закона, у року од десет година од дана закључења уговора о куповини стана под повољнијим условима. </w:t>
      </w:r>
    </w:p>
    <w:p w14:paraId="3CD48E47" w14:textId="77777777" w:rsidR="00CC3DD6" w:rsidRPr="0097347E" w:rsidRDefault="00CC3DD6"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Забрана отуђења, односно давања у закуп стана, односно коришћења стана за  обављање пословне делатности или омогућавање коришћење стана лицима која нису чланови породичног</w:t>
      </w:r>
      <w:r w:rsidR="00892BD4" w:rsidRPr="0097347E">
        <w:rPr>
          <w:rFonts w:ascii="Times New Roman" w:hAnsi="Times New Roman" w:cs="Times New Roman"/>
          <w:sz w:val="24"/>
          <w:szCs w:val="24"/>
          <w:lang w:val="sr-Cyrl-RS"/>
        </w:rPr>
        <w:t xml:space="preserve"> домаћинства власника стана</w:t>
      </w:r>
      <w:r w:rsidRPr="0097347E">
        <w:rPr>
          <w:rFonts w:ascii="Times New Roman" w:hAnsi="Times New Roman" w:cs="Times New Roman"/>
          <w:sz w:val="24"/>
          <w:szCs w:val="24"/>
          <w:lang w:val="sr-Cyrl-RS"/>
        </w:rPr>
        <w:t xml:space="preserve"> из ст. 1. и 2. овог члана уписује се као забележба у извод из базе података катастра непокретности.</w:t>
      </w:r>
    </w:p>
    <w:p w14:paraId="4163101C" w14:textId="77777777" w:rsidR="00CC3DD6" w:rsidRPr="0097347E" w:rsidRDefault="00CC3DD6"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Лицима која су купила стан према одредбама Закона о посебним  условима за реализацију пројекта изградње станова </w:t>
      </w:r>
      <w:r w:rsidR="0065002B" w:rsidRPr="0097347E">
        <w:rPr>
          <w:rFonts w:ascii="Times New Roman" w:hAnsi="Times New Roman" w:cs="Times New Roman"/>
          <w:sz w:val="24"/>
          <w:szCs w:val="24"/>
          <w:lang w:val="sr-Cyrl-RS"/>
        </w:rPr>
        <w:t>за припаднике снага безбедности</w:t>
      </w:r>
      <w:r w:rsidRPr="0097347E">
        <w:rPr>
          <w:rFonts w:ascii="Times New Roman" w:hAnsi="Times New Roman" w:cs="Times New Roman"/>
          <w:sz w:val="24"/>
          <w:szCs w:val="24"/>
          <w:lang w:val="sr-Cyrl-RS"/>
        </w:rPr>
        <w:t xml:space="preserve"> и којима је забрана отуђења уписана као забележба у извод из базе података катастра непокретности у трајању од десет година од дана уписа, забележба </w:t>
      </w:r>
      <w:r w:rsidR="0065002B" w:rsidRPr="0097347E">
        <w:rPr>
          <w:rFonts w:ascii="Times New Roman" w:hAnsi="Times New Roman" w:cs="Times New Roman"/>
          <w:sz w:val="24"/>
          <w:szCs w:val="24"/>
          <w:lang w:val="sr-Cyrl-RS"/>
        </w:rPr>
        <w:t xml:space="preserve">из става 3. овог члана </w:t>
      </w:r>
      <w:r w:rsidRPr="0097347E">
        <w:rPr>
          <w:rFonts w:ascii="Times New Roman" w:hAnsi="Times New Roman" w:cs="Times New Roman"/>
          <w:sz w:val="24"/>
          <w:szCs w:val="24"/>
          <w:lang w:val="sr-Cyrl-RS"/>
        </w:rPr>
        <w:t>мора бити допуњена забраном давања у закуп стана, односно коришћења стана за обављање пословне делатности или омогућавање коришћење стана лицима која нису чланови породичног домаћинства власника стана у смислу овог закона, на преостали временски период трајања забране отуђења.</w:t>
      </w:r>
    </w:p>
    <w:p w14:paraId="106DE59B" w14:textId="77777777" w:rsidR="0036291E" w:rsidRPr="0097347E" w:rsidRDefault="0036291E"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Уколико припадник снага безбедности поступи супротно одредбама из ст. 1. и 2. овог члана, </w:t>
      </w:r>
      <w:r w:rsidR="009375A1" w:rsidRPr="0097347E">
        <w:rPr>
          <w:rFonts w:ascii="Times New Roman" w:hAnsi="Times New Roman" w:cs="Times New Roman"/>
          <w:sz w:val="24"/>
          <w:szCs w:val="24"/>
          <w:lang w:val="sr-Cyrl-RS"/>
        </w:rPr>
        <w:t>исплаћује</w:t>
      </w:r>
      <w:r w:rsidRPr="0097347E">
        <w:rPr>
          <w:rFonts w:ascii="Times New Roman" w:hAnsi="Times New Roman" w:cs="Times New Roman"/>
          <w:sz w:val="24"/>
          <w:szCs w:val="24"/>
          <w:lang w:val="sr-Cyrl-RS"/>
        </w:rPr>
        <w:t xml:space="preserve"> разлику између уговорене</w:t>
      </w:r>
      <w:r w:rsidR="009375A1" w:rsidRPr="0097347E">
        <w:rPr>
          <w:rFonts w:ascii="Times New Roman" w:hAnsi="Times New Roman" w:cs="Times New Roman"/>
          <w:sz w:val="24"/>
          <w:szCs w:val="24"/>
          <w:lang w:val="sr-Cyrl-RS"/>
        </w:rPr>
        <w:t xml:space="preserve"> цене и тржишне вредности стана. Ако припадник снага безбедности не исплати разлику између уговорене цене и тржишне вредности стана</w:t>
      </w:r>
      <w:r w:rsidRPr="0097347E">
        <w:rPr>
          <w:rFonts w:ascii="Times New Roman" w:hAnsi="Times New Roman" w:cs="Times New Roman"/>
          <w:sz w:val="24"/>
          <w:szCs w:val="24"/>
          <w:lang w:val="sr-Cyrl-RS"/>
        </w:rPr>
        <w:t xml:space="preserve"> у року од 90 дана од дана </w:t>
      </w:r>
      <w:r w:rsidR="001B4501" w:rsidRPr="0097347E">
        <w:rPr>
          <w:rFonts w:ascii="Times New Roman" w:hAnsi="Times New Roman" w:cs="Times New Roman"/>
          <w:sz w:val="24"/>
          <w:szCs w:val="24"/>
          <w:lang w:val="sr-Cyrl-RS"/>
        </w:rPr>
        <w:t>када га инвеститор изградње ил</w:t>
      </w:r>
      <w:r w:rsidR="00743ECB" w:rsidRPr="0097347E">
        <w:rPr>
          <w:rFonts w:ascii="Times New Roman" w:hAnsi="Times New Roman" w:cs="Times New Roman"/>
          <w:sz w:val="24"/>
          <w:szCs w:val="24"/>
          <w:lang w:val="sr-Cyrl-RS"/>
        </w:rPr>
        <w:t>и Ре</w:t>
      </w:r>
      <w:r w:rsidR="001B4501" w:rsidRPr="0097347E">
        <w:rPr>
          <w:rFonts w:ascii="Times New Roman" w:hAnsi="Times New Roman" w:cs="Times New Roman"/>
          <w:sz w:val="24"/>
          <w:szCs w:val="24"/>
          <w:lang w:val="sr-Cyrl-RS"/>
        </w:rPr>
        <w:t>публичка дирекција за имовину</w:t>
      </w:r>
      <w:r w:rsidR="008F0977" w:rsidRPr="0097347E">
        <w:rPr>
          <w:rFonts w:ascii="Times New Roman" w:hAnsi="Times New Roman" w:cs="Times New Roman"/>
          <w:sz w:val="24"/>
          <w:szCs w:val="24"/>
          <w:lang w:val="sr-Cyrl-RS"/>
        </w:rPr>
        <w:t xml:space="preserve"> Републике Србије</w:t>
      </w:r>
      <w:r w:rsidR="00743ECB" w:rsidRPr="0097347E">
        <w:rPr>
          <w:rFonts w:ascii="Times New Roman" w:hAnsi="Times New Roman" w:cs="Times New Roman"/>
          <w:sz w:val="24"/>
          <w:szCs w:val="24"/>
          <w:lang w:val="sr-Cyrl-RS"/>
        </w:rPr>
        <w:t xml:space="preserve"> (у даљем тексту: Дирекција)</w:t>
      </w:r>
      <w:r w:rsidR="001B4501" w:rsidRPr="0097347E">
        <w:rPr>
          <w:rFonts w:ascii="Times New Roman" w:hAnsi="Times New Roman" w:cs="Times New Roman"/>
          <w:sz w:val="24"/>
          <w:szCs w:val="24"/>
          <w:lang w:val="sr-Cyrl-RS"/>
        </w:rPr>
        <w:t xml:space="preserve"> </w:t>
      </w:r>
      <w:r w:rsidRPr="0097347E">
        <w:rPr>
          <w:rFonts w:ascii="Times New Roman" w:hAnsi="Times New Roman" w:cs="Times New Roman"/>
          <w:sz w:val="24"/>
          <w:szCs w:val="24"/>
          <w:lang w:val="sr-Cyrl-RS"/>
        </w:rPr>
        <w:t xml:space="preserve">обавести о утврђеној </w:t>
      </w:r>
      <w:r w:rsidRPr="0097347E">
        <w:rPr>
          <w:rFonts w:ascii="Times New Roman" w:hAnsi="Times New Roman" w:cs="Times New Roman"/>
          <w:sz w:val="24"/>
          <w:szCs w:val="24"/>
          <w:lang w:val="sr-Cyrl-RS"/>
        </w:rPr>
        <w:lastRenderedPageBreak/>
        <w:t>чињеници</w:t>
      </w:r>
      <w:r w:rsidRPr="0097347E">
        <w:rPr>
          <w:rFonts w:ascii="Times New Roman" w:hAnsi="Times New Roman" w:cs="Times New Roman"/>
          <w:color w:val="FF0000"/>
          <w:sz w:val="24"/>
          <w:szCs w:val="24"/>
          <w:lang w:val="sr-Cyrl-RS"/>
        </w:rPr>
        <w:t xml:space="preserve"> </w:t>
      </w:r>
      <w:r w:rsidRPr="0097347E">
        <w:rPr>
          <w:rFonts w:ascii="Times New Roman" w:hAnsi="Times New Roman" w:cs="Times New Roman"/>
          <w:sz w:val="24"/>
          <w:szCs w:val="24"/>
          <w:lang w:val="sr-Cyrl-RS"/>
        </w:rPr>
        <w:t>и наложи уплату, сти</w:t>
      </w:r>
      <w:r w:rsidR="00970AE8" w:rsidRPr="0097347E">
        <w:rPr>
          <w:rFonts w:ascii="Times New Roman" w:hAnsi="Times New Roman" w:cs="Times New Roman"/>
          <w:sz w:val="24"/>
          <w:szCs w:val="24"/>
          <w:lang w:val="sr-Cyrl-RS"/>
        </w:rPr>
        <w:t xml:space="preserve">чу се услови за раскид уговора </w:t>
      </w:r>
      <w:r w:rsidRPr="0097347E">
        <w:rPr>
          <w:rFonts w:ascii="Times New Roman" w:hAnsi="Times New Roman" w:cs="Times New Roman"/>
          <w:sz w:val="24"/>
          <w:szCs w:val="24"/>
          <w:lang w:val="sr-Cyrl-RS"/>
        </w:rPr>
        <w:t>о куповини стана под повољнијим условима.</w:t>
      </w:r>
    </w:p>
    <w:p w14:paraId="630E2035" w14:textId="77777777" w:rsidR="0036291E" w:rsidRPr="0097347E" w:rsidRDefault="0036291E"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У случају да припаднику снага безбедности који је остварио право на куповину стана под повољнијим условима, након закључења предуговора о куповини стана, престане радни однос, а у року од 30 дана не заснује поново радни однос у неком од органа снага безбедности, предуговор се раскида, осим у случају престанка радног односа остваривањем права на пензију.</w:t>
      </w:r>
    </w:p>
    <w:p w14:paraId="2FF6743C" w14:textId="77777777" w:rsidR="0036291E" w:rsidRPr="0097347E" w:rsidRDefault="0036291E"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У случају да припаднику снага безбедности који је остварио право на куповину стана под повољнијим условима, након закључења уговора о куповини стана, престане радни однос, а у року од 30 дана не заснује поново радни однос у неком од органа снага безбедности, на тај уговор ће се примењивати одредбе </w:t>
      </w:r>
      <w:r w:rsidR="009375A1" w:rsidRPr="0097347E">
        <w:rPr>
          <w:rFonts w:ascii="Times New Roman" w:hAnsi="Times New Roman" w:cs="Times New Roman"/>
          <w:sz w:val="24"/>
          <w:szCs w:val="24"/>
          <w:lang w:val="sr-Cyrl-RS"/>
        </w:rPr>
        <w:t xml:space="preserve">става 5. </w:t>
      </w:r>
      <w:r w:rsidRPr="0097347E">
        <w:rPr>
          <w:rFonts w:ascii="Times New Roman" w:hAnsi="Times New Roman" w:cs="Times New Roman"/>
          <w:sz w:val="24"/>
          <w:szCs w:val="24"/>
          <w:lang w:val="sr-Cyrl-RS"/>
        </w:rPr>
        <w:t>овог члана које се односе на исплату тржишне вредности стана, односно раскид угов</w:t>
      </w:r>
      <w:r w:rsidR="00FE4136" w:rsidRPr="0097347E">
        <w:rPr>
          <w:rFonts w:ascii="Times New Roman" w:hAnsi="Times New Roman" w:cs="Times New Roman"/>
          <w:sz w:val="24"/>
          <w:szCs w:val="24"/>
          <w:lang w:val="sr-Cyrl-RS"/>
        </w:rPr>
        <w:t>о</w:t>
      </w:r>
      <w:r w:rsidRPr="0097347E">
        <w:rPr>
          <w:rFonts w:ascii="Times New Roman" w:hAnsi="Times New Roman" w:cs="Times New Roman"/>
          <w:sz w:val="24"/>
          <w:szCs w:val="24"/>
          <w:lang w:val="sr-Cyrl-RS"/>
        </w:rPr>
        <w:t>ра,  осим у случају престанка радног односа остваривањем права на пензију.</w:t>
      </w:r>
    </w:p>
    <w:p w14:paraId="1CD5F99E" w14:textId="77777777" w:rsidR="0036291E" w:rsidRPr="0097347E" w:rsidRDefault="0036291E"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Ако у току поступка  продаје стана, од дана електронске пријаве до истека рока трајања забране отуђења стана наступи смрт власника, односно лица на које гласи уговор о куповини стана, члан његовог породичног домаћинства, односно законски наследник или лице које по одредбама закона којим се уређује наслеђивање има право наслеђивања иза оставиоца је дужно да о тој чињеници обавести инвеститора изградње, односно</w:t>
      </w:r>
      <w:r w:rsidR="00743ECB" w:rsidRPr="0097347E">
        <w:rPr>
          <w:rFonts w:ascii="Times New Roman" w:hAnsi="Times New Roman" w:cs="Times New Roman"/>
          <w:sz w:val="24"/>
          <w:szCs w:val="24"/>
          <w:lang w:val="sr-Cyrl-RS"/>
        </w:rPr>
        <w:t xml:space="preserve"> Дирекцију</w:t>
      </w:r>
      <w:r w:rsidRPr="0097347E">
        <w:rPr>
          <w:rFonts w:ascii="Times New Roman" w:hAnsi="Times New Roman" w:cs="Times New Roman"/>
          <w:sz w:val="24"/>
          <w:szCs w:val="24"/>
          <w:lang w:val="sr-Cyrl-RS"/>
        </w:rPr>
        <w:t>, у циљу закључења анекса уговора о куповини стана, с обзиром на настале околности. Ако је смрт наступила пре закључења уговора о куповини стана, право на наставак поступка и куповину стана има само члан домаћинства лица преминулог у току трајања поступка. Ако је смрт наступила по закључењу уговора о куповини стана, ако је један од законских наследника истовремено и члан породичног домаћинства оставиоца, анекс уговора биће закључен на његово име, са правом осталих чланова домаћинства на доживотно становање у предметном стану, а ако купац стана није имао чланове породичног домаћинства, анекс уговора биће закључен са лицима који су оглашени наследницима преминулог власника стана. Предметним анексом наследник ступа на место преминулог власника стана</w:t>
      </w:r>
      <w:r w:rsidR="009375A1" w:rsidRPr="0097347E">
        <w:rPr>
          <w:rFonts w:ascii="Times New Roman" w:hAnsi="Times New Roman" w:cs="Times New Roman"/>
          <w:sz w:val="24"/>
          <w:szCs w:val="24"/>
          <w:lang w:val="sr-Cyrl-RS"/>
        </w:rPr>
        <w:t>.</w:t>
      </w:r>
    </w:p>
    <w:p w14:paraId="57D5D161" w14:textId="7EBC8A3C" w:rsidR="0036291E" w:rsidRPr="0097347E" w:rsidRDefault="0036291E"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Испуњеност услова  за исплату тржишне вредности стана, односно за раскид уговора утврђује инвеститор изградње, односно</w:t>
      </w:r>
      <w:r w:rsidR="00743ECB" w:rsidRPr="0097347E">
        <w:rPr>
          <w:rFonts w:ascii="Times New Roman" w:hAnsi="Times New Roman" w:cs="Times New Roman"/>
          <w:sz w:val="24"/>
          <w:szCs w:val="24"/>
          <w:lang w:val="sr-Cyrl-RS"/>
        </w:rPr>
        <w:t xml:space="preserve"> Дирекција</w:t>
      </w:r>
      <w:r w:rsidRPr="0097347E">
        <w:rPr>
          <w:rFonts w:ascii="Times New Roman" w:hAnsi="Times New Roman" w:cs="Times New Roman"/>
          <w:sz w:val="24"/>
          <w:szCs w:val="24"/>
          <w:lang w:val="sr-Cyrl-RS"/>
        </w:rPr>
        <w:t>, зависно од времена наступања околности за исплату тржишне вред</w:t>
      </w:r>
      <w:r w:rsidR="009E1008" w:rsidRPr="0097347E">
        <w:rPr>
          <w:rFonts w:ascii="Times New Roman" w:hAnsi="Times New Roman" w:cs="Times New Roman"/>
          <w:sz w:val="24"/>
          <w:szCs w:val="24"/>
          <w:lang w:val="sr-Cyrl-RS"/>
        </w:rPr>
        <w:t>н</w:t>
      </w:r>
      <w:r w:rsidRPr="0097347E">
        <w:rPr>
          <w:rFonts w:ascii="Times New Roman" w:hAnsi="Times New Roman" w:cs="Times New Roman"/>
          <w:sz w:val="24"/>
          <w:szCs w:val="24"/>
          <w:lang w:val="sr-Cyrl-RS"/>
        </w:rPr>
        <w:t xml:space="preserve">ости стана, односно </w:t>
      </w:r>
      <w:r w:rsidR="00743ECB" w:rsidRPr="0097347E">
        <w:rPr>
          <w:rFonts w:ascii="Times New Roman" w:hAnsi="Times New Roman" w:cs="Times New Roman"/>
          <w:sz w:val="24"/>
          <w:szCs w:val="24"/>
          <w:lang w:val="sr-Cyrl-RS"/>
        </w:rPr>
        <w:t xml:space="preserve">за </w:t>
      </w:r>
      <w:r w:rsidRPr="0097347E">
        <w:rPr>
          <w:rFonts w:ascii="Times New Roman" w:hAnsi="Times New Roman" w:cs="Times New Roman"/>
          <w:sz w:val="24"/>
          <w:szCs w:val="24"/>
          <w:lang w:val="sr-Cyrl-RS"/>
        </w:rPr>
        <w:t>раскид уговора.</w:t>
      </w:r>
    </w:p>
    <w:p w14:paraId="40CE4BCF" w14:textId="77777777" w:rsidR="00CA43E0" w:rsidRPr="0097347E" w:rsidRDefault="0036291E"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Органи снага безбедности </w:t>
      </w:r>
      <w:r w:rsidR="00425F30" w:rsidRPr="0097347E">
        <w:rPr>
          <w:rFonts w:ascii="Times New Roman" w:hAnsi="Times New Roman" w:cs="Times New Roman"/>
          <w:sz w:val="24"/>
          <w:szCs w:val="24"/>
          <w:lang w:val="sr-Cyrl-RS"/>
        </w:rPr>
        <w:t xml:space="preserve"> без одлагања обавестиће</w:t>
      </w:r>
      <w:r w:rsidRPr="0097347E">
        <w:rPr>
          <w:rFonts w:ascii="Times New Roman" w:hAnsi="Times New Roman" w:cs="Times New Roman"/>
          <w:sz w:val="24"/>
          <w:szCs w:val="24"/>
          <w:lang w:val="sr-Cyrl-RS"/>
        </w:rPr>
        <w:t xml:space="preserve"> Генерални секретаријат Владе</w:t>
      </w:r>
      <w:r w:rsidR="00743ECB" w:rsidRPr="0097347E">
        <w:rPr>
          <w:rFonts w:ascii="Times New Roman" w:hAnsi="Times New Roman" w:cs="Times New Roman"/>
          <w:sz w:val="24"/>
          <w:szCs w:val="24"/>
          <w:lang w:val="sr-Cyrl-RS"/>
        </w:rPr>
        <w:t>, инвеститора изградње, односно Дирекцију</w:t>
      </w:r>
      <w:r w:rsidR="0020488E" w:rsidRPr="0097347E">
        <w:rPr>
          <w:rFonts w:ascii="Times New Roman" w:hAnsi="Times New Roman" w:cs="Times New Roman"/>
          <w:sz w:val="24"/>
          <w:szCs w:val="24"/>
          <w:lang w:val="sr-Cyrl-RS"/>
        </w:rPr>
        <w:t xml:space="preserve"> о сваком прекиду радног</w:t>
      </w:r>
      <w:r w:rsidRPr="0097347E">
        <w:rPr>
          <w:rFonts w:ascii="Times New Roman" w:hAnsi="Times New Roman" w:cs="Times New Roman"/>
          <w:sz w:val="24"/>
          <w:szCs w:val="24"/>
          <w:lang w:val="sr-Cyrl-RS"/>
        </w:rPr>
        <w:t xml:space="preserve"> односа који </w:t>
      </w:r>
      <w:r w:rsidR="009375A1" w:rsidRPr="0097347E">
        <w:rPr>
          <w:rFonts w:ascii="Times New Roman" w:hAnsi="Times New Roman" w:cs="Times New Roman"/>
          <w:sz w:val="24"/>
          <w:szCs w:val="24"/>
          <w:lang w:val="sr-Cyrl-RS"/>
        </w:rPr>
        <w:t>утиче</w:t>
      </w:r>
      <w:r w:rsidRPr="0097347E">
        <w:rPr>
          <w:rFonts w:ascii="Times New Roman" w:hAnsi="Times New Roman" w:cs="Times New Roman"/>
          <w:sz w:val="24"/>
          <w:szCs w:val="24"/>
          <w:lang w:val="sr-Cyrl-RS"/>
        </w:rPr>
        <w:t xml:space="preserve"> на куповину стана под повољнијим условима, у складу са одредбама овог закона.</w:t>
      </w:r>
    </w:p>
    <w:p w14:paraId="453F084F" w14:textId="58363154" w:rsidR="00C46712" w:rsidRPr="0097347E" w:rsidRDefault="00C46712"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У случају када је привредно друштво инвеститор изградње стамбене зграде за колективно становање, по издавању употребне дозволе и упису стамбене зграде и свих посебних делова зграде у катастар непокретности и правима на њима, односно по истеку рока од пет година, прописаног подзаконским актом којим се уређује садржина и начин вршења техничког прегледа објекта, састав комисије, садржина предлога комисије о утврђивању подобности објекта за употребу, осматрање тла и објекта у току грађења и употребе и минимални гарантни рокови за поједине врсте објеката, а који почиње да тече од издавања потврде о завршетку радова, издате од стране инвеститора извођачу радова, то привредно друштво престаје са радом, а сва права и обавезе привредног д</w:t>
      </w:r>
      <w:r w:rsidR="00C24112" w:rsidRPr="0097347E">
        <w:rPr>
          <w:rFonts w:ascii="Times New Roman" w:hAnsi="Times New Roman" w:cs="Times New Roman"/>
          <w:sz w:val="24"/>
          <w:szCs w:val="24"/>
          <w:lang w:val="sr-Cyrl-RS"/>
        </w:rPr>
        <w:t>руштва преносе се на Дирекцију.</w:t>
      </w:r>
      <w:r w:rsidR="0095392B" w:rsidRPr="0097347E">
        <w:rPr>
          <w:rFonts w:ascii="Times New Roman" w:eastAsia="Calibri" w:hAnsi="Times New Roman" w:cs="Times New Roman"/>
          <w:sz w:val="24"/>
          <w:szCs w:val="24"/>
          <w:lang w:val="sr-Cyrl-RS"/>
        </w:rPr>
        <w:t>”</w:t>
      </w:r>
    </w:p>
    <w:p w14:paraId="1E2E9CD0" w14:textId="77777777" w:rsidR="00C46712" w:rsidRPr="0097347E" w:rsidRDefault="00C46712" w:rsidP="00C24112">
      <w:pPr>
        <w:spacing w:after="0" w:line="240" w:lineRule="auto"/>
        <w:ind w:firstLine="720"/>
        <w:jc w:val="both"/>
        <w:rPr>
          <w:rFonts w:ascii="Times New Roman" w:hAnsi="Times New Roman" w:cs="Times New Roman"/>
          <w:sz w:val="24"/>
          <w:szCs w:val="24"/>
          <w:lang w:val="sr-Cyrl-RS"/>
        </w:rPr>
      </w:pPr>
    </w:p>
    <w:p w14:paraId="7D42906E" w14:textId="77777777" w:rsidR="00CC7471" w:rsidRPr="0097347E" w:rsidRDefault="00CC7471" w:rsidP="00C24112">
      <w:pPr>
        <w:spacing w:after="0" w:line="240" w:lineRule="auto"/>
        <w:ind w:firstLine="720"/>
        <w:jc w:val="both"/>
        <w:rPr>
          <w:rFonts w:ascii="Times New Roman" w:hAnsi="Times New Roman" w:cs="Times New Roman"/>
          <w:sz w:val="24"/>
          <w:szCs w:val="24"/>
          <w:lang w:val="sr-Cyrl-RS"/>
        </w:rPr>
      </w:pPr>
    </w:p>
    <w:p w14:paraId="7DABC6FD" w14:textId="77777777" w:rsidR="00CC7471" w:rsidRPr="0097347E" w:rsidRDefault="00CC7471" w:rsidP="00C24112">
      <w:pPr>
        <w:spacing w:after="0" w:line="240" w:lineRule="auto"/>
        <w:ind w:firstLine="720"/>
        <w:jc w:val="both"/>
        <w:rPr>
          <w:rFonts w:ascii="Times New Roman" w:hAnsi="Times New Roman" w:cs="Times New Roman"/>
          <w:sz w:val="24"/>
          <w:szCs w:val="24"/>
          <w:lang w:val="sr-Cyrl-RS"/>
        </w:rPr>
      </w:pPr>
    </w:p>
    <w:p w14:paraId="41FDE201" w14:textId="77777777" w:rsidR="00C82077" w:rsidRPr="0097347E" w:rsidRDefault="00C82077" w:rsidP="00C24112">
      <w:pPr>
        <w:spacing w:after="0" w:line="240" w:lineRule="auto"/>
        <w:ind w:firstLine="720"/>
        <w:jc w:val="center"/>
        <w:rPr>
          <w:rFonts w:ascii="Times New Roman" w:hAnsi="Times New Roman" w:cs="Times New Roman"/>
          <w:sz w:val="24"/>
          <w:szCs w:val="24"/>
          <w:lang w:val="sr-Cyrl-RS"/>
        </w:rPr>
      </w:pPr>
      <w:r w:rsidRPr="0097347E">
        <w:rPr>
          <w:rFonts w:ascii="Times New Roman" w:hAnsi="Times New Roman" w:cs="Times New Roman"/>
          <w:sz w:val="24"/>
          <w:szCs w:val="24"/>
          <w:lang w:val="sr-Cyrl-RS"/>
        </w:rPr>
        <w:lastRenderedPageBreak/>
        <w:t>Члан 2.</w:t>
      </w:r>
    </w:p>
    <w:p w14:paraId="43D41136" w14:textId="77777777" w:rsidR="00C82077" w:rsidRPr="0097347E" w:rsidRDefault="00C82077" w:rsidP="00C24112">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После члана </w:t>
      </w:r>
      <w:r w:rsidR="00CC7471" w:rsidRPr="0097347E">
        <w:rPr>
          <w:rFonts w:ascii="Times New Roman" w:hAnsi="Times New Roman" w:cs="Times New Roman"/>
          <w:sz w:val="24"/>
          <w:szCs w:val="24"/>
          <w:lang w:val="sr-Cyrl-RS"/>
        </w:rPr>
        <w:t>8. додају се нови чл. 8а</w:t>
      </w:r>
      <w:r w:rsidR="00C24112" w:rsidRPr="0097347E">
        <w:rPr>
          <w:rFonts w:ascii="Times New Roman" w:hAnsi="Times New Roman" w:cs="Times New Roman"/>
          <w:sz w:val="24"/>
          <w:szCs w:val="24"/>
          <w:lang w:val="sr-Cyrl-RS"/>
        </w:rPr>
        <w:t xml:space="preserve"> и 8б,</w:t>
      </w:r>
      <w:r w:rsidRPr="0097347E">
        <w:rPr>
          <w:rFonts w:ascii="Times New Roman" w:hAnsi="Times New Roman" w:cs="Times New Roman"/>
          <w:sz w:val="24"/>
          <w:szCs w:val="24"/>
          <w:lang w:val="sr-Cyrl-RS"/>
        </w:rPr>
        <w:t xml:space="preserve"> који гласе:</w:t>
      </w:r>
    </w:p>
    <w:p w14:paraId="39A51E15" w14:textId="77777777" w:rsidR="00C24112" w:rsidRPr="0097347E" w:rsidRDefault="00C24112" w:rsidP="00C24112">
      <w:pPr>
        <w:spacing w:after="0" w:line="240" w:lineRule="auto"/>
        <w:ind w:firstLine="720"/>
        <w:jc w:val="both"/>
        <w:rPr>
          <w:rFonts w:ascii="Times New Roman" w:hAnsi="Times New Roman" w:cs="Times New Roman"/>
          <w:sz w:val="24"/>
          <w:szCs w:val="24"/>
          <w:lang w:val="sr-Cyrl-RS"/>
        </w:rPr>
      </w:pPr>
    </w:p>
    <w:p w14:paraId="0E7FE0D3" w14:textId="77777777" w:rsidR="00C82077" w:rsidRPr="0097347E" w:rsidRDefault="00620A84" w:rsidP="008942D9">
      <w:pPr>
        <w:spacing w:after="0" w:line="240" w:lineRule="auto"/>
        <w:ind w:firstLine="720"/>
        <w:jc w:val="center"/>
        <w:rPr>
          <w:rFonts w:ascii="Times New Roman" w:hAnsi="Times New Roman" w:cs="Times New Roman"/>
          <w:sz w:val="24"/>
          <w:szCs w:val="24"/>
          <w:lang w:val="sr-Cyrl-RS"/>
        </w:rPr>
      </w:pPr>
      <w:r w:rsidRPr="0097347E">
        <w:rPr>
          <w:rFonts w:ascii="Times New Roman" w:hAnsi="Times New Roman" w:cs="Times New Roman"/>
          <w:sz w:val="24"/>
          <w:szCs w:val="24"/>
          <w:lang w:val="sr-Cyrl-RS"/>
        </w:rPr>
        <w:t>„Члан 8а</w:t>
      </w:r>
    </w:p>
    <w:p w14:paraId="5AE0C648" w14:textId="77777777" w:rsidR="00C82077" w:rsidRPr="0097347E" w:rsidRDefault="006D0B9F"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Тржишну вредност</w:t>
      </w:r>
      <w:r w:rsidR="00090E5B" w:rsidRPr="0097347E">
        <w:rPr>
          <w:rFonts w:ascii="Times New Roman" w:hAnsi="Times New Roman" w:cs="Times New Roman"/>
          <w:sz w:val="24"/>
          <w:szCs w:val="24"/>
          <w:lang w:val="sr-Cyrl-RS"/>
        </w:rPr>
        <w:t xml:space="preserve"> из члана 8. овог закона</w:t>
      </w:r>
      <w:r w:rsidR="00C82077" w:rsidRPr="0097347E">
        <w:rPr>
          <w:rFonts w:ascii="Times New Roman" w:hAnsi="Times New Roman" w:cs="Times New Roman"/>
          <w:sz w:val="24"/>
          <w:szCs w:val="24"/>
          <w:lang w:val="sr-Cyrl-RS"/>
        </w:rPr>
        <w:t xml:space="preserve">  утврђује правно лице</w:t>
      </w:r>
      <w:r w:rsidR="00006B7F" w:rsidRPr="0097347E">
        <w:rPr>
          <w:rFonts w:ascii="Times New Roman" w:hAnsi="Times New Roman" w:cs="Times New Roman"/>
          <w:sz w:val="24"/>
          <w:szCs w:val="24"/>
          <w:lang w:val="sr-Cyrl-RS"/>
        </w:rPr>
        <w:t xml:space="preserve"> регистровано за послове судског</w:t>
      </w:r>
      <w:r w:rsidR="00C82077" w:rsidRPr="0097347E">
        <w:rPr>
          <w:rFonts w:ascii="Times New Roman" w:hAnsi="Times New Roman" w:cs="Times New Roman"/>
          <w:sz w:val="24"/>
          <w:szCs w:val="24"/>
          <w:lang w:val="sr-Cyrl-RS"/>
        </w:rPr>
        <w:t xml:space="preserve"> вештачења или овлашћени лиценцирани проценитељ за територију Републике Србије.</w:t>
      </w:r>
    </w:p>
    <w:p w14:paraId="7C23AADE" w14:textId="77777777" w:rsidR="00C82077" w:rsidRPr="0097347E" w:rsidRDefault="00C82077"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Лица из става 1. овог члана ангажује инвеститор изградње, односно </w:t>
      </w:r>
      <w:r w:rsidR="00743ECB" w:rsidRPr="0097347E">
        <w:rPr>
          <w:rFonts w:ascii="Times New Roman" w:hAnsi="Times New Roman" w:cs="Times New Roman"/>
          <w:sz w:val="24"/>
          <w:szCs w:val="24"/>
          <w:lang w:val="sr-Cyrl-RS"/>
        </w:rPr>
        <w:t>Дирекција,</w:t>
      </w:r>
      <w:r w:rsidRPr="0097347E">
        <w:rPr>
          <w:rFonts w:ascii="Times New Roman" w:hAnsi="Times New Roman" w:cs="Times New Roman"/>
          <w:sz w:val="24"/>
          <w:szCs w:val="24"/>
          <w:lang w:val="sr-Cyrl-RS"/>
        </w:rPr>
        <w:t xml:space="preserve"> који  спроводе поступак за  исплату тржишне вредности стана, односно раскид уговора, </w:t>
      </w:r>
      <w:r w:rsidR="00DA413A" w:rsidRPr="0097347E">
        <w:rPr>
          <w:rFonts w:ascii="Times New Roman" w:hAnsi="Times New Roman" w:cs="Times New Roman"/>
          <w:sz w:val="24"/>
          <w:szCs w:val="24"/>
          <w:lang w:val="sr-Cyrl-RS"/>
        </w:rPr>
        <w:t>у складу са законом</w:t>
      </w:r>
      <w:r w:rsidR="00090E5B" w:rsidRPr="0097347E">
        <w:rPr>
          <w:rFonts w:ascii="Times New Roman" w:hAnsi="Times New Roman" w:cs="Times New Roman"/>
          <w:sz w:val="24"/>
          <w:szCs w:val="24"/>
          <w:lang w:val="sr-Cyrl-RS"/>
        </w:rPr>
        <w:t xml:space="preserve"> којим</w:t>
      </w:r>
      <w:r w:rsidRPr="0097347E">
        <w:rPr>
          <w:rFonts w:ascii="Times New Roman" w:hAnsi="Times New Roman" w:cs="Times New Roman"/>
          <w:sz w:val="24"/>
          <w:szCs w:val="24"/>
          <w:lang w:val="sr-Cyrl-RS"/>
        </w:rPr>
        <w:t xml:space="preserve"> се уређују облигациони односи.</w:t>
      </w:r>
    </w:p>
    <w:p w14:paraId="7F5F0A5E" w14:textId="77777777" w:rsidR="00C82077" w:rsidRPr="0097347E" w:rsidRDefault="00C82077"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Када </w:t>
      </w:r>
      <w:r w:rsidR="008224C0" w:rsidRPr="0097347E">
        <w:rPr>
          <w:rFonts w:ascii="Times New Roman" w:hAnsi="Times New Roman" w:cs="Times New Roman"/>
          <w:sz w:val="24"/>
          <w:szCs w:val="24"/>
          <w:lang w:val="sr-Cyrl-RS"/>
        </w:rPr>
        <w:t>купац</w:t>
      </w:r>
      <w:r w:rsidR="00BB215E" w:rsidRPr="0097347E">
        <w:rPr>
          <w:rFonts w:ascii="Times New Roman" w:hAnsi="Times New Roman" w:cs="Times New Roman"/>
          <w:sz w:val="24"/>
          <w:szCs w:val="24"/>
          <w:lang w:val="sr-Cyrl-RS"/>
        </w:rPr>
        <w:t xml:space="preserve"> стана</w:t>
      </w:r>
      <w:r w:rsidR="00DA413A" w:rsidRPr="0097347E">
        <w:rPr>
          <w:rFonts w:ascii="Times New Roman" w:hAnsi="Times New Roman" w:cs="Times New Roman"/>
          <w:sz w:val="24"/>
          <w:szCs w:val="24"/>
          <w:lang w:val="sr-Cyrl-RS"/>
        </w:rPr>
        <w:t xml:space="preserve"> </w:t>
      </w:r>
      <w:r w:rsidRPr="0097347E">
        <w:rPr>
          <w:rFonts w:ascii="Times New Roman" w:hAnsi="Times New Roman" w:cs="Times New Roman"/>
          <w:sz w:val="24"/>
          <w:szCs w:val="24"/>
          <w:lang w:val="sr-Cyrl-RS"/>
        </w:rPr>
        <w:t xml:space="preserve">исплати тржишну вредност стана, инвеститор изградње, односно </w:t>
      </w:r>
      <w:r w:rsidR="00743ECB" w:rsidRPr="0097347E">
        <w:rPr>
          <w:rFonts w:ascii="Times New Roman" w:hAnsi="Times New Roman" w:cs="Times New Roman"/>
          <w:sz w:val="24"/>
          <w:szCs w:val="24"/>
          <w:lang w:val="sr-Cyrl-RS"/>
        </w:rPr>
        <w:t xml:space="preserve">Дирекција </w:t>
      </w:r>
      <w:r w:rsidRPr="0097347E">
        <w:rPr>
          <w:rFonts w:ascii="Times New Roman" w:hAnsi="Times New Roman" w:cs="Times New Roman"/>
          <w:sz w:val="24"/>
          <w:szCs w:val="24"/>
          <w:lang w:val="sr-Cyrl-RS"/>
        </w:rPr>
        <w:t>издаје потврду о исплати тржишне вредности стана купцу стана, која је основ за брисање забележбе о забрани отуђења предметног стана код органа надлежног за послове државног премера и катастра.</w:t>
      </w:r>
    </w:p>
    <w:p w14:paraId="7C1DC4EF" w14:textId="77777777" w:rsidR="00C82077" w:rsidRPr="0097347E" w:rsidRDefault="00C82077"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По раскиду уговора о куповини стана инвеститор изградње спроводи поступак за продају стана према утврђеном  редоследу лица која могу остварити право на куповину стана под повољнијим условима, по спроведеном јавном позиву,  у складу са </w:t>
      </w:r>
      <w:r w:rsidR="005A2744" w:rsidRPr="0097347E">
        <w:rPr>
          <w:rFonts w:ascii="Times New Roman" w:hAnsi="Times New Roman" w:cs="Times New Roman"/>
          <w:sz w:val="24"/>
          <w:szCs w:val="24"/>
          <w:lang w:val="sr-Cyrl-RS"/>
        </w:rPr>
        <w:t>овим законом.</w:t>
      </w:r>
    </w:p>
    <w:p w14:paraId="1D1910B8" w14:textId="77777777" w:rsidR="00C82077" w:rsidRPr="0097347E" w:rsidRDefault="00C82077"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По закључењу уговора са новим купцем, инвеститор изградње закључени</w:t>
      </w:r>
      <w:r w:rsidR="00743ECB" w:rsidRPr="0097347E">
        <w:rPr>
          <w:rFonts w:ascii="Times New Roman" w:hAnsi="Times New Roman" w:cs="Times New Roman"/>
          <w:sz w:val="24"/>
          <w:szCs w:val="24"/>
          <w:lang w:val="sr-Cyrl-RS"/>
        </w:rPr>
        <w:t xml:space="preserve"> купопродајни уговор доставља Дирекцији</w:t>
      </w:r>
      <w:r w:rsidRPr="0097347E">
        <w:rPr>
          <w:rFonts w:ascii="Times New Roman" w:hAnsi="Times New Roman" w:cs="Times New Roman"/>
          <w:sz w:val="24"/>
          <w:szCs w:val="24"/>
          <w:lang w:val="sr-Cyrl-RS"/>
        </w:rPr>
        <w:t xml:space="preserve">, у складу са ставом 6. овог члана, осим у случају када је </w:t>
      </w:r>
      <w:r w:rsidR="00743ECB" w:rsidRPr="0097347E">
        <w:rPr>
          <w:rFonts w:ascii="Times New Roman" w:hAnsi="Times New Roman" w:cs="Times New Roman"/>
          <w:sz w:val="24"/>
          <w:szCs w:val="24"/>
          <w:lang w:val="sr-Cyrl-RS"/>
        </w:rPr>
        <w:t>Дирекција спровела</w:t>
      </w:r>
      <w:r w:rsidRPr="0097347E">
        <w:rPr>
          <w:rFonts w:ascii="Times New Roman" w:hAnsi="Times New Roman" w:cs="Times New Roman"/>
          <w:sz w:val="24"/>
          <w:szCs w:val="24"/>
          <w:lang w:val="sr-Cyrl-RS"/>
        </w:rPr>
        <w:t xml:space="preserve"> поступак </w:t>
      </w:r>
      <w:r w:rsidR="00743ECB" w:rsidRPr="0097347E">
        <w:rPr>
          <w:rFonts w:ascii="Times New Roman" w:hAnsi="Times New Roman" w:cs="Times New Roman"/>
          <w:sz w:val="24"/>
          <w:szCs w:val="24"/>
          <w:lang w:val="sr-Cyrl-RS"/>
        </w:rPr>
        <w:t xml:space="preserve">за раскид </w:t>
      </w:r>
      <w:r w:rsidRPr="0097347E">
        <w:rPr>
          <w:rFonts w:ascii="Times New Roman" w:hAnsi="Times New Roman" w:cs="Times New Roman"/>
          <w:sz w:val="24"/>
          <w:szCs w:val="24"/>
          <w:lang w:val="sr-Cyrl-RS"/>
        </w:rPr>
        <w:t>уговора.</w:t>
      </w:r>
    </w:p>
    <w:p w14:paraId="65A31B1D" w14:textId="77777777" w:rsidR="00C82077" w:rsidRPr="0097347E" w:rsidRDefault="00C82077" w:rsidP="005115A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Инвеститор изградње, односно продавац стана у стамбеној згради за колективно становање </w:t>
      </w:r>
      <w:r w:rsidR="00DA413A" w:rsidRPr="0097347E">
        <w:rPr>
          <w:rFonts w:ascii="Times New Roman" w:hAnsi="Times New Roman" w:cs="Times New Roman"/>
          <w:sz w:val="24"/>
          <w:szCs w:val="24"/>
          <w:lang w:val="sr-Cyrl-RS"/>
        </w:rPr>
        <w:t xml:space="preserve">доставља </w:t>
      </w:r>
      <w:r w:rsidR="00743ECB" w:rsidRPr="0097347E">
        <w:rPr>
          <w:rFonts w:ascii="Times New Roman" w:hAnsi="Times New Roman" w:cs="Times New Roman"/>
          <w:sz w:val="24"/>
          <w:szCs w:val="24"/>
          <w:lang w:val="sr-Cyrl-RS"/>
        </w:rPr>
        <w:t>Дирекцији</w:t>
      </w:r>
      <w:r w:rsidRPr="0097347E">
        <w:rPr>
          <w:rFonts w:ascii="Times New Roman" w:hAnsi="Times New Roman" w:cs="Times New Roman"/>
          <w:sz w:val="24"/>
          <w:szCs w:val="24"/>
          <w:lang w:val="sr-Cyrl-RS"/>
        </w:rPr>
        <w:t>, министарству надлежном за борачка и социјална питања и државном органу у коме је купац стана запослен,</w:t>
      </w:r>
      <w:r w:rsidR="008224C0" w:rsidRPr="0097347E">
        <w:rPr>
          <w:rFonts w:ascii="Times New Roman" w:hAnsi="Times New Roman" w:cs="Times New Roman"/>
          <w:sz w:val="24"/>
          <w:szCs w:val="24"/>
          <w:lang w:val="sr-Cyrl-RS"/>
        </w:rPr>
        <w:t xml:space="preserve"> </w:t>
      </w:r>
      <w:r w:rsidRPr="0097347E">
        <w:rPr>
          <w:rFonts w:ascii="Times New Roman" w:hAnsi="Times New Roman" w:cs="Times New Roman"/>
          <w:sz w:val="24"/>
          <w:szCs w:val="24"/>
          <w:lang w:val="sr-Cyrl-RS"/>
        </w:rPr>
        <w:t>односно у коме је ос</w:t>
      </w:r>
      <w:r w:rsidR="00DA413A" w:rsidRPr="0097347E">
        <w:rPr>
          <w:rFonts w:ascii="Times New Roman" w:hAnsi="Times New Roman" w:cs="Times New Roman"/>
          <w:sz w:val="24"/>
          <w:szCs w:val="24"/>
          <w:lang w:val="sr-Cyrl-RS"/>
        </w:rPr>
        <w:t>тварио право на пензију,</w:t>
      </w:r>
      <w:r w:rsidRPr="0097347E">
        <w:rPr>
          <w:rFonts w:ascii="Times New Roman" w:hAnsi="Times New Roman" w:cs="Times New Roman"/>
          <w:sz w:val="24"/>
          <w:szCs w:val="24"/>
          <w:lang w:val="sr-Cyrl-RS"/>
        </w:rPr>
        <w:t xml:space="preserve"> све закључене купопродајне уговоре, као и друге потребне податке, а даљу реализацију свих закључених уговора о куповини станова контролише </w:t>
      </w:r>
      <w:r w:rsidR="00743ECB" w:rsidRPr="0097347E">
        <w:rPr>
          <w:rFonts w:ascii="Times New Roman" w:hAnsi="Times New Roman" w:cs="Times New Roman"/>
          <w:sz w:val="24"/>
          <w:szCs w:val="24"/>
          <w:lang w:val="sr-Cyrl-RS"/>
        </w:rPr>
        <w:t>Дирекција.</w:t>
      </w:r>
    </w:p>
    <w:p w14:paraId="3D54112F" w14:textId="77777777" w:rsidR="00C24112" w:rsidRPr="0097347E" w:rsidRDefault="00C24112" w:rsidP="005115AE">
      <w:pPr>
        <w:spacing w:after="0" w:line="240" w:lineRule="auto"/>
        <w:ind w:firstLine="720"/>
        <w:jc w:val="both"/>
        <w:rPr>
          <w:rFonts w:ascii="Times New Roman" w:hAnsi="Times New Roman" w:cs="Times New Roman"/>
          <w:sz w:val="24"/>
          <w:szCs w:val="24"/>
          <w:lang w:val="sr-Cyrl-RS"/>
        </w:rPr>
      </w:pPr>
    </w:p>
    <w:p w14:paraId="5D241642" w14:textId="77777777" w:rsidR="00C82077" w:rsidRPr="0097347E" w:rsidRDefault="00C82077" w:rsidP="00C24112">
      <w:pPr>
        <w:spacing w:after="0" w:line="240" w:lineRule="auto"/>
        <w:jc w:val="center"/>
        <w:rPr>
          <w:rFonts w:ascii="Times New Roman" w:hAnsi="Times New Roman" w:cs="Times New Roman"/>
          <w:sz w:val="24"/>
          <w:szCs w:val="24"/>
          <w:lang w:val="sr-Cyrl-RS"/>
        </w:rPr>
      </w:pPr>
      <w:r w:rsidRPr="0097347E">
        <w:rPr>
          <w:rFonts w:ascii="Times New Roman" w:hAnsi="Times New Roman" w:cs="Times New Roman"/>
          <w:sz w:val="24"/>
          <w:szCs w:val="24"/>
          <w:lang w:val="sr-Cyrl-RS"/>
        </w:rPr>
        <w:t>Ч</w:t>
      </w:r>
      <w:r w:rsidR="0038037A" w:rsidRPr="0097347E">
        <w:rPr>
          <w:rFonts w:ascii="Times New Roman" w:hAnsi="Times New Roman" w:cs="Times New Roman"/>
          <w:sz w:val="24"/>
          <w:szCs w:val="24"/>
          <w:lang w:val="sr-Cyrl-RS"/>
        </w:rPr>
        <w:t>лан 8б</w:t>
      </w:r>
    </w:p>
    <w:p w14:paraId="4C76C82E" w14:textId="77777777" w:rsidR="00C82077" w:rsidRPr="0097347E" w:rsidRDefault="00C82077" w:rsidP="00BC57DE">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Инвеститор изградње, односно </w:t>
      </w:r>
      <w:r w:rsidR="00743ECB" w:rsidRPr="0097347E">
        <w:rPr>
          <w:rFonts w:ascii="Times New Roman" w:hAnsi="Times New Roman" w:cs="Times New Roman"/>
          <w:sz w:val="24"/>
          <w:szCs w:val="24"/>
          <w:lang w:val="sr-Cyrl-RS"/>
        </w:rPr>
        <w:t xml:space="preserve">Дирекција </w:t>
      </w:r>
      <w:r w:rsidRPr="0097347E">
        <w:rPr>
          <w:rFonts w:ascii="Times New Roman" w:hAnsi="Times New Roman" w:cs="Times New Roman"/>
          <w:sz w:val="24"/>
          <w:szCs w:val="24"/>
          <w:lang w:val="sr-Cyrl-RS"/>
        </w:rPr>
        <w:t xml:space="preserve">је у обавези да покрене поступак за раскид уговора </w:t>
      </w:r>
      <w:r w:rsidR="00305164" w:rsidRPr="0097347E">
        <w:rPr>
          <w:rFonts w:ascii="Times New Roman" w:hAnsi="Times New Roman" w:cs="Times New Roman"/>
          <w:sz w:val="24"/>
          <w:szCs w:val="24"/>
          <w:lang w:val="sr-Cyrl-RS"/>
        </w:rPr>
        <w:t xml:space="preserve">о куповини стана под повољнијим условима </w:t>
      </w:r>
      <w:r w:rsidRPr="0097347E">
        <w:rPr>
          <w:rFonts w:ascii="Times New Roman" w:hAnsi="Times New Roman" w:cs="Times New Roman"/>
          <w:sz w:val="24"/>
          <w:szCs w:val="24"/>
          <w:lang w:val="sr-Cyrl-RS"/>
        </w:rPr>
        <w:t>из члана 8.</w:t>
      </w:r>
      <w:r w:rsidR="00F77EDA" w:rsidRPr="0097347E">
        <w:rPr>
          <w:rFonts w:ascii="Times New Roman" w:hAnsi="Times New Roman" w:cs="Times New Roman"/>
          <w:sz w:val="24"/>
          <w:szCs w:val="24"/>
          <w:lang w:val="sr-Cyrl-RS"/>
        </w:rPr>
        <w:t xml:space="preserve"> ст</w:t>
      </w:r>
      <w:r w:rsidR="008942D9" w:rsidRPr="0097347E">
        <w:rPr>
          <w:rFonts w:ascii="Times New Roman" w:hAnsi="Times New Roman" w:cs="Times New Roman"/>
          <w:sz w:val="24"/>
          <w:szCs w:val="24"/>
          <w:lang w:val="sr-Cyrl-RS"/>
        </w:rPr>
        <w:t>ав</w:t>
      </w:r>
      <w:r w:rsidR="00DA413A" w:rsidRPr="0097347E">
        <w:rPr>
          <w:rFonts w:ascii="Times New Roman" w:hAnsi="Times New Roman" w:cs="Times New Roman"/>
          <w:sz w:val="24"/>
          <w:szCs w:val="24"/>
          <w:lang w:val="sr-Cyrl-RS"/>
        </w:rPr>
        <w:t xml:space="preserve"> 4.</w:t>
      </w:r>
      <w:r w:rsidRPr="0097347E">
        <w:rPr>
          <w:rFonts w:ascii="Times New Roman" w:hAnsi="Times New Roman" w:cs="Times New Roman"/>
          <w:sz w:val="24"/>
          <w:szCs w:val="24"/>
          <w:lang w:val="sr-Cyrl-RS"/>
        </w:rPr>
        <w:t xml:space="preserve"> овог закона ако:</w:t>
      </w:r>
    </w:p>
    <w:p w14:paraId="03EA5D43" w14:textId="77777777" w:rsidR="00C82077" w:rsidRPr="0097347E" w:rsidRDefault="00C82077" w:rsidP="00BC57DE">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лицу из члана 1. став 1. овог закона  престане држављанство Републике Србије у року од десет година од дана закључења уговора о куповини стана;</w:t>
      </w:r>
    </w:p>
    <w:p w14:paraId="510890EE" w14:textId="77777777" w:rsidR="00C82077" w:rsidRPr="0097347E" w:rsidRDefault="00C82077" w:rsidP="00BC57DE">
      <w:pPr>
        <w:pStyle w:val="ListParagraph"/>
        <w:numPr>
          <w:ilvl w:val="0"/>
          <w:numId w:val="1"/>
        </w:numPr>
        <w:tabs>
          <w:tab w:val="left" w:pos="993"/>
        </w:tabs>
        <w:ind w:left="0" w:firstLine="709"/>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се накнадно утврди да је лице из члана 1. став 1. овог закона или члан његовог породичног домаћинства, после ступања на снагу овог закона, отуђио стан или породичну стамбену зграду коју је имао у својини на територији Републике Србије, као и на територији бивших република СФРЈ;</w:t>
      </w:r>
    </w:p>
    <w:p w14:paraId="50ACE023" w14:textId="77777777" w:rsidR="00C82077" w:rsidRPr="0097347E" w:rsidRDefault="00C82077" w:rsidP="00BC57DE">
      <w:pPr>
        <w:pStyle w:val="ListParagraph"/>
        <w:numPr>
          <w:ilvl w:val="0"/>
          <w:numId w:val="1"/>
        </w:numPr>
        <w:tabs>
          <w:tab w:val="left" w:pos="993"/>
        </w:tabs>
        <w:ind w:left="0" w:firstLine="709"/>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лице из члана 1. став 1. овог закона не плати прву рату купопродајне цене или после исплате прве рате не плати две узастопне рате купопродајне цене;</w:t>
      </w:r>
    </w:p>
    <w:p w14:paraId="131F8B37" w14:textId="77777777" w:rsidR="00C82077" w:rsidRPr="0097347E" w:rsidRDefault="00C82077" w:rsidP="00BC57DE">
      <w:pPr>
        <w:pStyle w:val="ListParagraph"/>
        <w:numPr>
          <w:ilvl w:val="0"/>
          <w:numId w:val="1"/>
        </w:numPr>
        <w:tabs>
          <w:tab w:val="left" w:pos="993"/>
        </w:tabs>
        <w:ind w:left="0" w:firstLine="709"/>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лице из члана 1. став 1. овог закона у току трајања купопродајног уговора одустане од тог уговора;</w:t>
      </w:r>
    </w:p>
    <w:p w14:paraId="3C2C710E" w14:textId="77777777" w:rsidR="00C82077" w:rsidRPr="0097347E" w:rsidRDefault="00C82077" w:rsidP="00BC57DE">
      <w:pPr>
        <w:pStyle w:val="ListParagraph"/>
        <w:numPr>
          <w:ilvl w:val="0"/>
          <w:numId w:val="1"/>
        </w:numPr>
        <w:tabs>
          <w:tab w:val="left" w:pos="993"/>
        </w:tabs>
        <w:ind w:left="0" w:firstLine="709"/>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се накнадно утврди да је лице из члана 1. став 1. овог закона у тренутку закључења купопродајног уговора имало у својини стан или породичну стамбену зграду;</w:t>
      </w:r>
    </w:p>
    <w:p w14:paraId="0FFA0925" w14:textId="77777777" w:rsidR="00C82077" w:rsidRPr="0097347E" w:rsidRDefault="00C82077" w:rsidP="00BC57DE">
      <w:pPr>
        <w:pStyle w:val="ListParagraph"/>
        <w:numPr>
          <w:ilvl w:val="0"/>
          <w:numId w:val="1"/>
        </w:numPr>
        <w:tabs>
          <w:tab w:val="left" w:pos="993"/>
        </w:tabs>
        <w:ind w:left="0" w:firstLine="709"/>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се утврди да се стан даје у закуп трећем лицу;</w:t>
      </w:r>
    </w:p>
    <w:p w14:paraId="063D88DE" w14:textId="77777777" w:rsidR="00C82077" w:rsidRPr="0097347E" w:rsidRDefault="00C82077" w:rsidP="00BC57DE">
      <w:pPr>
        <w:pStyle w:val="ListParagraph"/>
        <w:numPr>
          <w:ilvl w:val="0"/>
          <w:numId w:val="1"/>
        </w:numPr>
        <w:tabs>
          <w:tab w:val="left" w:pos="993"/>
        </w:tabs>
        <w:ind w:left="0" w:firstLine="709"/>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се утврди да се у </w:t>
      </w:r>
      <w:r w:rsidR="00352B3A" w:rsidRPr="0097347E">
        <w:rPr>
          <w:rFonts w:ascii="Times New Roman" w:hAnsi="Times New Roman" w:cs="Times New Roman"/>
          <w:sz w:val="24"/>
          <w:szCs w:val="24"/>
          <w:lang w:val="sr-Cyrl-RS"/>
        </w:rPr>
        <w:t>стану обавља привредна делат</w:t>
      </w:r>
      <w:r w:rsidR="00C76A6B" w:rsidRPr="0097347E">
        <w:rPr>
          <w:rFonts w:ascii="Times New Roman" w:hAnsi="Times New Roman" w:cs="Times New Roman"/>
          <w:sz w:val="24"/>
          <w:szCs w:val="24"/>
          <w:lang w:val="sr-Cyrl-RS"/>
        </w:rPr>
        <w:t>н</w:t>
      </w:r>
      <w:r w:rsidR="00352B3A" w:rsidRPr="0097347E">
        <w:rPr>
          <w:rFonts w:ascii="Times New Roman" w:hAnsi="Times New Roman" w:cs="Times New Roman"/>
          <w:sz w:val="24"/>
          <w:szCs w:val="24"/>
          <w:lang w:val="sr-Cyrl-RS"/>
        </w:rPr>
        <w:t>ост;</w:t>
      </w:r>
    </w:p>
    <w:p w14:paraId="01B85783" w14:textId="77777777" w:rsidR="00352B3A" w:rsidRPr="0097347E" w:rsidRDefault="00352B3A" w:rsidP="00BC57DE">
      <w:pPr>
        <w:pStyle w:val="ListParagraph"/>
        <w:numPr>
          <w:ilvl w:val="0"/>
          <w:numId w:val="1"/>
        </w:numPr>
        <w:tabs>
          <w:tab w:val="left" w:pos="993"/>
        </w:tabs>
        <w:ind w:left="0" w:firstLine="709"/>
        <w:jc w:val="both"/>
        <w:rPr>
          <w:rFonts w:ascii="Times New Roman" w:eastAsia="Times New Roman" w:hAnsi="Times New Roman" w:cs="Times New Roman"/>
          <w:sz w:val="24"/>
          <w:szCs w:val="24"/>
          <w:lang w:val="sr-Cyrl-RS"/>
        </w:rPr>
      </w:pPr>
      <w:r w:rsidRPr="0097347E">
        <w:rPr>
          <w:rFonts w:ascii="Times New Roman" w:eastAsia="Times New Roman" w:hAnsi="Times New Roman" w:cs="Times New Roman"/>
          <w:sz w:val="24"/>
          <w:szCs w:val="24"/>
          <w:lang w:val="sr-Cyrl-RS"/>
        </w:rPr>
        <w:t xml:space="preserve">се утврди да </w:t>
      </w:r>
      <w:r w:rsidR="008248A5" w:rsidRPr="0097347E">
        <w:rPr>
          <w:rFonts w:ascii="Times New Roman" w:eastAsia="Times New Roman" w:hAnsi="Times New Roman" w:cs="Times New Roman"/>
          <w:sz w:val="24"/>
          <w:szCs w:val="24"/>
          <w:lang w:val="sr-Cyrl-RS"/>
        </w:rPr>
        <w:t xml:space="preserve">припадник снага безбедности </w:t>
      </w:r>
      <w:r w:rsidRPr="0097347E">
        <w:rPr>
          <w:rFonts w:ascii="Times New Roman" w:eastAsia="Times New Roman" w:hAnsi="Times New Roman" w:cs="Times New Roman"/>
          <w:sz w:val="24"/>
          <w:szCs w:val="24"/>
          <w:lang w:val="sr-Cyrl-RS"/>
        </w:rPr>
        <w:t>дозвољава коришћење стана лицима која нису чланови породичног домаћинства власника стана у смислу овог закона</w:t>
      </w:r>
      <w:r w:rsidR="009375A1" w:rsidRPr="0097347E">
        <w:rPr>
          <w:rFonts w:ascii="Times New Roman" w:eastAsia="Times New Roman" w:hAnsi="Times New Roman" w:cs="Times New Roman"/>
          <w:sz w:val="24"/>
          <w:szCs w:val="24"/>
          <w:lang w:val="sr-Cyrl-RS"/>
        </w:rPr>
        <w:t>;</w:t>
      </w:r>
    </w:p>
    <w:p w14:paraId="1801EC2C" w14:textId="77777777" w:rsidR="009375A1" w:rsidRPr="0097347E" w:rsidRDefault="009375A1" w:rsidP="005115AE">
      <w:pPr>
        <w:pStyle w:val="ListParagraph"/>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RS"/>
        </w:rPr>
      </w:pPr>
      <w:r w:rsidRPr="0097347E">
        <w:rPr>
          <w:rFonts w:ascii="Times New Roman" w:eastAsia="Times New Roman" w:hAnsi="Times New Roman" w:cs="Times New Roman"/>
          <w:sz w:val="24"/>
          <w:szCs w:val="24"/>
          <w:lang w:val="sr-Cyrl-RS"/>
        </w:rPr>
        <w:lastRenderedPageBreak/>
        <w:t>се утврди да припадник снага безбедности није исплатио разл</w:t>
      </w:r>
      <w:r w:rsidR="00CB43CC" w:rsidRPr="0097347E">
        <w:rPr>
          <w:rFonts w:ascii="Times New Roman" w:eastAsia="Times New Roman" w:hAnsi="Times New Roman" w:cs="Times New Roman"/>
          <w:sz w:val="24"/>
          <w:szCs w:val="24"/>
          <w:lang w:val="sr-Cyrl-RS"/>
        </w:rPr>
        <w:t>и</w:t>
      </w:r>
      <w:r w:rsidRPr="0097347E">
        <w:rPr>
          <w:rFonts w:ascii="Times New Roman" w:eastAsia="Times New Roman" w:hAnsi="Times New Roman" w:cs="Times New Roman"/>
          <w:sz w:val="24"/>
          <w:szCs w:val="24"/>
          <w:lang w:val="sr-Cyrl-RS"/>
        </w:rPr>
        <w:t xml:space="preserve">ку између уговорене цене и тржишне вредности стана. </w:t>
      </w:r>
    </w:p>
    <w:p w14:paraId="1CCE1494" w14:textId="46D501D6" w:rsidR="00352B3A" w:rsidRPr="0097347E" w:rsidRDefault="00352B3A" w:rsidP="005115AE">
      <w:pPr>
        <w:spacing w:after="0" w:line="240" w:lineRule="auto"/>
        <w:ind w:firstLine="709"/>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Уколико се утврди да власник стана издаје стан, користи га за обављање привредне делатности или дозвољава коришћење стан</w:t>
      </w:r>
      <w:r w:rsidR="001408AE" w:rsidRPr="0097347E">
        <w:rPr>
          <w:rFonts w:ascii="Times New Roman" w:hAnsi="Times New Roman" w:cs="Times New Roman"/>
          <w:sz w:val="24"/>
          <w:szCs w:val="24"/>
          <w:lang w:val="sr-Cyrl-RS"/>
        </w:rPr>
        <w:t>а</w:t>
      </w:r>
      <w:r w:rsidRPr="0097347E">
        <w:rPr>
          <w:rFonts w:ascii="Times New Roman" w:hAnsi="Times New Roman" w:cs="Times New Roman"/>
          <w:sz w:val="24"/>
          <w:szCs w:val="24"/>
          <w:lang w:val="sr-Cyrl-RS"/>
        </w:rPr>
        <w:t xml:space="preserve"> лицима која нису чланови породичног домаћинства власника стана у смислу овог закона, пре покретања поступка раскида уговора, власнику с</w:t>
      </w:r>
      <w:r w:rsidR="003903A4" w:rsidRPr="0097347E">
        <w:rPr>
          <w:rFonts w:ascii="Times New Roman" w:hAnsi="Times New Roman" w:cs="Times New Roman"/>
          <w:sz w:val="24"/>
          <w:szCs w:val="24"/>
          <w:lang w:val="sr-Cyrl-RS"/>
        </w:rPr>
        <w:t xml:space="preserve">тана мора бити упућена опомена. </w:t>
      </w:r>
      <w:r w:rsidR="0058345D" w:rsidRPr="0097347E">
        <w:rPr>
          <w:rFonts w:ascii="Times New Roman" w:hAnsi="Times New Roman" w:cs="Times New Roman"/>
          <w:sz w:val="24"/>
          <w:szCs w:val="24"/>
          <w:lang w:val="sr-Cyrl-RS"/>
        </w:rPr>
        <w:t>Ако</w:t>
      </w:r>
      <w:r w:rsidR="003903A4" w:rsidRPr="0097347E">
        <w:rPr>
          <w:rFonts w:ascii="Times New Roman" w:hAnsi="Times New Roman" w:cs="Times New Roman"/>
          <w:sz w:val="24"/>
          <w:szCs w:val="24"/>
          <w:lang w:val="sr-Cyrl-RS"/>
        </w:rPr>
        <w:t xml:space="preserve"> власник стана</w:t>
      </w:r>
      <w:r w:rsidRPr="0097347E">
        <w:rPr>
          <w:rFonts w:ascii="Times New Roman" w:hAnsi="Times New Roman" w:cs="Times New Roman"/>
          <w:sz w:val="24"/>
          <w:szCs w:val="24"/>
          <w:lang w:val="sr-Cyrl-RS"/>
        </w:rPr>
        <w:t xml:space="preserve"> настави да користи стан на наведени начин, покренуће се поступак раскида уговора</w:t>
      </w:r>
      <w:r w:rsidR="001408AE" w:rsidRPr="0097347E">
        <w:rPr>
          <w:rFonts w:ascii="Times New Roman" w:hAnsi="Times New Roman" w:cs="Times New Roman"/>
          <w:sz w:val="24"/>
          <w:szCs w:val="24"/>
          <w:lang w:val="sr-Cyrl-RS"/>
        </w:rPr>
        <w:t>.</w:t>
      </w:r>
      <w:r w:rsidR="0095392B" w:rsidRPr="0097347E">
        <w:rPr>
          <w:rFonts w:ascii="Times New Roman" w:eastAsia="Calibri" w:hAnsi="Times New Roman" w:cs="Times New Roman"/>
          <w:sz w:val="24"/>
          <w:szCs w:val="24"/>
          <w:lang w:val="sr-Cyrl-RS"/>
        </w:rPr>
        <w:t>”</w:t>
      </w:r>
    </w:p>
    <w:p w14:paraId="28F82BE9" w14:textId="77777777" w:rsidR="005115AE" w:rsidRPr="0097347E" w:rsidRDefault="005115AE" w:rsidP="005115AE">
      <w:pPr>
        <w:spacing w:after="0" w:line="240" w:lineRule="auto"/>
        <w:ind w:firstLine="360"/>
        <w:jc w:val="both"/>
        <w:rPr>
          <w:rFonts w:ascii="Times New Roman" w:hAnsi="Times New Roman" w:cs="Times New Roman"/>
          <w:sz w:val="24"/>
          <w:szCs w:val="24"/>
          <w:lang w:val="sr-Cyrl-RS"/>
        </w:rPr>
      </w:pPr>
    </w:p>
    <w:p w14:paraId="53B961AF" w14:textId="77777777" w:rsidR="00C82077" w:rsidRPr="0097347E" w:rsidRDefault="00C82077" w:rsidP="005115AE">
      <w:pPr>
        <w:spacing w:after="0" w:line="240" w:lineRule="auto"/>
        <w:jc w:val="center"/>
        <w:rPr>
          <w:rFonts w:ascii="Times New Roman" w:hAnsi="Times New Roman" w:cs="Times New Roman"/>
          <w:sz w:val="24"/>
          <w:szCs w:val="24"/>
          <w:lang w:val="sr-Cyrl-RS"/>
        </w:rPr>
      </w:pPr>
      <w:r w:rsidRPr="0097347E">
        <w:rPr>
          <w:rFonts w:ascii="Times New Roman" w:hAnsi="Times New Roman" w:cs="Times New Roman"/>
          <w:sz w:val="24"/>
          <w:szCs w:val="24"/>
          <w:lang w:val="sr-Cyrl-RS"/>
        </w:rPr>
        <w:t>Члан 3.</w:t>
      </w:r>
    </w:p>
    <w:p w14:paraId="09E560D3" w14:textId="77777777" w:rsidR="00C82077" w:rsidRPr="0097347E" w:rsidRDefault="00EC7468" w:rsidP="005115AE">
      <w:pPr>
        <w:spacing w:after="0" w:line="240" w:lineRule="auto"/>
        <w:ind w:firstLine="720"/>
        <w:jc w:val="both"/>
        <w:rPr>
          <w:rFonts w:ascii="Times New Roman" w:eastAsia="Calibri" w:hAnsi="Times New Roman" w:cs="Times New Roman"/>
          <w:sz w:val="24"/>
          <w:szCs w:val="24"/>
          <w:lang w:val="sr-Cyrl-RS"/>
        </w:rPr>
      </w:pPr>
      <w:r w:rsidRPr="0097347E">
        <w:rPr>
          <w:rFonts w:ascii="Times New Roman" w:eastAsia="Calibri" w:hAnsi="Times New Roman" w:cs="Times New Roman"/>
          <w:sz w:val="24"/>
          <w:szCs w:val="24"/>
          <w:lang w:val="sr-Cyrl-RS"/>
        </w:rPr>
        <w:t>У члану 2</w:t>
      </w:r>
      <w:r w:rsidR="00760C1B" w:rsidRPr="0097347E">
        <w:rPr>
          <w:rFonts w:ascii="Times New Roman" w:eastAsia="Calibri" w:hAnsi="Times New Roman" w:cs="Times New Roman"/>
          <w:sz w:val="24"/>
          <w:szCs w:val="24"/>
          <w:lang w:val="sr-Cyrl-RS"/>
        </w:rPr>
        <w:t>5. после става 1. додаје се</w:t>
      </w:r>
      <w:r w:rsidR="0038037A" w:rsidRPr="0097347E">
        <w:rPr>
          <w:rFonts w:ascii="Times New Roman" w:eastAsia="Calibri" w:hAnsi="Times New Roman" w:cs="Times New Roman"/>
          <w:sz w:val="24"/>
          <w:szCs w:val="24"/>
          <w:lang w:val="sr-Cyrl-RS"/>
        </w:rPr>
        <w:t xml:space="preserve"> став 2,</w:t>
      </w:r>
      <w:r w:rsidRPr="0097347E">
        <w:rPr>
          <w:rFonts w:ascii="Times New Roman" w:eastAsia="Calibri" w:hAnsi="Times New Roman" w:cs="Times New Roman"/>
          <w:sz w:val="24"/>
          <w:szCs w:val="24"/>
          <w:lang w:val="sr-Cyrl-RS"/>
        </w:rPr>
        <w:t xml:space="preserve"> који гласи:</w:t>
      </w:r>
    </w:p>
    <w:p w14:paraId="3FC047DC" w14:textId="06DC5B20" w:rsidR="00EC7468" w:rsidRPr="0097347E" w:rsidRDefault="000C64B6" w:rsidP="005115AE">
      <w:pPr>
        <w:spacing w:after="0" w:line="240" w:lineRule="auto"/>
        <w:ind w:firstLine="720"/>
        <w:jc w:val="both"/>
        <w:rPr>
          <w:rFonts w:ascii="Times New Roman" w:eastAsia="Calibri" w:hAnsi="Times New Roman" w:cs="Times New Roman"/>
          <w:sz w:val="24"/>
          <w:szCs w:val="24"/>
          <w:lang w:val="sr-Cyrl-RS"/>
        </w:rPr>
      </w:pPr>
      <w:r w:rsidRPr="0097347E">
        <w:rPr>
          <w:rFonts w:ascii="Times New Roman" w:eastAsia="Calibri" w:hAnsi="Times New Roman" w:cs="Times New Roman"/>
          <w:sz w:val="24"/>
          <w:szCs w:val="24"/>
          <w:lang w:val="sr-Cyrl-RS"/>
        </w:rPr>
        <w:t>„Контролу</w:t>
      </w:r>
      <w:r w:rsidR="0038037A" w:rsidRPr="0097347E">
        <w:rPr>
          <w:rFonts w:ascii="Times New Roman" w:eastAsia="Calibri" w:hAnsi="Times New Roman" w:cs="Times New Roman"/>
          <w:sz w:val="24"/>
          <w:szCs w:val="24"/>
          <w:lang w:val="sr-Cyrl-RS"/>
        </w:rPr>
        <w:t xml:space="preserve"> коришћења станова врши</w:t>
      </w:r>
      <w:r w:rsidR="00EC7468" w:rsidRPr="0097347E">
        <w:rPr>
          <w:rFonts w:ascii="Times New Roman" w:eastAsia="Calibri" w:hAnsi="Times New Roman" w:cs="Times New Roman"/>
          <w:sz w:val="24"/>
          <w:szCs w:val="24"/>
          <w:lang w:val="sr-Cyrl-RS"/>
        </w:rPr>
        <w:t>ће инвеститор изградње</w:t>
      </w:r>
      <w:r w:rsidR="0097347E">
        <w:rPr>
          <w:rFonts w:ascii="Times New Roman" w:eastAsia="Calibri" w:hAnsi="Times New Roman" w:cs="Times New Roman"/>
          <w:sz w:val="24"/>
          <w:szCs w:val="24"/>
          <w:lang w:val="sr-Cyrl-RS"/>
        </w:rPr>
        <w:t xml:space="preserve"> </w:t>
      </w:r>
      <w:r w:rsidR="00EC7468" w:rsidRPr="0097347E">
        <w:rPr>
          <w:rFonts w:ascii="Times New Roman" w:eastAsia="Calibri" w:hAnsi="Times New Roman" w:cs="Times New Roman"/>
          <w:sz w:val="24"/>
          <w:szCs w:val="24"/>
          <w:lang w:val="sr-Cyrl-RS"/>
        </w:rPr>
        <w:t xml:space="preserve">односно </w:t>
      </w:r>
      <w:r w:rsidR="00CA2A92" w:rsidRPr="0097347E">
        <w:rPr>
          <w:rFonts w:ascii="Times New Roman" w:eastAsia="Calibri" w:hAnsi="Times New Roman" w:cs="Times New Roman"/>
          <w:sz w:val="24"/>
          <w:szCs w:val="24"/>
          <w:lang w:val="sr-Cyrl-RS"/>
        </w:rPr>
        <w:t>Д</w:t>
      </w:r>
      <w:r w:rsidR="00EC7468" w:rsidRPr="0097347E">
        <w:rPr>
          <w:rFonts w:ascii="Times New Roman" w:eastAsia="Calibri" w:hAnsi="Times New Roman" w:cs="Times New Roman"/>
          <w:sz w:val="24"/>
          <w:szCs w:val="24"/>
          <w:lang w:val="sr-Cyrl-RS"/>
        </w:rPr>
        <w:t>ирекција најмање једном у току календарске године</w:t>
      </w:r>
      <w:r w:rsidRPr="0097347E">
        <w:rPr>
          <w:rFonts w:ascii="Times New Roman" w:eastAsia="Calibri" w:hAnsi="Times New Roman" w:cs="Times New Roman"/>
          <w:sz w:val="24"/>
          <w:szCs w:val="24"/>
          <w:lang w:val="sr-Cyrl-RS"/>
        </w:rPr>
        <w:t>, у складу са законом</w:t>
      </w:r>
      <w:r w:rsidR="00EC7468" w:rsidRPr="0097347E">
        <w:rPr>
          <w:rFonts w:ascii="Times New Roman" w:eastAsia="Calibri" w:hAnsi="Times New Roman" w:cs="Times New Roman"/>
          <w:sz w:val="24"/>
          <w:szCs w:val="24"/>
          <w:lang w:val="sr-Cyrl-RS"/>
        </w:rPr>
        <w:t>.</w:t>
      </w:r>
      <w:r w:rsidR="00760C1B" w:rsidRPr="0097347E">
        <w:rPr>
          <w:rFonts w:ascii="Times New Roman" w:eastAsia="Calibri" w:hAnsi="Times New Roman" w:cs="Times New Roman"/>
          <w:sz w:val="24"/>
          <w:szCs w:val="24"/>
          <w:lang w:val="sr-Cyrl-RS"/>
        </w:rPr>
        <w:t xml:space="preserve">” </w:t>
      </w:r>
    </w:p>
    <w:p w14:paraId="4E918828" w14:textId="77777777" w:rsidR="005115AE" w:rsidRPr="0097347E" w:rsidRDefault="005115AE" w:rsidP="005115AE">
      <w:pPr>
        <w:spacing w:after="0" w:line="240" w:lineRule="auto"/>
        <w:ind w:firstLine="720"/>
        <w:jc w:val="both"/>
        <w:rPr>
          <w:rFonts w:ascii="Times New Roman" w:eastAsia="Calibri" w:hAnsi="Times New Roman" w:cs="Times New Roman"/>
          <w:sz w:val="24"/>
          <w:szCs w:val="24"/>
          <w:lang w:val="sr-Cyrl-RS"/>
        </w:rPr>
      </w:pPr>
    </w:p>
    <w:p w14:paraId="40213A14" w14:textId="77777777" w:rsidR="00C82077" w:rsidRPr="0097347E" w:rsidRDefault="00C82077" w:rsidP="00DC695C">
      <w:pPr>
        <w:spacing w:after="0" w:line="240" w:lineRule="auto"/>
        <w:jc w:val="center"/>
        <w:rPr>
          <w:rFonts w:ascii="Times New Roman" w:eastAsia="Calibri" w:hAnsi="Times New Roman" w:cs="Times New Roman"/>
          <w:sz w:val="24"/>
          <w:szCs w:val="24"/>
          <w:lang w:val="sr-Cyrl-RS"/>
        </w:rPr>
      </w:pPr>
      <w:r w:rsidRPr="0097347E">
        <w:rPr>
          <w:rFonts w:ascii="Times New Roman" w:eastAsia="Calibri" w:hAnsi="Times New Roman" w:cs="Times New Roman"/>
          <w:sz w:val="24"/>
          <w:szCs w:val="24"/>
          <w:lang w:val="sr-Cyrl-RS"/>
        </w:rPr>
        <w:t>Члан 4.</w:t>
      </w:r>
    </w:p>
    <w:p w14:paraId="55BDD90C" w14:textId="42A91FA6" w:rsidR="00BB20E6" w:rsidRPr="0097347E" w:rsidRDefault="005A2744" w:rsidP="00E5774C">
      <w:pPr>
        <w:spacing w:after="0" w:line="240" w:lineRule="auto"/>
        <w:ind w:firstLine="72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 xml:space="preserve">Поступци </w:t>
      </w:r>
      <w:r w:rsidR="00BB20E6" w:rsidRPr="0097347E">
        <w:rPr>
          <w:rFonts w:ascii="Times New Roman" w:hAnsi="Times New Roman" w:cs="Times New Roman"/>
          <w:sz w:val="24"/>
          <w:szCs w:val="24"/>
          <w:lang w:val="sr-Cyrl-RS"/>
        </w:rPr>
        <w:t>који до дана ст</w:t>
      </w:r>
      <w:r w:rsidR="00386E89" w:rsidRPr="0097347E">
        <w:rPr>
          <w:rFonts w:ascii="Times New Roman" w:hAnsi="Times New Roman" w:cs="Times New Roman"/>
          <w:sz w:val="24"/>
          <w:szCs w:val="24"/>
          <w:lang w:val="sr-Cyrl-RS"/>
        </w:rPr>
        <w:t>у</w:t>
      </w:r>
      <w:r w:rsidR="00BB20E6" w:rsidRPr="0097347E">
        <w:rPr>
          <w:rFonts w:ascii="Times New Roman" w:hAnsi="Times New Roman" w:cs="Times New Roman"/>
          <w:sz w:val="24"/>
          <w:szCs w:val="24"/>
          <w:lang w:val="sr-Cyrl-RS"/>
        </w:rPr>
        <w:t xml:space="preserve">пања на снагу овог закона нису окончани окончаће се у складу са Правилником о условима под којима се врши раскид купопродајног уговора, као и начину утврђивања и исплате тржишне цене преостале вредности стана за припаднике снага безбедности </w:t>
      </w:r>
      <w:r w:rsidR="00EE1DE0" w:rsidRPr="0097347E">
        <w:rPr>
          <w:rFonts w:ascii="Times New Roman" w:hAnsi="Times New Roman" w:cs="Times New Roman"/>
          <w:sz w:val="24"/>
          <w:szCs w:val="24"/>
          <w:lang w:val="sr-Cyrl-RS"/>
        </w:rPr>
        <w:t>(„Службени гласник РС”, број</w:t>
      </w:r>
      <w:r w:rsidR="00BC57DE" w:rsidRPr="0097347E">
        <w:rPr>
          <w:rFonts w:ascii="Times New Roman" w:hAnsi="Times New Roman" w:cs="Times New Roman"/>
          <w:sz w:val="24"/>
          <w:szCs w:val="24"/>
          <w:lang w:val="sr-Cyrl-RS"/>
        </w:rPr>
        <w:t xml:space="preserve"> </w:t>
      </w:r>
      <w:r w:rsidR="00EE1DE0" w:rsidRPr="0097347E">
        <w:rPr>
          <w:rFonts w:ascii="Times New Roman" w:hAnsi="Times New Roman" w:cs="Times New Roman"/>
          <w:sz w:val="24"/>
          <w:szCs w:val="24"/>
          <w:lang w:val="sr-Cyrl-RS"/>
        </w:rPr>
        <w:t>7/20</w:t>
      </w:r>
      <w:r w:rsidR="00BB20E6" w:rsidRPr="0097347E">
        <w:rPr>
          <w:rFonts w:ascii="Times New Roman" w:hAnsi="Times New Roman" w:cs="Times New Roman"/>
          <w:sz w:val="24"/>
          <w:szCs w:val="24"/>
          <w:lang w:val="sr-Cyrl-RS"/>
        </w:rPr>
        <w:t>)</w:t>
      </w:r>
      <w:r w:rsidR="00305164" w:rsidRPr="0097347E">
        <w:rPr>
          <w:rFonts w:ascii="Times New Roman" w:hAnsi="Times New Roman" w:cs="Times New Roman"/>
          <w:sz w:val="24"/>
          <w:szCs w:val="24"/>
          <w:lang w:val="sr-Cyrl-RS"/>
        </w:rPr>
        <w:t>.</w:t>
      </w:r>
    </w:p>
    <w:p w14:paraId="6F3C7BA5" w14:textId="77777777" w:rsidR="005A2744" w:rsidRPr="0097347E" w:rsidRDefault="005A2744" w:rsidP="00DC695C">
      <w:pPr>
        <w:spacing w:after="0" w:line="240" w:lineRule="auto"/>
        <w:jc w:val="both"/>
        <w:rPr>
          <w:rFonts w:ascii="Times New Roman" w:hAnsi="Times New Roman" w:cs="Times New Roman"/>
          <w:sz w:val="24"/>
          <w:szCs w:val="24"/>
          <w:lang w:val="sr-Cyrl-RS"/>
        </w:rPr>
      </w:pPr>
    </w:p>
    <w:p w14:paraId="7E60646B" w14:textId="77777777" w:rsidR="00EC7468" w:rsidRPr="0097347E" w:rsidRDefault="00EC7468" w:rsidP="00DC695C">
      <w:pPr>
        <w:spacing w:after="0" w:line="240" w:lineRule="auto"/>
        <w:jc w:val="center"/>
        <w:rPr>
          <w:rFonts w:ascii="Times New Roman" w:hAnsi="Times New Roman" w:cs="Times New Roman"/>
          <w:sz w:val="24"/>
          <w:szCs w:val="24"/>
          <w:lang w:val="sr-Cyrl-RS"/>
        </w:rPr>
      </w:pPr>
      <w:r w:rsidRPr="0097347E">
        <w:rPr>
          <w:rFonts w:ascii="Times New Roman" w:hAnsi="Times New Roman" w:cs="Times New Roman"/>
          <w:sz w:val="24"/>
          <w:szCs w:val="24"/>
          <w:lang w:val="sr-Cyrl-RS"/>
        </w:rPr>
        <w:t>Члан 5.</w:t>
      </w:r>
    </w:p>
    <w:p w14:paraId="52F96A43" w14:textId="77777777" w:rsidR="00B05176" w:rsidRPr="0097347E" w:rsidRDefault="00B05176" w:rsidP="00DC695C">
      <w:pPr>
        <w:spacing w:after="0" w:line="240" w:lineRule="auto"/>
        <w:ind w:firstLine="360"/>
        <w:jc w:val="both"/>
        <w:rPr>
          <w:rFonts w:ascii="Times New Roman" w:hAnsi="Times New Roman" w:cs="Times New Roman"/>
          <w:sz w:val="24"/>
          <w:szCs w:val="24"/>
          <w:lang w:val="sr-Cyrl-RS"/>
        </w:rPr>
      </w:pPr>
      <w:r w:rsidRPr="0097347E">
        <w:rPr>
          <w:rFonts w:ascii="Times New Roman" w:hAnsi="Times New Roman" w:cs="Times New Roman"/>
          <w:sz w:val="24"/>
          <w:szCs w:val="24"/>
          <w:lang w:val="sr-Cyrl-RS"/>
        </w:rPr>
        <w:t>Даном ступања на снагу овог закона, престаје да важи Правилник о условима под којима се врши раскид купопродајног уговора, као и начину утврђивања и исплате тржишне цене преостале вредности стана за припаднике снага безбед</w:t>
      </w:r>
      <w:r w:rsidR="00CA252F" w:rsidRPr="0097347E">
        <w:rPr>
          <w:rFonts w:ascii="Times New Roman" w:hAnsi="Times New Roman" w:cs="Times New Roman"/>
          <w:sz w:val="24"/>
          <w:szCs w:val="24"/>
          <w:lang w:val="sr-Cyrl-RS"/>
        </w:rPr>
        <w:t>ности („Службени</w:t>
      </w:r>
      <w:r w:rsidR="00DC695C" w:rsidRPr="0097347E">
        <w:rPr>
          <w:rFonts w:ascii="Times New Roman" w:hAnsi="Times New Roman" w:cs="Times New Roman"/>
          <w:sz w:val="24"/>
          <w:szCs w:val="24"/>
          <w:lang w:val="sr-Cyrl-RS"/>
        </w:rPr>
        <w:t xml:space="preserve"> гласник РС”, број</w:t>
      </w:r>
      <w:r w:rsidR="00CA252F" w:rsidRPr="0097347E">
        <w:rPr>
          <w:rFonts w:ascii="Times New Roman" w:hAnsi="Times New Roman" w:cs="Times New Roman"/>
          <w:sz w:val="24"/>
          <w:szCs w:val="24"/>
          <w:lang w:val="sr-Cyrl-RS"/>
        </w:rPr>
        <w:t xml:space="preserve"> </w:t>
      </w:r>
      <w:r w:rsidR="00DC695C" w:rsidRPr="0097347E">
        <w:rPr>
          <w:rFonts w:ascii="Times New Roman" w:hAnsi="Times New Roman" w:cs="Times New Roman"/>
          <w:sz w:val="24"/>
          <w:szCs w:val="24"/>
          <w:lang w:val="sr-Cyrl-RS"/>
        </w:rPr>
        <w:t>7/</w:t>
      </w:r>
      <w:r w:rsidRPr="0097347E">
        <w:rPr>
          <w:rFonts w:ascii="Times New Roman" w:hAnsi="Times New Roman" w:cs="Times New Roman"/>
          <w:sz w:val="24"/>
          <w:szCs w:val="24"/>
          <w:lang w:val="sr-Cyrl-RS"/>
        </w:rPr>
        <w:t>20)</w:t>
      </w:r>
      <w:r w:rsidR="00DC695C" w:rsidRPr="0097347E">
        <w:rPr>
          <w:rFonts w:ascii="Times New Roman" w:hAnsi="Times New Roman" w:cs="Times New Roman"/>
          <w:sz w:val="24"/>
          <w:szCs w:val="24"/>
          <w:lang w:val="sr-Cyrl-RS"/>
        </w:rPr>
        <w:t>.</w:t>
      </w:r>
    </w:p>
    <w:p w14:paraId="456E5CE3" w14:textId="77777777" w:rsidR="00DC695C" w:rsidRPr="0097347E" w:rsidRDefault="00DC695C" w:rsidP="00DC695C">
      <w:pPr>
        <w:spacing w:after="0" w:line="240" w:lineRule="auto"/>
        <w:ind w:firstLine="360"/>
        <w:jc w:val="both"/>
        <w:rPr>
          <w:rFonts w:ascii="Times New Roman" w:hAnsi="Times New Roman" w:cs="Times New Roman"/>
          <w:sz w:val="24"/>
          <w:szCs w:val="24"/>
          <w:lang w:val="sr-Cyrl-RS"/>
        </w:rPr>
      </w:pPr>
    </w:p>
    <w:p w14:paraId="35EE546C" w14:textId="77777777" w:rsidR="00B05176" w:rsidRPr="0097347E" w:rsidRDefault="00B05176" w:rsidP="00DC695C">
      <w:pPr>
        <w:spacing w:after="0" w:line="240" w:lineRule="auto"/>
        <w:jc w:val="center"/>
        <w:rPr>
          <w:rFonts w:ascii="Times New Roman" w:hAnsi="Times New Roman" w:cs="Times New Roman"/>
          <w:sz w:val="24"/>
          <w:szCs w:val="24"/>
          <w:lang w:val="sr-Cyrl-RS"/>
        </w:rPr>
      </w:pPr>
      <w:r w:rsidRPr="0097347E">
        <w:rPr>
          <w:rFonts w:ascii="Times New Roman" w:hAnsi="Times New Roman" w:cs="Times New Roman"/>
          <w:sz w:val="24"/>
          <w:szCs w:val="24"/>
          <w:lang w:val="sr-Cyrl-RS"/>
        </w:rPr>
        <w:t>Члан 6.</w:t>
      </w:r>
    </w:p>
    <w:p w14:paraId="1329728D" w14:textId="77777777" w:rsidR="00EC7468" w:rsidRPr="0097347E" w:rsidRDefault="00EC7468" w:rsidP="00DC695C">
      <w:pPr>
        <w:spacing w:after="0" w:line="240" w:lineRule="auto"/>
        <w:ind w:firstLine="720"/>
        <w:jc w:val="both"/>
        <w:rPr>
          <w:rFonts w:ascii="Times New Roman" w:eastAsia="Calibri" w:hAnsi="Times New Roman" w:cs="Times New Roman"/>
          <w:sz w:val="24"/>
          <w:szCs w:val="24"/>
          <w:lang w:val="sr-Cyrl-RS"/>
        </w:rPr>
      </w:pPr>
      <w:r w:rsidRPr="0097347E">
        <w:rPr>
          <w:rFonts w:ascii="Times New Roman" w:eastAsia="Calibri" w:hAnsi="Times New Roman" w:cs="Times New Roman"/>
          <w:sz w:val="24"/>
          <w:szCs w:val="24"/>
          <w:lang w:val="sr-Cyrl-RS"/>
        </w:rPr>
        <w:t>Овај закон ступа на снагу наредн</w:t>
      </w:r>
      <w:r w:rsidR="00E5774C" w:rsidRPr="0097347E">
        <w:rPr>
          <w:rFonts w:ascii="Times New Roman" w:eastAsia="Calibri" w:hAnsi="Times New Roman" w:cs="Times New Roman"/>
          <w:sz w:val="24"/>
          <w:szCs w:val="24"/>
          <w:lang w:val="sr-Cyrl-RS"/>
        </w:rPr>
        <w:t>ог дана од дана објављивања у „</w:t>
      </w:r>
      <w:r w:rsidRPr="0097347E">
        <w:rPr>
          <w:rFonts w:ascii="Times New Roman" w:eastAsia="Calibri" w:hAnsi="Times New Roman" w:cs="Times New Roman"/>
          <w:sz w:val="24"/>
          <w:szCs w:val="24"/>
          <w:lang w:val="sr-Cyrl-RS"/>
        </w:rPr>
        <w:t>Служб</w:t>
      </w:r>
      <w:r w:rsidR="00845269" w:rsidRPr="0097347E">
        <w:rPr>
          <w:rFonts w:ascii="Times New Roman" w:eastAsia="Calibri" w:hAnsi="Times New Roman" w:cs="Times New Roman"/>
          <w:sz w:val="24"/>
          <w:szCs w:val="24"/>
          <w:lang w:val="sr-Cyrl-RS"/>
        </w:rPr>
        <w:t>еном гласнику Републике Србије</w:t>
      </w:r>
      <w:r w:rsidR="00E5774C" w:rsidRPr="0097347E">
        <w:rPr>
          <w:rFonts w:ascii="Times New Roman" w:eastAsia="Calibri" w:hAnsi="Times New Roman" w:cs="Times New Roman"/>
          <w:sz w:val="24"/>
          <w:szCs w:val="24"/>
          <w:lang w:val="sr-Cyrl-RS"/>
        </w:rPr>
        <w:t>”</w:t>
      </w:r>
      <w:r w:rsidRPr="0097347E">
        <w:rPr>
          <w:rFonts w:ascii="Times New Roman" w:eastAsia="Calibri" w:hAnsi="Times New Roman" w:cs="Times New Roman"/>
          <w:sz w:val="24"/>
          <w:szCs w:val="24"/>
          <w:lang w:val="sr-Cyrl-RS"/>
        </w:rPr>
        <w:t>.</w:t>
      </w:r>
    </w:p>
    <w:p w14:paraId="381C515B" w14:textId="77777777" w:rsidR="00C82077" w:rsidRPr="0097347E" w:rsidRDefault="00C82077" w:rsidP="00C82077">
      <w:pPr>
        <w:ind w:firstLine="720"/>
        <w:jc w:val="both"/>
        <w:rPr>
          <w:rFonts w:ascii="Times New Roman" w:hAnsi="Times New Roman" w:cs="Times New Roman"/>
          <w:sz w:val="24"/>
          <w:szCs w:val="24"/>
          <w:lang w:val="sr-Cyrl-RS"/>
        </w:rPr>
      </w:pPr>
    </w:p>
    <w:sectPr w:rsidR="00C82077" w:rsidRPr="0097347E" w:rsidSect="0038037A">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BDFE3" w14:textId="77777777" w:rsidR="005546AB" w:rsidRDefault="005546AB" w:rsidP="0038037A">
      <w:pPr>
        <w:spacing w:after="0" w:line="240" w:lineRule="auto"/>
      </w:pPr>
      <w:r>
        <w:separator/>
      </w:r>
    </w:p>
  </w:endnote>
  <w:endnote w:type="continuationSeparator" w:id="0">
    <w:p w14:paraId="16DE19B5" w14:textId="77777777" w:rsidR="005546AB" w:rsidRDefault="005546AB" w:rsidP="00380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0691310"/>
      <w:docPartObj>
        <w:docPartGallery w:val="Page Numbers (Bottom of Page)"/>
        <w:docPartUnique/>
      </w:docPartObj>
    </w:sdtPr>
    <w:sdtEndPr>
      <w:rPr>
        <w:noProof/>
      </w:rPr>
    </w:sdtEndPr>
    <w:sdtContent>
      <w:p w14:paraId="4CDE1C74" w14:textId="77777777" w:rsidR="0038037A" w:rsidRDefault="0038037A">
        <w:pPr>
          <w:pStyle w:val="Footer"/>
          <w:jc w:val="center"/>
        </w:pPr>
        <w:r>
          <w:fldChar w:fldCharType="begin"/>
        </w:r>
        <w:r>
          <w:instrText xml:space="preserve"> PAGE   \* MERGEFORMAT </w:instrText>
        </w:r>
        <w:r>
          <w:fldChar w:fldCharType="separate"/>
        </w:r>
        <w:r w:rsidR="00845269">
          <w:rPr>
            <w:noProof/>
          </w:rPr>
          <w:t>4</w:t>
        </w:r>
        <w:r>
          <w:rPr>
            <w:noProof/>
          </w:rPr>
          <w:fldChar w:fldCharType="end"/>
        </w:r>
      </w:p>
    </w:sdtContent>
  </w:sdt>
  <w:p w14:paraId="7FF67DC8" w14:textId="77777777" w:rsidR="0038037A" w:rsidRDefault="00380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57106" w14:textId="77777777" w:rsidR="005546AB" w:rsidRDefault="005546AB" w:rsidP="0038037A">
      <w:pPr>
        <w:spacing w:after="0" w:line="240" w:lineRule="auto"/>
      </w:pPr>
      <w:r>
        <w:separator/>
      </w:r>
    </w:p>
  </w:footnote>
  <w:footnote w:type="continuationSeparator" w:id="0">
    <w:p w14:paraId="4E934EF1" w14:textId="77777777" w:rsidR="005546AB" w:rsidRDefault="005546AB" w:rsidP="00380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33FBF"/>
    <w:multiLevelType w:val="hybridMultilevel"/>
    <w:tmpl w:val="BC48A298"/>
    <w:lvl w:ilvl="0" w:tplc="F05460B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78453895"/>
    <w:multiLevelType w:val="hybridMultilevel"/>
    <w:tmpl w:val="EFE4A388"/>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16cid:durableId="1230771923">
    <w:abstractNumId w:val="1"/>
  </w:num>
  <w:num w:numId="2" w16cid:durableId="857163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3E0"/>
    <w:rsid w:val="00006B7F"/>
    <w:rsid w:val="00090E5B"/>
    <w:rsid w:val="000C64B6"/>
    <w:rsid w:val="001408AE"/>
    <w:rsid w:val="0016066B"/>
    <w:rsid w:val="001638DD"/>
    <w:rsid w:val="00177CE2"/>
    <w:rsid w:val="001A20A8"/>
    <w:rsid w:val="001B4501"/>
    <w:rsid w:val="00200FBA"/>
    <w:rsid w:val="0020488E"/>
    <w:rsid w:val="00294000"/>
    <w:rsid w:val="002B075F"/>
    <w:rsid w:val="00305164"/>
    <w:rsid w:val="0034659B"/>
    <w:rsid w:val="00352B3A"/>
    <w:rsid w:val="0036291E"/>
    <w:rsid w:val="0038037A"/>
    <w:rsid w:val="00386E89"/>
    <w:rsid w:val="003903A4"/>
    <w:rsid w:val="0041677F"/>
    <w:rsid w:val="00425F30"/>
    <w:rsid w:val="00497FA8"/>
    <w:rsid w:val="005115AE"/>
    <w:rsid w:val="005546AB"/>
    <w:rsid w:val="0058345D"/>
    <w:rsid w:val="005A2744"/>
    <w:rsid w:val="005C4BC7"/>
    <w:rsid w:val="00620A84"/>
    <w:rsid w:val="00642B77"/>
    <w:rsid w:val="0065002B"/>
    <w:rsid w:val="006A20D7"/>
    <w:rsid w:val="006D0B9F"/>
    <w:rsid w:val="00732FC5"/>
    <w:rsid w:val="00743A5A"/>
    <w:rsid w:val="00743ECB"/>
    <w:rsid w:val="00760C1B"/>
    <w:rsid w:val="0076194E"/>
    <w:rsid w:val="007D3B9C"/>
    <w:rsid w:val="008224C0"/>
    <w:rsid w:val="008248A5"/>
    <w:rsid w:val="00845269"/>
    <w:rsid w:val="00861E2D"/>
    <w:rsid w:val="00892BD4"/>
    <w:rsid w:val="008942D9"/>
    <w:rsid w:val="008C13DA"/>
    <w:rsid w:val="008F0977"/>
    <w:rsid w:val="009375A1"/>
    <w:rsid w:val="0095392B"/>
    <w:rsid w:val="00970AE8"/>
    <w:rsid w:val="0097347E"/>
    <w:rsid w:val="009A1930"/>
    <w:rsid w:val="009A79ED"/>
    <w:rsid w:val="009B337F"/>
    <w:rsid w:val="009E1008"/>
    <w:rsid w:val="009E7E63"/>
    <w:rsid w:val="00A560B2"/>
    <w:rsid w:val="00A5774F"/>
    <w:rsid w:val="00AA1B9D"/>
    <w:rsid w:val="00B05176"/>
    <w:rsid w:val="00BB20E6"/>
    <w:rsid w:val="00BB215E"/>
    <w:rsid w:val="00BC57DE"/>
    <w:rsid w:val="00C03A01"/>
    <w:rsid w:val="00C24112"/>
    <w:rsid w:val="00C46712"/>
    <w:rsid w:val="00C76A6B"/>
    <w:rsid w:val="00C82077"/>
    <w:rsid w:val="00CA252F"/>
    <w:rsid w:val="00CA2A92"/>
    <w:rsid w:val="00CA43E0"/>
    <w:rsid w:val="00CA46A8"/>
    <w:rsid w:val="00CB43CC"/>
    <w:rsid w:val="00CC3DD6"/>
    <w:rsid w:val="00CC7471"/>
    <w:rsid w:val="00CF7637"/>
    <w:rsid w:val="00D70852"/>
    <w:rsid w:val="00DA413A"/>
    <w:rsid w:val="00DC695C"/>
    <w:rsid w:val="00E5774C"/>
    <w:rsid w:val="00E62710"/>
    <w:rsid w:val="00EC060E"/>
    <w:rsid w:val="00EC7468"/>
    <w:rsid w:val="00EE1DE0"/>
    <w:rsid w:val="00F77AC6"/>
    <w:rsid w:val="00F77EDA"/>
    <w:rsid w:val="00FE0DEC"/>
    <w:rsid w:val="00FE4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069E3"/>
  <w15:chartTrackingRefBased/>
  <w15:docId w15:val="{EB496FF9-C781-4412-B531-26CEE024A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06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66B"/>
    <w:rPr>
      <w:rFonts w:ascii="Segoe UI" w:hAnsi="Segoe UI" w:cs="Segoe UI"/>
      <w:sz w:val="18"/>
      <w:szCs w:val="18"/>
    </w:rPr>
  </w:style>
  <w:style w:type="paragraph" w:styleId="Header">
    <w:name w:val="header"/>
    <w:basedOn w:val="Normal"/>
    <w:link w:val="HeaderChar"/>
    <w:uiPriority w:val="99"/>
    <w:unhideWhenUsed/>
    <w:rsid w:val="00380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37A"/>
  </w:style>
  <w:style w:type="paragraph" w:styleId="Footer">
    <w:name w:val="footer"/>
    <w:basedOn w:val="Normal"/>
    <w:link w:val="FooterChar"/>
    <w:uiPriority w:val="99"/>
    <w:unhideWhenUsed/>
    <w:rsid w:val="00380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37A"/>
  </w:style>
  <w:style w:type="paragraph" w:styleId="ListParagraph">
    <w:name w:val="List Paragraph"/>
    <w:basedOn w:val="Normal"/>
    <w:uiPriority w:val="34"/>
    <w:qFormat/>
    <w:rsid w:val="00BC57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1</TotalTime>
  <Pages>4</Pages>
  <Words>1587</Words>
  <Characters>9046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Mihajlovic</dc:creator>
  <cp:keywords/>
  <dc:description/>
  <cp:lastModifiedBy>Bojan Grgić</cp:lastModifiedBy>
  <cp:revision>2</cp:revision>
  <cp:lastPrinted>2024-07-04T07:06:00Z</cp:lastPrinted>
  <dcterms:created xsi:type="dcterms:W3CDTF">2024-07-04T14:52:00Z</dcterms:created>
  <dcterms:modified xsi:type="dcterms:W3CDTF">2024-07-04T14:52:00Z</dcterms:modified>
</cp:coreProperties>
</file>