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2D4F2" w14:textId="77777777" w:rsidR="00411191" w:rsidRDefault="00411191" w:rsidP="00411191">
      <w:pPr>
        <w:spacing w:line="240" w:lineRule="auto"/>
      </w:pPr>
    </w:p>
    <w:p w14:paraId="74900F9E" w14:textId="77777777" w:rsidR="00411191" w:rsidRDefault="00411191" w:rsidP="00411191">
      <w:pPr>
        <w:spacing w:line="240" w:lineRule="auto"/>
      </w:pPr>
    </w:p>
    <w:p w14:paraId="55B41A15" w14:textId="77777777" w:rsidR="00CA7374" w:rsidRPr="00CA7374" w:rsidRDefault="00CA7374" w:rsidP="00411191">
      <w:pPr>
        <w:spacing w:line="240" w:lineRule="auto"/>
        <w:jc w:val="center"/>
        <w:rPr>
          <w:rFonts w:ascii="Times New Roman" w:hAnsi="Times New Roman"/>
          <w:lang w:val="sr-Cyrl-CS" w:eastAsia="en-US"/>
        </w:rPr>
      </w:pPr>
      <w:r w:rsidRPr="00CA7374">
        <w:rPr>
          <w:rFonts w:ascii="Times New Roman" w:hAnsi="Times New Roman"/>
          <w:lang w:val="sr-Cyrl-CS" w:eastAsia="en-US"/>
        </w:rPr>
        <w:t>Члан 3.</w:t>
      </w:r>
    </w:p>
    <w:p w14:paraId="795970DE" w14:textId="77777777" w:rsidR="00CA7374" w:rsidRPr="00CA7374" w:rsidRDefault="00CA7374" w:rsidP="00CA7374">
      <w:pPr>
        <w:spacing w:line="240" w:lineRule="auto"/>
        <w:ind w:firstLine="720"/>
        <w:rPr>
          <w:rFonts w:ascii="Times New Roman" w:hAnsi="Times New Roman"/>
          <w:lang w:val="sr-Cyrl-CS" w:eastAsia="en-US"/>
        </w:rPr>
      </w:pPr>
      <w:r w:rsidRPr="00CA7374">
        <w:rPr>
          <w:rFonts w:ascii="Times New Roman" w:hAnsi="Times New Roman"/>
          <w:lang w:val="sr-Cyrl-CS" w:eastAsia="en-US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14:paraId="774BDB4C" w14:textId="77777777" w:rsidR="00CA7374" w:rsidRPr="00CA7374" w:rsidRDefault="00CA7374" w:rsidP="00CA7374">
      <w:pPr>
        <w:tabs>
          <w:tab w:val="left" w:pos="3375"/>
        </w:tabs>
      </w:pPr>
    </w:p>
    <w:p w14:paraId="3428ED1E" w14:textId="77777777" w:rsidR="001126E8" w:rsidRPr="001E1A38" w:rsidRDefault="001126E8" w:rsidP="001E1A38">
      <w:pPr>
        <w:pStyle w:val="Heading3"/>
        <w:numPr>
          <w:ilvl w:val="0"/>
          <w:numId w:val="0"/>
        </w:numPr>
      </w:pPr>
    </w:p>
    <w:sectPr w:rsidR="001126E8" w:rsidRPr="001E1A38" w:rsidSect="00807404">
      <w:headerReference w:type="default" r:id="rId8"/>
      <w:footerReference w:type="default" r:id="rId9"/>
      <w:pgSz w:w="11906" w:h="16838" w:code="9"/>
      <w:pgMar w:top="1134" w:right="1418" w:bottom="1134" w:left="1701" w:header="851" w:footer="851" w:gutter="0"/>
      <w:pgNumType w:start="36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A1688" w14:textId="77777777" w:rsidR="00921248" w:rsidRDefault="00921248">
      <w:r>
        <w:separator/>
      </w:r>
    </w:p>
    <w:p w14:paraId="5E6F5664" w14:textId="77777777" w:rsidR="00921248" w:rsidRDefault="00921248"/>
  </w:endnote>
  <w:endnote w:type="continuationSeparator" w:id="0">
    <w:p w14:paraId="1A6BE9CF" w14:textId="77777777" w:rsidR="00921248" w:rsidRDefault="00921248">
      <w:r>
        <w:continuationSeparator/>
      </w:r>
    </w:p>
    <w:p w14:paraId="38F570DB" w14:textId="77777777" w:rsidR="00921248" w:rsidRDefault="00921248"/>
  </w:endnote>
  <w:endnote w:type="continuationNotice" w:id="1">
    <w:p w14:paraId="4020B6B7" w14:textId="77777777" w:rsidR="00921248" w:rsidRDefault="00921248">
      <w:pPr>
        <w:spacing w:line="240" w:lineRule="auto"/>
      </w:pPr>
    </w:p>
    <w:p w14:paraId="420E6BE3" w14:textId="77777777" w:rsidR="00921248" w:rsidRDefault="009212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EBB3" w14:textId="77777777" w:rsidR="004C4D22" w:rsidRDefault="004C4D22">
    <w:pPr>
      <w:tabs>
        <w:tab w:val="right" w:pos="180"/>
        <w:tab w:val="left" w:pos="2160"/>
        <w:tab w:val="left" w:pos="4320"/>
        <w:tab w:val="center" w:pos="4680"/>
        <w:tab w:val="left" w:pos="7938"/>
        <w:tab w:val="right" w:pos="9072"/>
      </w:tabs>
      <w:spacing w:line="240" w:lineRule="auto"/>
      <w:ind w:right="-2"/>
      <w:jc w:val="left"/>
      <w:rPr>
        <w:rStyle w:val="PageNumber"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6A459" w14:textId="77777777" w:rsidR="00921248" w:rsidRDefault="00921248">
      <w:r>
        <w:separator/>
      </w:r>
    </w:p>
    <w:p w14:paraId="3ECBA06E" w14:textId="77777777" w:rsidR="00921248" w:rsidRDefault="00921248"/>
  </w:footnote>
  <w:footnote w:type="continuationSeparator" w:id="0">
    <w:p w14:paraId="5346C193" w14:textId="77777777" w:rsidR="00921248" w:rsidRDefault="00921248">
      <w:r>
        <w:continuationSeparator/>
      </w:r>
    </w:p>
    <w:p w14:paraId="5C7CFFBD" w14:textId="77777777" w:rsidR="00921248" w:rsidRDefault="00921248"/>
  </w:footnote>
  <w:footnote w:type="continuationNotice" w:id="1">
    <w:p w14:paraId="3F6E375E" w14:textId="77777777" w:rsidR="00921248" w:rsidRDefault="00921248">
      <w:pPr>
        <w:spacing w:line="240" w:lineRule="auto"/>
      </w:pPr>
    </w:p>
    <w:p w14:paraId="024EE6DF" w14:textId="77777777" w:rsidR="00921248" w:rsidRDefault="009212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66147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D0E2C9A" w14:textId="77777777" w:rsidR="0041635F" w:rsidRDefault="0041635F" w:rsidP="0041635F">
        <w:pPr>
          <w:pStyle w:val="Header"/>
          <w:jc w:val="right"/>
        </w:pPr>
        <w:r>
          <w:t>39</w:t>
        </w:r>
      </w:p>
    </w:sdtContent>
  </w:sdt>
  <w:p w14:paraId="33D1F82C" w14:textId="77777777" w:rsidR="004C4D22" w:rsidRDefault="004C4D22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488F7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AA2694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E8A5EE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74E4AF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E33C39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E5B01E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552039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F85EC0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1CD33CD"/>
    <w:multiLevelType w:val="multilevel"/>
    <w:tmpl w:val="1D54A7A6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 w:val="22"/>
        <w:szCs w:val="22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04460EFF"/>
    <w:multiLevelType w:val="hybridMultilevel"/>
    <w:tmpl w:val="251064B2"/>
    <w:lvl w:ilvl="0" w:tplc="3E42D56A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4847141"/>
    <w:multiLevelType w:val="hybridMultilevel"/>
    <w:tmpl w:val="D696F3D4"/>
    <w:lvl w:ilvl="0" w:tplc="BB7AA7A4">
      <w:start w:val="1"/>
      <w:numFmt w:val="lowerLetter"/>
      <w:pStyle w:val="Einrckunga"/>
      <w:lvlText w:val="%1)"/>
      <w:lvlJc w:val="left"/>
      <w:pPr>
        <w:tabs>
          <w:tab w:val="num" w:pos="1418"/>
        </w:tabs>
        <w:ind w:left="1418" w:hanging="425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lang w:val="en-GB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4C22E5E">
      <w:start w:val="1"/>
      <w:numFmt w:val="lowerRoman"/>
      <w:lvlText w:val="(%2)"/>
      <w:lvlJc w:val="left"/>
      <w:pPr>
        <w:tabs>
          <w:tab w:val="num" w:pos="1985"/>
        </w:tabs>
        <w:ind w:left="1985" w:hanging="85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8C240AA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4F60F0C"/>
    <w:multiLevelType w:val="multilevel"/>
    <w:tmpl w:val="F528C104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Cs w:val="22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5566DB2"/>
    <w:multiLevelType w:val="multilevel"/>
    <w:tmpl w:val="F0162A6E"/>
    <w:lvl w:ilvl="0">
      <w:start w:val="4"/>
      <w:numFmt w:val="decimal"/>
      <w:suff w:val="nothing"/>
      <w:lvlText w:val="Annex %1"/>
      <w:lvlJc w:val="left"/>
      <w:pPr>
        <w:ind w:left="7514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singl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2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055D6AE3"/>
    <w:multiLevelType w:val="multilevel"/>
    <w:tmpl w:val="08FC0914"/>
    <w:numStyleLink w:val="GLIEDERUNGHaupttext"/>
  </w:abstractNum>
  <w:abstractNum w:abstractNumId="14" w15:restartNumberingAfterBreak="0">
    <w:nsid w:val="059B4108"/>
    <w:multiLevelType w:val="multilevel"/>
    <w:tmpl w:val="1D54A7A6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 w:val="22"/>
        <w:szCs w:val="22"/>
        <w:lang w:val="en-US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5B10BFB"/>
    <w:multiLevelType w:val="multilevel"/>
    <w:tmpl w:val="08FC0914"/>
    <w:numStyleLink w:val="GLIEDERUNGHaupttext"/>
  </w:abstractNum>
  <w:abstractNum w:abstractNumId="16" w15:restartNumberingAfterBreak="0">
    <w:nsid w:val="066578A2"/>
    <w:multiLevelType w:val="hybridMultilevel"/>
    <w:tmpl w:val="72C2FD2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137A5B"/>
    <w:multiLevelType w:val="multilevel"/>
    <w:tmpl w:val="08FC0914"/>
    <w:numStyleLink w:val="GLIEDERUNGHaupttext"/>
  </w:abstractNum>
  <w:abstractNum w:abstractNumId="18" w15:restartNumberingAfterBreak="0">
    <w:nsid w:val="0A2C7B30"/>
    <w:multiLevelType w:val="multilevel"/>
    <w:tmpl w:val="08FC0914"/>
    <w:numStyleLink w:val="GLIEDERUNGHaupttext"/>
  </w:abstractNum>
  <w:abstractNum w:abstractNumId="19" w15:restartNumberingAfterBreak="0">
    <w:nsid w:val="0B5579E8"/>
    <w:multiLevelType w:val="hybridMultilevel"/>
    <w:tmpl w:val="23EEC00E"/>
    <w:lvl w:ilvl="0" w:tplc="3E42D56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B766692"/>
    <w:multiLevelType w:val="multilevel"/>
    <w:tmpl w:val="3C26D980"/>
    <w:lvl w:ilvl="0">
      <w:start w:val="4"/>
      <w:numFmt w:val="lowerLetter"/>
      <w:lvlText w:val="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985"/>
        </w:tabs>
        <w:ind w:left="1985" w:hanging="567"/>
      </w:pPr>
      <w:rPr>
        <w:rFonts w:hint="default"/>
        <w:i w:val="0"/>
        <w:sz w:val="24"/>
        <w:szCs w:val="22"/>
      </w:rPr>
    </w:lvl>
    <w:lvl w:ilvl="2">
      <w:start w:val="1"/>
      <w:numFmt w:val="none"/>
      <w:lvlText w:val="(aa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686"/>
        </w:tabs>
        <w:ind w:left="3686" w:hanging="56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4253"/>
        </w:tabs>
        <w:ind w:left="4253" w:hanging="56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4820"/>
        </w:tabs>
        <w:ind w:left="4820" w:hanging="56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5387"/>
        </w:tabs>
        <w:ind w:left="5387" w:hanging="56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5954"/>
        </w:tabs>
        <w:ind w:left="5954" w:hanging="567"/>
      </w:pPr>
      <w:rPr>
        <w:rFonts w:hint="default"/>
      </w:rPr>
    </w:lvl>
  </w:abstractNum>
  <w:abstractNum w:abstractNumId="21" w15:restartNumberingAfterBreak="0">
    <w:nsid w:val="0BE036BE"/>
    <w:multiLevelType w:val="multilevel"/>
    <w:tmpl w:val="92A8D552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0C147DE2"/>
    <w:multiLevelType w:val="multilevel"/>
    <w:tmpl w:val="08FC0914"/>
    <w:numStyleLink w:val="GLIEDERUNGHaupttext"/>
  </w:abstractNum>
  <w:abstractNum w:abstractNumId="23" w15:restartNumberingAfterBreak="0">
    <w:nsid w:val="0CC504F8"/>
    <w:multiLevelType w:val="multilevel"/>
    <w:tmpl w:val="BB68075A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985"/>
        </w:tabs>
        <w:ind w:left="1985" w:hanging="567"/>
      </w:pPr>
      <w:rPr>
        <w:rFonts w:hint="default"/>
        <w:i w:val="0"/>
        <w:sz w:val="24"/>
        <w:szCs w:val="22"/>
        <w:lang w:val="en-US"/>
      </w:rPr>
    </w:lvl>
    <w:lvl w:ilvl="2">
      <w:start w:val="1"/>
      <w:numFmt w:val="none"/>
      <w:pStyle w:val="TextfrKfW"/>
      <w:lvlText w:val="(aa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686"/>
        </w:tabs>
        <w:ind w:left="3686" w:hanging="56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4253"/>
        </w:tabs>
        <w:ind w:left="4253" w:hanging="56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4820"/>
        </w:tabs>
        <w:ind w:left="4820" w:hanging="56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5387"/>
        </w:tabs>
        <w:ind w:left="5387" w:hanging="56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5954"/>
        </w:tabs>
        <w:ind w:left="5954" w:hanging="567"/>
      </w:pPr>
      <w:rPr>
        <w:rFonts w:hint="default"/>
      </w:rPr>
    </w:lvl>
  </w:abstractNum>
  <w:abstractNum w:abstractNumId="24" w15:restartNumberingAfterBreak="0">
    <w:nsid w:val="0E51592A"/>
    <w:multiLevelType w:val="multilevel"/>
    <w:tmpl w:val="7BE8D110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Cs w:val="22"/>
        <w:lang w:val="en-US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0FCF1AFC"/>
    <w:multiLevelType w:val="hybridMultilevel"/>
    <w:tmpl w:val="8CD0ADC6"/>
    <w:lvl w:ilvl="0" w:tplc="F744895E">
      <w:start w:val="1"/>
      <w:numFmt w:val="upperLetter"/>
      <w:lvlText w:val="%1."/>
      <w:lvlJc w:val="left"/>
      <w:pPr>
        <w:ind w:left="3054" w:hanging="360"/>
      </w:pPr>
      <w:rPr>
        <w:rFonts w:cs="Times New Roman" w:hint="default"/>
        <w:b/>
        <w:bCs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3774" w:hanging="360"/>
      </w:pPr>
    </w:lvl>
    <w:lvl w:ilvl="2" w:tplc="0407001B" w:tentative="1">
      <w:start w:val="1"/>
      <w:numFmt w:val="lowerRoman"/>
      <w:lvlText w:val="%3."/>
      <w:lvlJc w:val="right"/>
      <w:pPr>
        <w:ind w:left="4494" w:hanging="180"/>
      </w:pPr>
    </w:lvl>
    <w:lvl w:ilvl="3" w:tplc="0407000F" w:tentative="1">
      <w:start w:val="1"/>
      <w:numFmt w:val="decimal"/>
      <w:lvlText w:val="%4."/>
      <w:lvlJc w:val="left"/>
      <w:pPr>
        <w:ind w:left="5214" w:hanging="360"/>
      </w:pPr>
    </w:lvl>
    <w:lvl w:ilvl="4" w:tplc="04070019" w:tentative="1">
      <w:start w:val="1"/>
      <w:numFmt w:val="lowerLetter"/>
      <w:lvlText w:val="%5."/>
      <w:lvlJc w:val="left"/>
      <w:pPr>
        <w:ind w:left="5934" w:hanging="360"/>
      </w:pPr>
    </w:lvl>
    <w:lvl w:ilvl="5" w:tplc="0407001B" w:tentative="1">
      <w:start w:val="1"/>
      <w:numFmt w:val="lowerRoman"/>
      <w:lvlText w:val="%6."/>
      <w:lvlJc w:val="right"/>
      <w:pPr>
        <w:ind w:left="6654" w:hanging="180"/>
      </w:pPr>
    </w:lvl>
    <w:lvl w:ilvl="6" w:tplc="0407000F" w:tentative="1">
      <w:start w:val="1"/>
      <w:numFmt w:val="decimal"/>
      <w:lvlText w:val="%7."/>
      <w:lvlJc w:val="left"/>
      <w:pPr>
        <w:ind w:left="7374" w:hanging="360"/>
      </w:pPr>
    </w:lvl>
    <w:lvl w:ilvl="7" w:tplc="04070019" w:tentative="1">
      <w:start w:val="1"/>
      <w:numFmt w:val="lowerLetter"/>
      <w:lvlText w:val="%8."/>
      <w:lvlJc w:val="left"/>
      <w:pPr>
        <w:ind w:left="8094" w:hanging="360"/>
      </w:pPr>
    </w:lvl>
    <w:lvl w:ilvl="8" w:tplc="0407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6" w15:restartNumberingAfterBreak="0">
    <w:nsid w:val="10123DAB"/>
    <w:multiLevelType w:val="multilevel"/>
    <w:tmpl w:val="08FC0914"/>
    <w:numStyleLink w:val="GLIEDERUNGHaupttext"/>
  </w:abstractNum>
  <w:abstractNum w:abstractNumId="27" w15:restartNumberingAfterBreak="0">
    <w:nsid w:val="1140715D"/>
    <w:multiLevelType w:val="multilevel"/>
    <w:tmpl w:val="08FC0914"/>
    <w:numStyleLink w:val="GLIEDERUNGHaupttext"/>
  </w:abstractNum>
  <w:abstractNum w:abstractNumId="28" w15:restartNumberingAfterBreak="0">
    <w:nsid w:val="123D525A"/>
    <w:multiLevelType w:val="multilevel"/>
    <w:tmpl w:val="581EF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14407D2B"/>
    <w:multiLevelType w:val="multilevel"/>
    <w:tmpl w:val="08FC0914"/>
    <w:numStyleLink w:val="GLIEDERUNGHaupttext"/>
  </w:abstractNum>
  <w:abstractNum w:abstractNumId="30" w15:restartNumberingAfterBreak="0">
    <w:nsid w:val="15662D7D"/>
    <w:multiLevelType w:val="multilevel"/>
    <w:tmpl w:val="CF2ECCDC"/>
    <w:styleLink w:val="GliederungAnnex8BMR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418" w:hanging="851"/>
      </w:pPr>
      <w:rPr>
        <w:rFonts w:hint="default"/>
        <w:i w:val="0"/>
        <w:sz w:val="22"/>
        <w:szCs w:val="22"/>
        <w:lang w:val="en-US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1" w15:restartNumberingAfterBreak="0">
    <w:nsid w:val="16087631"/>
    <w:multiLevelType w:val="multilevel"/>
    <w:tmpl w:val="08FC0914"/>
    <w:numStyleLink w:val="GLIEDERUNGHaupttext"/>
  </w:abstractNum>
  <w:abstractNum w:abstractNumId="32" w15:restartNumberingAfterBreak="0">
    <w:nsid w:val="1B4A0E17"/>
    <w:multiLevelType w:val="multilevel"/>
    <w:tmpl w:val="08FC0914"/>
    <w:numStyleLink w:val="GLIEDERUNGHaupttext"/>
  </w:abstractNum>
  <w:abstractNum w:abstractNumId="33" w15:restartNumberingAfterBreak="0">
    <w:nsid w:val="1BBC4424"/>
    <w:multiLevelType w:val="multilevel"/>
    <w:tmpl w:val="08FC0914"/>
    <w:numStyleLink w:val="GLIEDERUNGHaupttext"/>
  </w:abstractNum>
  <w:abstractNum w:abstractNumId="34" w15:restartNumberingAfterBreak="0">
    <w:nsid w:val="1C5F268C"/>
    <w:multiLevelType w:val="multilevel"/>
    <w:tmpl w:val="08FC0914"/>
    <w:numStyleLink w:val="GLIEDERUNGHaupttext"/>
  </w:abstractNum>
  <w:abstractNum w:abstractNumId="35" w15:restartNumberingAfterBreak="0">
    <w:nsid w:val="1E0F4D49"/>
    <w:multiLevelType w:val="multilevel"/>
    <w:tmpl w:val="08FC0914"/>
    <w:numStyleLink w:val="GLIEDERUNGHaupttext"/>
  </w:abstractNum>
  <w:abstractNum w:abstractNumId="36" w15:restartNumberingAfterBreak="0">
    <w:nsid w:val="1E7C3477"/>
    <w:multiLevelType w:val="multilevel"/>
    <w:tmpl w:val="1D54A7A6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 w:val="22"/>
        <w:szCs w:val="22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20981FB4"/>
    <w:multiLevelType w:val="multilevel"/>
    <w:tmpl w:val="08FC0914"/>
    <w:numStyleLink w:val="GLIEDERUNGHaupttext"/>
  </w:abstractNum>
  <w:abstractNum w:abstractNumId="38" w15:restartNumberingAfterBreak="0">
    <w:nsid w:val="21AB4C68"/>
    <w:multiLevelType w:val="multilevel"/>
    <w:tmpl w:val="F0E89176"/>
    <w:styleLink w:val="CO-Annex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22013ACD"/>
    <w:multiLevelType w:val="multilevel"/>
    <w:tmpl w:val="1D54A7A6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 w:val="22"/>
        <w:szCs w:val="22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22A0182F"/>
    <w:multiLevelType w:val="multilevel"/>
    <w:tmpl w:val="08FC0914"/>
    <w:numStyleLink w:val="GLIEDERUNGHaupttext"/>
  </w:abstractNum>
  <w:abstractNum w:abstractNumId="41" w15:restartNumberingAfterBreak="0">
    <w:nsid w:val="230D6C17"/>
    <w:multiLevelType w:val="multilevel"/>
    <w:tmpl w:val="08FC0914"/>
    <w:numStyleLink w:val="GLIEDERUNGHaupttext"/>
  </w:abstractNum>
  <w:abstractNum w:abstractNumId="42" w15:restartNumberingAfterBreak="0">
    <w:nsid w:val="234433A5"/>
    <w:multiLevelType w:val="multilevel"/>
    <w:tmpl w:val="51361BAC"/>
    <w:lvl w:ilvl="0">
      <w:start w:val="1"/>
      <w:numFmt w:val="decimal"/>
      <w:pStyle w:val="Heading2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43" w15:restartNumberingAfterBreak="0">
    <w:nsid w:val="236D501B"/>
    <w:multiLevelType w:val="multilevel"/>
    <w:tmpl w:val="08FC0914"/>
    <w:numStyleLink w:val="GLIEDERUNGHaupttext"/>
  </w:abstractNum>
  <w:abstractNum w:abstractNumId="44" w15:restartNumberingAfterBreak="0">
    <w:nsid w:val="23E007DE"/>
    <w:multiLevelType w:val="multilevel"/>
    <w:tmpl w:val="DAC2CBA8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242F5F9C"/>
    <w:multiLevelType w:val="multilevel"/>
    <w:tmpl w:val="08FC0914"/>
    <w:numStyleLink w:val="GLIEDERUNGHaupttext"/>
  </w:abstractNum>
  <w:abstractNum w:abstractNumId="46" w15:restartNumberingAfterBreak="0">
    <w:nsid w:val="24410C0B"/>
    <w:multiLevelType w:val="hybridMultilevel"/>
    <w:tmpl w:val="7BD29DBE"/>
    <w:lvl w:ilvl="0" w:tplc="04070017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6C05DFD"/>
    <w:multiLevelType w:val="multilevel"/>
    <w:tmpl w:val="2BD01E78"/>
    <w:lvl w:ilvl="0">
      <w:start w:val="7"/>
      <w:numFmt w:val="lowerLetter"/>
      <w:lvlText w:val="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985"/>
        </w:tabs>
        <w:ind w:left="1985" w:hanging="567"/>
      </w:pPr>
      <w:rPr>
        <w:rFonts w:hint="default"/>
        <w:i w:val="0"/>
        <w:sz w:val="24"/>
        <w:szCs w:val="22"/>
      </w:rPr>
    </w:lvl>
    <w:lvl w:ilvl="2">
      <w:start w:val="1"/>
      <w:numFmt w:val="none"/>
      <w:lvlText w:val="(aa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686"/>
        </w:tabs>
        <w:ind w:left="3686" w:hanging="56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4253"/>
        </w:tabs>
        <w:ind w:left="4253" w:hanging="56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4820"/>
        </w:tabs>
        <w:ind w:left="4820" w:hanging="56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5387"/>
        </w:tabs>
        <w:ind w:left="5387" w:hanging="56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5954"/>
        </w:tabs>
        <w:ind w:left="5954" w:hanging="567"/>
      </w:pPr>
      <w:rPr>
        <w:rFonts w:hint="default"/>
      </w:rPr>
    </w:lvl>
  </w:abstractNum>
  <w:abstractNum w:abstractNumId="48" w15:restartNumberingAfterBreak="0">
    <w:nsid w:val="279402EB"/>
    <w:multiLevelType w:val="multilevel"/>
    <w:tmpl w:val="7BE8D110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Cs w:val="22"/>
        <w:lang w:val="en-US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29F26222"/>
    <w:multiLevelType w:val="multilevel"/>
    <w:tmpl w:val="7BE8D110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Cs w:val="22"/>
        <w:lang w:val="en-US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2E7F7AE6"/>
    <w:multiLevelType w:val="multilevel"/>
    <w:tmpl w:val="08FC0914"/>
    <w:numStyleLink w:val="GLIEDERUNGHaupttext"/>
  </w:abstractNum>
  <w:abstractNum w:abstractNumId="51" w15:restartNumberingAfterBreak="0">
    <w:nsid w:val="31E0222B"/>
    <w:multiLevelType w:val="multilevel"/>
    <w:tmpl w:val="08FC0914"/>
    <w:numStyleLink w:val="GLIEDERUNGHaupttext"/>
  </w:abstractNum>
  <w:abstractNum w:abstractNumId="52" w15:restartNumberingAfterBreak="0">
    <w:nsid w:val="34276D5C"/>
    <w:multiLevelType w:val="hybridMultilevel"/>
    <w:tmpl w:val="660EAAD0"/>
    <w:lvl w:ilvl="0" w:tplc="0407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54B450D"/>
    <w:multiLevelType w:val="multilevel"/>
    <w:tmpl w:val="1D54A7A6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 w:val="22"/>
        <w:szCs w:val="22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5F8176E"/>
    <w:multiLevelType w:val="multilevel"/>
    <w:tmpl w:val="08FC0914"/>
    <w:styleLink w:val="GLIEDERUNGHaupttext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985"/>
        </w:tabs>
        <w:ind w:left="1985" w:hanging="567"/>
      </w:pPr>
      <w:rPr>
        <w:rFonts w:hint="default"/>
        <w:i w:val="0"/>
        <w:sz w:val="24"/>
        <w:szCs w:val="22"/>
        <w:lang w:val="en-US"/>
      </w:rPr>
    </w:lvl>
    <w:lvl w:ilvl="2">
      <w:start w:val="1"/>
      <w:numFmt w:val="lowerLetter"/>
      <w:lvlText w:val="(%3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686"/>
        </w:tabs>
        <w:ind w:left="3686" w:hanging="56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4253"/>
        </w:tabs>
        <w:ind w:left="4253" w:hanging="56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4820"/>
        </w:tabs>
        <w:ind w:left="4820" w:hanging="56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5387"/>
        </w:tabs>
        <w:ind w:left="5387" w:hanging="56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5954"/>
        </w:tabs>
        <w:ind w:left="5954" w:hanging="567"/>
      </w:pPr>
      <w:rPr>
        <w:rFonts w:hint="default"/>
      </w:rPr>
    </w:lvl>
  </w:abstractNum>
  <w:abstractNum w:abstractNumId="55" w15:restartNumberingAfterBreak="0">
    <w:nsid w:val="36B3283B"/>
    <w:multiLevelType w:val="multilevel"/>
    <w:tmpl w:val="21946E74"/>
    <w:lvl w:ilvl="0">
      <w:start w:val="2"/>
      <w:numFmt w:val="decimal"/>
      <w:pStyle w:val="Heading1"/>
      <w:suff w:val="nothing"/>
      <w:lvlText w:val="Annex %1"/>
      <w:lvlJc w:val="left"/>
      <w:pPr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singl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1418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lvlText w:val="%2.%3"/>
      <w:lvlJc w:val="left"/>
      <w:pPr>
        <w:tabs>
          <w:tab w:val="num" w:pos="2977"/>
        </w:tabs>
        <w:ind w:left="1985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119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686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4253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4820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5387" w:hanging="851"/>
      </w:pPr>
      <w:rPr>
        <w:rFonts w:hint="default"/>
      </w:rPr>
    </w:lvl>
  </w:abstractNum>
  <w:abstractNum w:abstractNumId="56" w15:restartNumberingAfterBreak="0">
    <w:nsid w:val="36CF63C1"/>
    <w:multiLevelType w:val="multilevel"/>
    <w:tmpl w:val="08FC0914"/>
    <w:numStyleLink w:val="GLIEDERUNGHaupttext"/>
  </w:abstractNum>
  <w:abstractNum w:abstractNumId="57" w15:restartNumberingAfterBreak="0">
    <w:nsid w:val="386544A1"/>
    <w:multiLevelType w:val="multilevel"/>
    <w:tmpl w:val="CCEE7FC6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5"/>
      <w:numFmt w:val="lowerRoman"/>
      <w:lvlText w:val="(%2)"/>
      <w:lvlJc w:val="left"/>
      <w:pPr>
        <w:tabs>
          <w:tab w:val="num" w:pos="1985"/>
        </w:tabs>
        <w:ind w:left="1985" w:hanging="567"/>
      </w:pPr>
      <w:rPr>
        <w:rFonts w:hint="default"/>
        <w:i w:val="0"/>
        <w:sz w:val="24"/>
        <w:szCs w:val="22"/>
      </w:rPr>
    </w:lvl>
    <w:lvl w:ilvl="2">
      <w:start w:val="1"/>
      <w:numFmt w:val="none"/>
      <w:lvlText w:val="(aa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686"/>
        </w:tabs>
        <w:ind w:left="3686" w:hanging="56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4253"/>
        </w:tabs>
        <w:ind w:left="4253" w:hanging="56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4820"/>
        </w:tabs>
        <w:ind w:left="4820" w:hanging="56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5387"/>
        </w:tabs>
        <w:ind w:left="5387" w:hanging="56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5954"/>
        </w:tabs>
        <w:ind w:left="5954" w:hanging="567"/>
      </w:pPr>
      <w:rPr>
        <w:rFonts w:hint="default"/>
      </w:rPr>
    </w:lvl>
  </w:abstractNum>
  <w:abstractNum w:abstractNumId="58" w15:restartNumberingAfterBreak="0">
    <w:nsid w:val="387102DE"/>
    <w:multiLevelType w:val="multilevel"/>
    <w:tmpl w:val="EDCA1944"/>
    <w:lvl w:ilvl="0">
      <w:start w:val="1"/>
      <w:numFmt w:val="decimal"/>
      <w:suff w:val="nothing"/>
      <w:lvlText w:val="Annex %1"/>
      <w:lvlJc w:val="left"/>
      <w:pPr>
        <w:ind w:left="7514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2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de-D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9" w15:restartNumberingAfterBreak="0">
    <w:nsid w:val="393D21C6"/>
    <w:multiLevelType w:val="multilevel"/>
    <w:tmpl w:val="08FC0914"/>
    <w:numStyleLink w:val="GLIEDERUNGHaupttext"/>
  </w:abstractNum>
  <w:abstractNum w:abstractNumId="60" w15:restartNumberingAfterBreak="0">
    <w:nsid w:val="3AA92A45"/>
    <w:multiLevelType w:val="hybridMultilevel"/>
    <w:tmpl w:val="CCD4634C"/>
    <w:lvl w:ilvl="0" w:tplc="8C646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B724618"/>
    <w:multiLevelType w:val="multilevel"/>
    <w:tmpl w:val="AD308240"/>
    <w:lvl w:ilvl="0">
      <w:start w:val="5"/>
      <w:numFmt w:val="lowerLetter"/>
      <w:lvlText w:val="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985"/>
        </w:tabs>
        <w:ind w:left="1985" w:hanging="567"/>
      </w:pPr>
      <w:rPr>
        <w:rFonts w:hint="default"/>
        <w:i w:val="0"/>
        <w:sz w:val="24"/>
        <w:szCs w:val="22"/>
      </w:rPr>
    </w:lvl>
    <w:lvl w:ilvl="2">
      <w:start w:val="1"/>
      <w:numFmt w:val="none"/>
      <w:lvlText w:val="(aa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686"/>
        </w:tabs>
        <w:ind w:left="3686" w:hanging="56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4253"/>
        </w:tabs>
        <w:ind w:left="4253" w:hanging="56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4820"/>
        </w:tabs>
        <w:ind w:left="4820" w:hanging="56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5387"/>
        </w:tabs>
        <w:ind w:left="5387" w:hanging="56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5954"/>
        </w:tabs>
        <w:ind w:left="5954" w:hanging="567"/>
      </w:pPr>
      <w:rPr>
        <w:rFonts w:hint="default"/>
      </w:rPr>
    </w:lvl>
  </w:abstractNum>
  <w:abstractNum w:abstractNumId="62" w15:restartNumberingAfterBreak="0">
    <w:nsid w:val="3CE849BE"/>
    <w:multiLevelType w:val="multilevel"/>
    <w:tmpl w:val="08FC0914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985"/>
        </w:tabs>
        <w:ind w:left="1985" w:hanging="567"/>
      </w:pPr>
      <w:rPr>
        <w:rFonts w:hint="default"/>
        <w:i w:val="0"/>
        <w:sz w:val="24"/>
        <w:szCs w:val="22"/>
        <w:lang w:val="en-US"/>
      </w:rPr>
    </w:lvl>
    <w:lvl w:ilvl="2">
      <w:start w:val="1"/>
      <w:numFmt w:val="lowerLetter"/>
      <w:lvlText w:val="(%3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686"/>
        </w:tabs>
        <w:ind w:left="3686" w:hanging="56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4253"/>
        </w:tabs>
        <w:ind w:left="4253" w:hanging="56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4820"/>
        </w:tabs>
        <w:ind w:left="4820" w:hanging="56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5387"/>
        </w:tabs>
        <w:ind w:left="5387" w:hanging="56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5954"/>
        </w:tabs>
        <w:ind w:left="5954" w:hanging="567"/>
      </w:pPr>
      <w:rPr>
        <w:rFonts w:hint="default"/>
      </w:rPr>
    </w:lvl>
  </w:abstractNum>
  <w:abstractNum w:abstractNumId="63" w15:restartNumberingAfterBreak="0">
    <w:nsid w:val="3E947EFB"/>
    <w:multiLevelType w:val="multilevel"/>
    <w:tmpl w:val="1D54A7A6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 w:val="22"/>
        <w:szCs w:val="22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404151F1"/>
    <w:multiLevelType w:val="multilevel"/>
    <w:tmpl w:val="08FC0914"/>
    <w:numStyleLink w:val="GLIEDERUNGHaupttext"/>
  </w:abstractNum>
  <w:abstractNum w:abstractNumId="65" w15:restartNumberingAfterBreak="0">
    <w:nsid w:val="41713AF0"/>
    <w:multiLevelType w:val="multilevel"/>
    <w:tmpl w:val="4AAACC12"/>
    <w:lvl w:ilvl="0">
      <w:start w:val="1"/>
      <w:numFmt w:val="decimal"/>
      <w:suff w:val="nothing"/>
      <w:lvlText w:val="Annex %1"/>
      <w:lvlJc w:val="left"/>
      <w:pPr>
        <w:ind w:left="7514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2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de-D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422C5EB9"/>
    <w:multiLevelType w:val="multilevel"/>
    <w:tmpl w:val="08FC0914"/>
    <w:numStyleLink w:val="GLIEDERUNGHaupttext"/>
  </w:abstractNum>
  <w:abstractNum w:abstractNumId="67" w15:restartNumberingAfterBreak="0">
    <w:nsid w:val="42661134"/>
    <w:multiLevelType w:val="multilevel"/>
    <w:tmpl w:val="08FC0914"/>
    <w:numStyleLink w:val="GLIEDERUNGHaupttext"/>
  </w:abstractNum>
  <w:abstractNum w:abstractNumId="68" w15:restartNumberingAfterBreak="0">
    <w:nsid w:val="42AE5616"/>
    <w:multiLevelType w:val="multilevel"/>
    <w:tmpl w:val="08FC0914"/>
    <w:numStyleLink w:val="GLIEDERUNGHaupttext"/>
  </w:abstractNum>
  <w:abstractNum w:abstractNumId="69" w15:restartNumberingAfterBreak="0">
    <w:nsid w:val="49410B07"/>
    <w:multiLevelType w:val="multilevel"/>
    <w:tmpl w:val="1D54A7A6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 w:val="22"/>
        <w:szCs w:val="22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49516524"/>
    <w:multiLevelType w:val="multilevel"/>
    <w:tmpl w:val="1D54A7A6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 w:val="22"/>
        <w:szCs w:val="22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4A2C3311"/>
    <w:multiLevelType w:val="hybridMultilevel"/>
    <w:tmpl w:val="A148BF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B5A730F"/>
    <w:multiLevelType w:val="multilevel"/>
    <w:tmpl w:val="08FC0914"/>
    <w:numStyleLink w:val="GLIEDERUNGHaupttext"/>
  </w:abstractNum>
  <w:abstractNum w:abstractNumId="73" w15:restartNumberingAfterBreak="0">
    <w:nsid w:val="4D5618F1"/>
    <w:multiLevelType w:val="multilevel"/>
    <w:tmpl w:val="1D54A7A6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 w:val="22"/>
        <w:szCs w:val="22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4" w15:restartNumberingAfterBreak="0">
    <w:nsid w:val="4E0E4564"/>
    <w:multiLevelType w:val="multilevel"/>
    <w:tmpl w:val="08FC0914"/>
    <w:numStyleLink w:val="GLIEDERUNGHaupttext"/>
  </w:abstractNum>
  <w:abstractNum w:abstractNumId="75" w15:restartNumberingAfterBreak="0">
    <w:nsid w:val="4F2F09C4"/>
    <w:multiLevelType w:val="multilevel"/>
    <w:tmpl w:val="08FC0914"/>
    <w:numStyleLink w:val="GLIEDERUNGHaupttext"/>
  </w:abstractNum>
  <w:abstractNum w:abstractNumId="76" w15:restartNumberingAfterBreak="0">
    <w:nsid w:val="51237A63"/>
    <w:multiLevelType w:val="multilevel"/>
    <w:tmpl w:val="36A8546C"/>
    <w:lvl w:ilvl="0">
      <w:start w:val="3"/>
      <w:numFmt w:val="lowerLetter"/>
      <w:lvlText w:val="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985"/>
        </w:tabs>
        <w:ind w:left="1985" w:hanging="567"/>
      </w:pPr>
      <w:rPr>
        <w:rFonts w:hint="default"/>
        <w:i w:val="0"/>
        <w:sz w:val="24"/>
        <w:szCs w:val="22"/>
        <w:lang w:val="en-US"/>
      </w:rPr>
    </w:lvl>
    <w:lvl w:ilvl="2">
      <w:start w:val="1"/>
      <w:numFmt w:val="none"/>
      <w:pStyle w:val="aa"/>
      <w:lvlText w:val="(aa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686"/>
        </w:tabs>
        <w:ind w:left="3686" w:hanging="56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4253"/>
        </w:tabs>
        <w:ind w:left="4253" w:hanging="56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4820"/>
        </w:tabs>
        <w:ind w:left="4820" w:hanging="56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5387"/>
        </w:tabs>
        <w:ind w:left="5387" w:hanging="56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5954"/>
        </w:tabs>
        <w:ind w:left="5954" w:hanging="567"/>
      </w:pPr>
      <w:rPr>
        <w:rFonts w:hint="default"/>
      </w:rPr>
    </w:lvl>
  </w:abstractNum>
  <w:abstractNum w:abstractNumId="77" w15:restartNumberingAfterBreak="0">
    <w:nsid w:val="52A37A79"/>
    <w:multiLevelType w:val="multilevel"/>
    <w:tmpl w:val="1D54A7A6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 w:val="22"/>
        <w:szCs w:val="22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8" w15:restartNumberingAfterBreak="0">
    <w:nsid w:val="52BB23A4"/>
    <w:multiLevelType w:val="multilevel"/>
    <w:tmpl w:val="08FC0914"/>
    <w:numStyleLink w:val="GLIEDERUNGHaupttext"/>
  </w:abstractNum>
  <w:abstractNum w:abstractNumId="79" w15:restartNumberingAfterBreak="0">
    <w:nsid w:val="53937F04"/>
    <w:multiLevelType w:val="multilevel"/>
    <w:tmpl w:val="08FC0914"/>
    <w:numStyleLink w:val="GLIEDERUNGHaupttext"/>
  </w:abstractNum>
  <w:abstractNum w:abstractNumId="80" w15:restartNumberingAfterBreak="0">
    <w:nsid w:val="53AD5674"/>
    <w:multiLevelType w:val="multilevel"/>
    <w:tmpl w:val="15D27D6E"/>
    <w:lvl w:ilvl="0">
      <w:start w:val="3"/>
      <w:numFmt w:val="lowerLetter"/>
      <w:lvlText w:val="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985"/>
        </w:tabs>
        <w:ind w:left="1985" w:hanging="567"/>
      </w:pPr>
      <w:rPr>
        <w:rFonts w:hint="default"/>
        <w:i w:val="0"/>
        <w:sz w:val="24"/>
        <w:szCs w:val="22"/>
        <w:lang w:val="en-US"/>
      </w:rPr>
    </w:lvl>
    <w:lvl w:ilvl="2">
      <w:start w:val="1"/>
      <w:numFmt w:val="none"/>
      <w:lvlText w:val="(aa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686"/>
        </w:tabs>
        <w:ind w:left="3686" w:hanging="56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4253"/>
        </w:tabs>
        <w:ind w:left="4253" w:hanging="56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4820"/>
        </w:tabs>
        <w:ind w:left="4820" w:hanging="56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5387"/>
        </w:tabs>
        <w:ind w:left="5387" w:hanging="56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5954"/>
        </w:tabs>
        <w:ind w:left="5954" w:hanging="567"/>
      </w:pPr>
      <w:rPr>
        <w:rFonts w:hint="default"/>
      </w:rPr>
    </w:lvl>
  </w:abstractNum>
  <w:abstractNum w:abstractNumId="81" w15:restartNumberingAfterBreak="0">
    <w:nsid w:val="5462685B"/>
    <w:multiLevelType w:val="multilevel"/>
    <w:tmpl w:val="08FC0914"/>
    <w:numStyleLink w:val="GLIEDERUNGHaupttext"/>
  </w:abstractNum>
  <w:abstractNum w:abstractNumId="82" w15:restartNumberingAfterBreak="0">
    <w:nsid w:val="55862F64"/>
    <w:multiLevelType w:val="hybridMultilevel"/>
    <w:tmpl w:val="89F05842"/>
    <w:lvl w:ilvl="0" w:tplc="0407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5EF7DE8"/>
    <w:multiLevelType w:val="multilevel"/>
    <w:tmpl w:val="81FAFB02"/>
    <w:styleLink w:val="Formatvorlage1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84" w15:restartNumberingAfterBreak="0">
    <w:nsid w:val="57B4572B"/>
    <w:multiLevelType w:val="hybridMultilevel"/>
    <w:tmpl w:val="C96A737C"/>
    <w:lvl w:ilvl="0" w:tplc="3E42D56A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5B157E0A"/>
    <w:multiLevelType w:val="multilevel"/>
    <w:tmpl w:val="08FC0914"/>
    <w:numStyleLink w:val="GLIEDERUNGHaupttext"/>
  </w:abstractNum>
  <w:abstractNum w:abstractNumId="86" w15:restartNumberingAfterBreak="0">
    <w:nsid w:val="5D2E05DF"/>
    <w:multiLevelType w:val="multilevel"/>
    <w:tmpl w:val="08FC0914"/>
    <w:numStyleLink w:val="GLIEDERUNGHaupttext"/>
  </w:abstractNum>
  <w:abstractNum w:abstractNumId="87" w15:restartNumberingAfterBreak="0">
    <w:nsid w:val="628560D0"/>
    <w:multiLevelType w:val="hybridMultilevel"/>
    <w:tmpl w:val="C48476F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3E76085"/>
    <w:multiLevelType w:val="multilevel"/>
    <w:tmpl w:val="8A1CE61C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985"/>
        </w:tabs>
        <w:ind w:left="1985" w:hanging="567"/>
      </w:pPr>
      <w:rPr>
        <w:rFonts w:hint="default"/>
        <w:i w:val="0"/>
        <w:sz w:val="24"/>
        <w:szCs w:val="22"/>
        <w:lang w:val="en-US"/>
      </w:rPr>
    </w:lvl>
    <w:lvl w:ilvl="2">
      <w:start w:val="1"/>
      <w:numFmt w:val="none"/>
      <w:lvlText w:val="(aa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686"/>
        </w:tabs>
        <w:ind w:left="3686" w:hanging="56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4253"/>
        </w:tabs>
        <w:ind w:left="4253" w:hanging="56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4820"/>
        </w:tabs>
        <w:ind w:left="4820" w:hanging="56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5387"/>
        </w:tabs>
        <w:ind w:left="5387" w:hanging="56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5954"/>
        </w:tabs>
        <w:ind w:left="5954" w:hanging="567"/>
      </w:pPr>
      <w:rPr>
        <w:rFonts w:hint="default"/>
      </w:rPr>
    </w:lvl>
  </w:abstractNum>
  <w:abstractNum w:abstractNumId="89" w15:restartNumberingAfterBreak="0">
    <w:nsid w:val="68961AEA"/>
    <w:multiLevelType w:val="multilevel"/>
    <w:tmpl w:val="08FC0914"/>
    <w:numStyleLink w:val="GLIEDERUNGHaupttext"/>
  </w:abstractNum>
  <w:abstractNum w:abstractNumId="90" w15:restartNumberingAfterBreak="0">
    <w:nsid w:val="69181692"/>
    <w:multiLevelType w:val="multilevel"/>
    <w:tmpl w:val="7BE8D110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Cs w:val="22"/>
        <w:lang w:val="en-US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1" w15:restartNumberingAfterBreak="0">
    <w:nsid w:val="6B9C06A3"/>
    <w:multiLevelType w:val="multilevel"/>
    <w:tmpl w:val="08FC0914"/>
    <w:numStyleLink w:val="GLIEDERUNGHaupttext"/>
  </w:abstractNum>
  <w:abstractNum w:abstractNumId="92" w15:restartNumberingAfterBreak="0">
    <w:nsid w:val="6BB13CAB"/>
    <w:multiLevelType w:val="multilevel"/>
    <w:tmpl w:val="2B4A34FE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985"/>
        </w:tabs>
        <w:ind w:left="1985" w:hanging="567"/>
      </w:pPr>
      <w:rPr>
        <w:rFonts w:hint="default"/>
        <w:i w:val="0"/>
        <w:sz w:val="24"/>
        <w:szCs w:val="22"/>
        <w:lang w:val="en-US"/>
      </w:rPr>
    </w:lvl>
    <w:lvl w:ilvl="2">
      <w:start w:val="1"/>
      <w:numFmt w:val="lowerLetter"/>
      <w:lvlText w:val="(%3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686"/>
        </w:tabs>
        <w:ind w:left="3686" w:hanging="56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4253"/>
        </w:tabs>
        <w:ind w:left="4253" w:hanging="56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4820"/>
        </w:tabs>
        <w:ind w:left="4820" w:hanging="56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5387"/>
        </w:tabs>
        <w:ind w:left="5387" w:hanging="56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5954"/>
        </w:tabs>
        <w:ind w:left="5954" w:hanging="567"/>
      </w:pPr>
      <w:rPr>
        <w:rFonts w:hint="default"/>
      </w:rPr>
    </w:lvl>
  </w:abstractNum>
  <w:abstractNum w:abstractNumId="93" w15:restartNumberingAfterBreak="0">
    <w:nsid w:val="6C391583"/>
    <w:multiLevelType w:val="multilevel"/>
    <w:tmpl w:val="1D54A7A6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 w:val="22"/>
        <w:szCs w:val="22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D6D2DF6"/>
    <w:multiLevelType w:val="multilevel"/>
    <w:tmpl w:val="1D54A7A6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 w:val="22"/>
        <w:szCs w:val="22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5" w15:restartNumberingAfterBreak="0">
    <w:nsid w:val="6E4934E6"/>
    <w:multiLevelType w:val="hybridMultilevel"/>
    <w:tmpl w:val="4680E7C6"/>
    <w:lvl w:ilvl="0" w:tplc="12FEE62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0CA4105"/>
    <w:multiLevelType w:val="multilevel"/>
    <w:tmpl w:val="83CA6F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7" w15:restartNumberingAfterBreak="0">
    <w:nsid w:val="725A3C19"/>
    <w:multiLevelType w:val="multilevel"/>
    <w:tmpl w:val="0876EA6A"/>
    <w:lvl w:ilvl="0">
      <w:start w:val="8"/>
      <w:numFmt w:val="lowerLetter"/>
      <w:lvlText w:val="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985"/>
        </w:tabs>
        <w:ind w:left="1985" w:hanging="567"/>
      </w:pPr>
      <w:rPr>
        <w:rFonts w:hint="default"/>
        <w:i w:val="0"/>
        <w:sz w:val="24"/>
        <w:szCs w:val="22"/>
      </w:rPr>
    </w:lvl>
    <w:lvl w:ilvl="2">
      <w:start w:val="1"/>
      <w:numFmt w:val="none"/>
      <w:lvlText w:val="(aa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686"/>
        </w:tabs>
        <w:ind w:left="3686" w:hanging="56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4253"/>
        </w:tabs>
        <w:ind w:left="4253" w:hanging="56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4820"/>
        </w:tabs>
        <w:ind w:left="4820" w:hanging="56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5387"/>
        </w:tabs>
        <w:ind w:left="5387" w:hanging="56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5954"/>
        </w:tabs>
        <w:ind w:left="5954" w:hanging="567"/>
      </w:pPr>
      <w:rPr>
        <w:rFonts w:hint="default"/>
      </w:rPr>
    </w:lvl>
  </w:abstractNum>
  <w:abstractNum w:abstractNumId="98" w15:restartNumberingAfterBreak="0">
    <w:nsid w:val="74A402EC"/>
    <w:multiLevelType w:val="multilevel"/>
    <w:tmpl w:val="814E2CF6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 w:val="22"/>
        <w:szCs w:val="22"/>
        <w:lang w:val="en-US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9" w15:restartNumberingAfterBreak="0">
    <w:nsid w:val="78DF5C32"/>
    <w:multiLevelType w:val="hybridMultilevel"/>
    <w:tmpl w:val="86F85D28"/>
    <w:lvl w:ilvl="0" w:tplc="A4C22E5E">
      <w:start w:val="1"/>
      <w:numFmt w:val="lowerRoman"/>
      <w:pStyle w:val="Einrckungi"/>
      <w:lvlText w:val="(%1)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19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abstractNum w:abstractNumId="100" w15:restartNumberingAfterBreak="0">
    <w:nsid w:val="796A319B"/>
    <w:multiLevelType w:val="multilevel"/>
    <w:tmpl w:val="08FC0914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985"/>
        </w:tabs>
        <w:ind w:left="1985" w:hanging="567"/>
      </w:pPr>
      <w:rPr>
        <w:rFonts w:hint="default"/>
        <w:i w:val="0"/>
        <w:sz w:val="24"/>
        <w:szCs w:val="22"/>
        <w:lang w:val="en-US"/>
      </w:rPr>
    </w:lvl>
    <w:lvl w:ilvl="2">
      <w:start w:val="1"/>
      <w:numFmt w:val="lowerLetter"/>
      <w:lvlText w:val="(%3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686"/>
        </w:tabs>
        <w:ind w:left="3686" w:hanging="56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4253"/>
        </w:tabs>
        <w:ind w:left="4253" w:hanging="56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4820"/>
        </w:tabs>
        <w:ind w:left="4820" w:hanging="56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5387"/>
        </w:tabs>
        <w:ind w:left="5387" w:hanging="56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5954"/>
        </w:tabs>
        <w:ind w:left="5954" w:hanging="567"/>
      </w:pPr>
      <w:rPr>
        <w:rFonts w:hint="default"/>
      </w:rPr>
    </w:lvl>
  </w:abstractNum>
  <w:abstractNum w:abstractNumId="101" w15:restartNumberingAfterBreak="0">
    <w:nsid w:val="7AAA2135"/>
    <w:multiLevelType w:val="multilevel"/>
    <w:tmpl w:val="1D54A7A6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 w:val="22"/>
        <w:szCs w:val="22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2" w15:restartNumberingAfterBreak="0">
    <w:nsid w:val="7B205855"/>
    <w:multiLevelType w:val="multilevel"/>
    <w:tmpl w:val="08FC0914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2411"/>
        </w:tabs>
        <w:ind w:left="2411" w:hanging="567"/>
      </w:pPr>
      <w:rPr>
        <w:rFonts w:hint="default"/>
        <w:i w:val="0"/>
        <w:sz w:val="24"/>
        <w:szCs w:val="22"/>
        <w:lang w:val="en-US"/>
      </w:rPr>
    </w:lvl>
    <w:lvl w:ilvl="2">
      <w:start w:val="1"/>
      <w:numFmt w:val="lowerLetter"/>
      <w:lvlText w:val="(%3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686"/>
        </w:tabs>
        <w:ind w:left="3686" w:hanging="56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4253"/>
        </w:tabs>
        <w:ind w:left="4253" w:hanging="56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4820"/>
        </w:tabs>
        <w:ind w:left="4820" w:hanging="56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5387"/>
        </w:tabs>
        <w:ind w:left="5387" w:hanging="56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5954"/>
        </w:tabs>
        <w:ind w:left="5954" w:hanging="567"/>
      </w:pPr>
      <w:rPr>
        <w:rFonts w:hint="default"/>
      </w:rPr>
    </w:lvl>
  </w:abstractNum>
  <w:abstractNum w:abstractNumId="103" w15:restartNumberingAfterBreak="0">
    <w:nsid w:val="7BEE33EC"/>
    <w:multiLevelType w:val="multilevel"/>
    <w:tmpl w:val="F528C104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Roman"/>
      <w:lvlText w:val="(%2)"/>
      <w:lvlJc w:val="left"/>
      <w:pPr>
        <w:tabs>
          <w:tab w:val="num" w:pos="1247"/>
        </w:tabs>
        <w:ind w:left="1134" w:hanging="510"/>
      </w:pPr>
      <w:rPr>
        <w:rFonts w:hint="default"/>
        <w:i w:val="0"/>
        <w:szCs w:val="22"/>
      </w:rPr>
    </w:lvl>
    <w:lvl w:ilvl="2">
      <w:start w:val="1"/>
      <w:numFmt w:val="none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none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9"/>
  </w:num>
  <w:num w:numId="4">
    <w:abstractNumId w:val="95"/>
  </w:num>
  <w:num w:numId="5">
    <w:abstractNumId w:val="60"/>
  </w:num>
  <w:num w:numId="6">
    <w:abstractNumId w:val="83"/>
  </w:num>
  <w:num w:numId="7">
    <w:abstractNumId w:val="28"/>
  </w:num>
  <w:num w:numId="8">
    <w:abstractNumId w:val="21"/>
  </w:num>
  <w:num w:numId="9">
    <w:abstractNumId w:val="38"/>
  </w:num>
  <w:num w:numId="10">
    <w:abstractNumId w:val="44"/>
  </w:num>
  <w:num w:numId="11">
    <w:abstractNumId w:val="82"/>
  </w:num>
  <w:num w:numId="12">
    <w:abstractNumId w:val="16"/>
  </w:num>
  <w:num w:numId="13">
    <w:abstractNumId w:val="52"/>
  </w:num>
  <w:num w:numId="14">
    <w:abstractNumId w:val="46"/>
  </w:num>
  <w:num w:numId="15">
    <w:abstractNumId w:val="30"/>
  </w:num>
  <w:num w:numId="16">
    <w:abstractNumId w:val="54"/>
  </w:num>
  <w:num w:numId="17">
    <w:abstractNumId w:val="26"/>
  </w:num>
  <w:num w:numId="18">
    <w:abstractNumId w:val="15"/>
  </w:num>
  <w:num w:numId="19">
    <w:abstractNumId w:val="80"/>
  </w:num>
  <w:num w:numId="20">
    <w:abstractNumId w:val="76"/>
  </w:num>
  <w:num w:numId="21">
    <w:abstractNumId w:val="31"/>
  </w:num>
  <w:num w:numId="22">
    <w:abstractNumId w:val="32"/>
  </w:num>
  <w:num w:numId="23">
    <w:abstractNumId w:val="34"/>
  </w:num>
  <w:num w:numId="24">
    <w:abstractNumId w:val="41"/>
  </w:num>
  <w:num w:numId="25">
    <w:abstractNumId w:val="88"/>
  </w:num>
  <w:num w:numId="26">
    <w:abstractNumId w:val="57"/>
  </w:num>
  <w:num w:numId="27">
    <w:abstractNumId w:val="40"/>
  </w:num>
  <w:num w:numId="28">
    <w:abstractNumId w:val="66"/>
  </w:num>
  <w:num w:numId="29">
    <w:abstractNumId w:val="59"/>
  </w:num>
  <w:num w:numId="30">
    <w:abstractNumId w:val="20"/>
  </w:num>
  <w:num w:numId="31">
    <w:abstractNumId w:val="17"/>
  </w:num>
  <w:num w:numId="32">
    <w:abstractNumId w:val="61"/>
  </w:num>
  <w:num w:numId="33">
    <w:abstractNumId w:val="55"/>
  </w:num>
  <w:num w:numId="34">
    <w:abstractNumId w:val="79"/>
  </w:num>
  <w:num w:numId="35">
    <w:abstractNumId w:val="65"/>
  </w:num>
  <w:num w:numId="36">
    <w:abstractNumId w:val="5"/>
  </w:num>
  <w:num w:numId="37">
    <w:abstractNumId w:val="2"/>
  </w:num>
  <w:num w:numId="38">
    <w:abstractNumId w:val="1"/>
  </w:num>
  <w:num w:numId="39">
    <w:abstractNumId w:val="42"/>
  </w:num>
  <w:num w:numId="40">
    <w:abstractNumId w:val="4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  <w:num w:numId="44">
    <w:abstractNumId w:val="67"/>
  </w:num>
  <w:num w:numId="45">
    <w:abstractNumId w:val="50"/>
  </w:num>
  <w:num w:numId="46">
    <w:abstractNumId w:val="92"/>
  </w:num>
  <w:num w:numId="47">
    <w:abstractNumId w:val="35"/>
  </w:num>
  <w:num w:numId="48">
    <w:abstractNumId w:val="64"/>
  </w:num>
  <w:num w:numId="49">
    <w:abstractNumId w:val="75"/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89"/>
  </w:num>
  <w:num w:numId="52">
    <w:abstractNumId w:val="51"/>
  </w:num>
  <w:num w:numId="53">
    <w:abstractNumId w:val="22"/>
  </w:num>
  <w:num w:numId="54">
    <w:abstractNumId w:val="42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5"/>
  </w:num>
  <w:num w:numId="57">
    <w:abstractNumId w:val="33"/>
  </w:num>
  <w:num w:numId="58">
    <w:abstractNumId w:val="42"/>
    <w:lvlOverride w:ilvl="0">
      <w:startOverride w:val="1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8"/>
  </w:num>
  <w:num w:numId="60">
    <w:abstractNumId w:val="27"/>
  </w:num>
  <w:num w:numId="61">
    <w:abstractNumId w:val="23"/>
  </w:num>
  <w:num w:numId="62">
    <w:abstractNumId w:val="97"/>
  </w:num>
  <w:num w:numId="63">
    <w:abstractNumId w:val="18"/>
  </w:num>
  <w:num w:numId="64">
    <w:abstractNumId w:val="29"/>
  </w:num>
  <w:num w:numId="65">
    <w:abstractNumId w:val="47"/>
  </w:num>
  <w:num w:numId="66">
    <w:abstractNumId w:val="56"/>
  </w:num>
  <w:num w:numId="67">
    <w:abstractNumId w:val="13"/>
  </w:num>
  <w:num w:numId="68">
    <w:abstractNumId w:val="81"/>
  </w:num>
  <w:num w:numId="69">
    <w:abstractNumId w:val="68"/>
  </w:num>
  <w:num w:numId="70">
    <w:abstractNumId w:val="72"/>
  </w:num>
  <w:num w:numId="71">
    <w:abstractNumId w:val="25"/>
  </w:num>
  <w:num w:numId="72">
    <w:abstractNumId w:val="90"/>
  </w:num>
  <w:num w:numId="73">
    <w:abstractNumId w:val="103"/>
  </w:num>
  <w:num w:numId="74">
    <w:abstractNumId w:val="24"/>
  </w:num>
  <w:num w:numId="75">
    <w:abstractNumId w:val="98"/>
  </w:num>
  <w:num w:numId="76">
    <w:abstractNumId w:val="14"/>
  </w:num>
  <w:num w:numId="77">
    <w:abstractNumId w:val="73"/>
  </w:num>
  <w:num w:numId="78">
    <w:abstractNumId w:val="101"/>
  </w:num>
  <w:num w:numId="79">
    <w:abstractNumId w:val="53"/>
  </w:num>
  <w:num w:numId="80">
    <w:abstractNumId w:val="93"/>
  </w:num>
  <w:num w:numId="81">
    <w:abstractNumId w:val="63"/>
  </w:num>
  <w:num w:numId="82">
    <w:abstractNumId w:val="77"/>
  </w:num>
  <w:num w:numId="83">
    <w:abstractNumId w:val="39"/>
  </w:num>
  <w:num w:numId="84">
    <w:abstractNumId w:val="8"/>
  </w:num>
  <w:num w:numId="85">
    <w:abstractNumId w:val="36"/>
  </w:num>
  <w:num w:numId="86">
    <w:abstractNumId w:val="69"/>
  </w:num>
  <w:num w:numId="87">
    <w:abstractNumId w:val="70"/>
  </w:num>
  <w:num w:numId="88">
    <w:abstractNumId w:val="94"/>
  </w:num>
  <w:num w:numId="89">
    <w:abstractNumId w:val="4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4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74"/>
  </w:num>
  <w:num w:numId="92">
    <w:abstractNumId w:val="85"/>
  </w:num>
  <w:num w:numId="93">
    <w:abstractNumId w:val="91"/>
  </w:num>
  <w:num w:numId="94">
    <w:abstractNumId w:val="43"/>
  </w:num>
  <w:num w:numId="95">
    <w:abstractNumId w:val="86"/>
  </w:num>
  <w:num w:numId="96">
    <w:abstractNumId w:val="49"/>
  </w:num>
  <w:num w:numId="97">
    <w:abstractNumId w:val="48"/>
  </w:num>
  <w:num w:numId="98">
    <w:abstractNumId w:val="84"/>
  </w:num>
  <w:num w:numId="99">
    <w:abstractNumId w:val="100"/>
  </w:num>
  <w:num w:numId="100">
    <w:abstractNumId w:val="62"/>
  </w:num>
  <w:num w:numId="101">
    <w:abstractNumId w:val="11"/>
  </w:num>
  <w:num w:numId="102">
    <w:abstractNumId w:val="9"/>
  </w:num>
  <w:num w:numId="10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7"/>
  </w:num>
  <w:num w:numId="108">
    <w:abstractNumId w:val="4"/>
  </w:num>
  <w:num w:numId="109">
    <w:abstractNumId w:val="3"/>
  </w:num>
  <w:num w:numId="110">
    <w:abstractNumId w:val="6"/>
  </w:num>
  <w:num w:numId="111">
    <w:abstractNumId w:val="0"/>
  </w:num>
  <w:num w:numId="112">
    <w:abstractNumId w:val="55"/>
  </w:num>
  <w:num w:numId="113">
    <w:abstractNumId w:val="10"/>
  </w:num>
  <w:num w:numId="114">
    <w:abstractNumId w:val="42"/>
  </w:num>
  <w:num w:numId="115">
    <w:abstractNumId w:val="19"/>
  </w:num>
  <w:num w:numId="11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02"/>
  </w:num>
  <w:num w:numId="118">
    <w:abstractNumId w:val="58"/>
  </w:num>
  <w:num w:numId="119">
    <w:abstractNumId w:val="12"/>
  </w:num>
  <w:num w:numId="120">
    <w:abstractNumId w:val="55"/>
  </w:num>
  <w:num w:numId="121">
    <w:abstractNumId w:val="71"/>
  </w:num>
  <w:num w:numId="122">
    <w:abstractNumId w:val="96"/>
  </w:num>
  <w:num w:numId="12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0"/>
  </w:num>
  <w:num w:numId="125">
    <w:abstractNumId w:val="10"/>
  </w:num>
  <w:num w:numId="126">
    <w:abstractNumId w:val="42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de-DE" w:vendorID="64" w:dllVersion="6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142"/>
  <w:drawingGridHorizontalSpacing w:val="57"/>
  <w:drawingGridVerticalSpacing w:val="57"/>
  <w:displayHorizontalDrawingGridEvery w:val="0"/>
  <w:displayVerticalDrawingGridEvery w:val="2"/>
  <w:doNotUseMarginsForDrawingGridOrigin/>
  <w:drawingGridHorizontalOrigin w:val="1474"/>
  <w:drawingGridVerticalOrigin w:val="1418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IyNTU1NDA2s7A0NDRQ0lEKTi0uzszPAykwrAUAZIOPPiwAAAA="/>
  </w:docVars>
  <w:rsids>
    <w:rsidRoot w:val="001126E8"/>
    <w:rsid w:val="00067E75"/>
    <w:rsid w:val="000723CF"/>
    <w:rsid w:val="001126E8"/>
    <w:rsid w:val="00145BC2"/>
    <w:rsid w:val="00186738"/>
    <w:rsid w:val="001A1348"/>
    <w:rsid w:val="001E1A38"/>
    <w:rsid w:val="001E4C94"/>
    <w:rsid w:val="001F2FAD"/>
    <w:rsid w:val="00252F69"/>
    <w:rsid w:val="002739E0"/>
    <w:rsid w:val="00294E7E"/>
    <w:rsid w:val="002E107B"/>
    <w:rsid w:val="003101AA"/>
    <w:rsid w:val="003813F6"/>
    <w:rsid w:val="003A49A8"/>
    <w:rsid w:val="003A4F1A"/>
    <w:rsid w:val="003B0B98"/>
    <w:rsid w:val="00411191"/>
    <w:rsid w:val="0041635F"/>
    <w:rsid w:val="00431709"/>
    <w:rsid w:val="00437D5B"/>
    <w:rsid w:val="00462363"/>
    <w:rsid w:val="00492326"/>
    <w:rsid w:val="00497170"/>
    <w:rsid w:val="004C4D22"/>
    <w:rsid w:val="004E626D"/>
    <w:rsid w:val="00523723"/>
    <w:rsid w:val="00536367"/>
    <w:rsid w:val="005B2139"/>
    <w:rsid w:val="005B4B2B"/>
    <w:rsid w:val="005C5001"/>
    <w:rsid w:val="006421D0"/>
    <w:rsid w:val="00657D1D"/>
    <w:rsid w:val="0069287B"/>
    <w:rsid w:val="006C5C9D"/>
    <w:rsid w:val="006D0D3C"/>
    <w:rsid w:val="00717ACE"/>
    <w:rsid w:val="0073071E"/>
    <w:rsid w:val="007554DB"/>
    <w:rsid w:val="0078130B"/>
    <w:rsid w:val="007B23C8"/>
    <w:rsid w:val="00807404"/>
    <w:rsid w:val="00833BFE"/>
    <w:rsid w:val="00854671"/>
    <w:rsid w:val="0086199B"/>
    <w:rsid w:val="00880ED0"/>
    <w:rsid w:val="008F0C05"/>
    <w:rsid w:val="00900B1C"/>
    <w:rsid w:val="00921248"/>
    <w:rsid w:val="00966696"/>
    <w:rsid w:val="00A13D4F"/>
    <w:rsid w:val="00AF12A7"/>
    <w:rsid w:val="00B1591B"/>
    <w:rsid w:val="00B47D1F"/>
    <w:rsid w:val="00B920C6"/>
    <w:rsid w:val="00BA5DD2"/>
    <w:rsid w:val="00BE2846"/>
    <w:rsid w:val="00C524BE"/>
    <w:rsid w:val="00CA7374"/>
    <w:rsid w:val="00CB24BC"/>
    <w:rsid w:val="00D22A8A"/>
    <w:rsid w:val="00D2706F"/>
    <w:rsid w:val="00D34BB4"/>
    <w:rsid w:val="00D375C5"/>
    <w:rsid w:val="00D51FCB"/>
    <w:rsid w:val="00D738D8"/>
    <w:rsid w:val="00D81C5F"/>
    <w:rsid w:val="00D90AA3"/>
    <w:rsid w:val="00E46D31"/>
    <w:rsid w:val="00EC7BEC"/>
    <w:rsid w:val="00ED3D13"/>
    <w:rsid w:val="00EE0932"/>
    <w:rsid w:val="00EE778D"/>
    <w:rsid w:val="00F55174"/>
    <w:rsid w:val="00F9028E"/>
    <w:rsid w:val="00FA52CF"/>
    <w:rsid w:val="00FB3A0F"/>
    <w:rsid w:val="00FE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A462A67"/>
  <w15:docId w15:val="{B38F7B8A-0727-415C-9897-AAA21BD46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4"/>
        <w:szCs w:val="24"/>
        <w:lang w:val="sr-Latn-RS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360" w:lineRule="exact"/>
      <w:jc w:val="both"/>
    </w:pPr>
  </w:style>
  <w:style w:type="paragraph" w:styleId="Heading1">
    <w:name w:val="heading 1"/>
    <w:basedOn w:val="Normal"/>
    <w:next w:val="Normal"/>
    <w:link w:val="Heading1Char"/>
    <w:qFormat/>
    <w:pPr>
      <w:numPr>
        <w:numId w:val="33"/>
      </w:numPr>
      <w:spacing w:after="240"/>
      <w:jc w:val="right"/>
      <w:outlineLvl w:val="0"/>
    </w:pPr>
    <w:rPr>
      <w:b/>
      <w:u w:val="single"/>
    </w:rPr>
  </w:style>
  <w:style w:type="paragraph" w:styleId="Heading2">
    <w:name w:val="heading 2"/>
    <w:aliases w:val="ÜBERSCHRIFT 2,H2,Paragraafkop,Section Heading,Lev 2,stycke - Alt+2,052"/>
    <w:basedOn w:val="Normal"/>
    <w:next w:val="Normal"/>
    <w:link w:val="Heading2Char"/>
    <w:qFormat/>
    <w:pPr>
      <w:numPr>
        <w:numId w:val="39"/>
      </w:numPr>
      <w:spacing w:before="480" w:after="240"/>
      <w:outlineLvl w:val="1"/>
    </w:pPr>
    <w:rPr>
      <w:b/>
    </w:rPr>
  </w:style>
  <w:style w:type="paragraph" w:styleId="Heading3">
    <w:name w:val="heading 3"/>
    <w:aliases w:val="ÜBERSCHRIFT 3,Überschrift 3 Char,Überschrift 3 Char2 Char,Überschrift 3 Char Char1 Char,Überschrift 3 Char1 Char Char Char Char,Überschrift 3 Char Char Char Char Char Char,Überschrift 3 Char1 Char Char,Überschrift 3 Char Char Char Char"/>
    <w:basedOn w:val="Normal"/>
    <w:next w:val="Normal"/>
    <w:qFormat/>
    <w:pPr>
      <w:numPr>
        <w:ilvl w:val="1"/>
        <w:numId w:val="39"/>
      </w:numPr>
      <w:tabs>
        <w:tab w:val="left" w:pos="851"/>
      </w:tabs>
      <w:spacing w:before="480"/>
      <w:outlineLvl w:val="2"/>
    </w:pPr>
    <w:rPr>
      <w:i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VARIANTEN"/>
    <w:basedOn w:val="Normal"/>
    <w:next w:val="Normal"/>
    <w:qFormat/>
    <w:pPr>
      <w:spacing w:before="240" w:after="12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rede">
    <w:name w:val="anrede"/>
    <w:basedOn w:val="Normal"/>
    <w:next w:val="Normal"/>
    <w:pPr>
      <w:spacing w:after="240"/>
    </w:pPr>
  </w:style>
  <w:style w:type="paragraph" w:customStyle="1" w:styleId="betreff">
    <w:name w:val="betreff"/>
    <w:basedOn w:val="Normal"/>
    <w:next w:val="anrede"/>
    <w:pPr>
      <w:spacing w:after="480"/>
      <w:ind w:left="1276" w:hanging="1276"/>
    </w:pPr>
    <w:rPr>
      <w:b/>
    </w:rPr>
  </w:style>
  <w:style w:type="paragraph" w:customStyle="1" w:styleId="briefkopf">
    <w:name w:val="briefkopf"/>
    <w:basedOn w:val="Normal"/>
    <w:pPr>
      <w:spacing w:before="1440" w:after="1200" w:line="240" w:lineRule="exact"/>
    </w:pPr>
  </w:style>
  <w:style w:type="paragraph" w:customStyle="1" w:styleId="Einrckunga">
    <w:name w:val="Einrückung a)"/>
    <w:basedOn w:val="Normal"/>
    <w:next w:val="Normal"/>
    <w:pPr>
      <w:numPr>
        <w:numId w:val="2"/>
      </w:numPr>
      <w:spacing w:before="360"/>
    </w:pPr>
  </w:style>
  <w:style w:type="paragraph" w:customStyle="1" w:styleId="Einrckungi">
    <w:name w:val="Einrückung (i)"/>
    <w:basedOn w:val="Normal"/>
    <w:next w:val="Normal"/>
    <w:pPr>
      <w:numPr>
        <w:numId w:val="3"/>
      </w:numPr>
      <w:spacing w:before="240"/>
    </w:pPr>
  </w:style>
  <w:style w:type="paragraph" w:customStyle="1" w:styleId="Einrckungzua">
    <w:name w:val="Einrückung zu a)"/>
    <w:basedOn w:val="Normal"/>
    <w:next w:val="Normal"/>
    <w:pPr>
      <w:spacing w:before="120"/>
      <w:ind w:left="1276"/>
    </w:pPr>
  </w:style>
  <w:style w:type="paragraph" w:styleId="Footer">
    <w:name w:val="footer"/>
    <w:basedOn w:val="Normal"/>
    <w:link w:val="FooterChar"/>
    <w:uiPriority w:val="99"/>
    <w:rPr>
      <w:sz w:val="20"/>
    </w:rPr>
  </w:style>
  <w:style w:type="paragraph" w:styleId="Header">
    <w:name w:val="header"/>
    <w:basedOn w:val="Normal"/>
    <w:link w:val="HeaderChar"/>
    <w:uiPriority w:val="99"/>
    <w:pPr>
      <w:spacing w:line="240" w:lineRule="auto"/>
    </w:pPr>
    <w:rPr>
      <w:sz w:val="20"/>
    </w:rPr>
  </w:style>
  <w:style w:type="character" w:styleId="PageNumber">
    <w:name w:val="page number"/>
    <w:rPr>
      <w:rFonts w:ascii="Arial" w:hAnsi="Arial"/>
      <w:sz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Indent">
    <w:name w:val="Normal Indent"/>
    <w:basedOn w:val="Normal"/>
    <w:uiPriority w:val="99"/>
    <w:pPr>
      <w:ind w:left="708"/>
    </w:p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TextfrKfW">
    <w:name w:val="Text für KfW"/>
    <w:basedOn w:val="Normal"/>
    <w:pPr>
      <w:numPr>
        <w:ilvl w:val="2"/>
        <w:numId w:val="61"/>
      </w:numPr>
      <w:tabs>
        <w:tab w:val="left" w:pos="851"/>
        <w:tab w:val="left" w:pos="2127"/>
      </w:tabs>
      <w:spacing w:before="240" w:line="360" w:lineRule="atLeast"/>
    </w:pPr>
  </w:style>
  <w:style w:type="character" w:styleId="FollowedHyperlink">
    <w:name w:val="FollowedHyperlink"/>
    <w:rPr>
      <w:rFonts w:ascii="Arial" w:hAnsi="Arial"/>
      <w:color w:val="0000FF"/>
      <w:sz w:val="20"/>
      <w:u w:val="single"/>
    </w:rPr>
  </w:style>
  <w:style w:type="character" w:styleId="Strong">
    <w:name w:val="Strong"/>
    <w:qFormat/>
    <w:rPr>
      <w:rFonts w:ascii="Arial" w:hAnsi="Arial"/>
      <w:b/>
      <w:bCs/>
      <w:sz w:val="22"/>
    </w:rPr>
  </w:style>
  <w:style w:type="character" w:styleId="Hyperlink">
    <w:name w:val="Hyperlink"/>
    <w:uiPriority w:val="99"/>
    <w:rPr>
      <w:rFonts w:ascii="Arial" w:hAnsi="Arial"/>
      <w:color w:val="0000FF"/>
      <w:sz w:val="20"/>
      <w:u w:val="single"/>
    </w:rPr>
  </w:style>
  <w:style w:type="paragraph" w:styleId="E-mailSignature">
    <w:name w:val="E-mail Signature"/>
    <w:basedOn w:val="Normal"/>
    <w:next w:val="Normal"/>
  </w:style>
  <w:style w:type="paragraph" w:styleId="NormalWeb">
    <w:name w:val="Normal (Web)"/>
    <w:basedOn w:val="Normal"/>
    <w:rPr>
      <w:sz w:val="20"/>
    </w:rPr>
  </w:style>
  <w:style w:type="character" w:styleId="LineNumber">
    <w:name w:val="line number"/>
    <w:rPr>
      <w:rFonts w:ascii="Arial" w:hAnsi="Arial"/>
      <w:sz w:val="20"/>
    </w:rPr>
  </w:style>
  <w:style w:type="paragraph" w:customStyle="1" w:styleId="Arbeitsanweisung">
    <w:name w:val="Arbeitsanweisung"/>
    <w:basedOn w:val="Normal"/>
    <w:link w:val="ArbeitsanweisungChar"/>
    <w:pPr>
      <w:shd w:val="clear" w:color="auto" w:fill="CCFFFF"/>
    </w:pPr>
    <w:rPr>
      <w:b/>
      <w:vanish/>
      <w:u w:val="dotted"/>
    </w:rPr>
  </w:style>
  <w:style w:type="character" w:customStyle="1" w:styleId="ArbeitsanweisungChar">
    <w:name w:val="Arbeitsanweisung Char"/>
    <w:link w:val="Arbeitsanweisung"/>
    <w:rPr>
      <w:rFonts w:ascii="Arial" w:hAnsi="Arial"/>
      <w:b/>
      <w:vanish/>
      <w:sz w:val="24"/>
      <w:u w:val="dotted"/>
      <w:lang w:val="sr-Latn-RS" w:eastAsia="en-US" w:bidi="ar-SA"/>
    </w:rPr>
  </w:style>
  <w:style w:type="paragraph" w:styleId="Title">
    <w:name w:val="Title"/>
    <w:basedOn w:val="Normal"/>
    <w:next w:val="Normal"/>
    <w:qFormat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Pflichtfeld">
    <w:name w:val="@Pflichtfeld"/>
    <w:rPr>
      <w:rFonts w:ascii="Arial" w:hAnsi="Arial"/>
      <w:b/>
      <w:dstrike w:val="0"/>
      <w:vanish/>
      <w:color w:val="auto"/>
      <w:sz w:val="24"/>
      <w:u w:val="dotted"/>
      <w:bdr w:val="none" w:sz="0" w:space="0" w:color="auto"/>
      <w:shd w:val="clear" w:color="auto" w:fill="CCFFFF"/>
      <w:vertAlign w:val="baseline"/>
    </w:rPr>
  </w:style>
  <w:style w:type="character" w:customStyle="1" w:styleId="OPTIONSFELDTrkisZeichen">
    <w:name w:val="./.OPTIONSFELD Türkis Zeichen"/>
    <w:rPr>
      <w:rFonts w:ascii="Arial" w:hAnsi="Arial"/>
      <w:b/>
      <w:dstrike w:val="0"/>
      <w:vanish/>
      <w:color w:val="auto"/>
      <w:sz w:val="24"/>
      <w:u w:val="dotted"/>
      <w:bdr w:val="none" w:sz="0" w:space="0" w:color="auto"/>
      <w:shd w:val="clear" w:color="auto" w:fill="CCFFFF"/>
      <w:vertAlign w:val="baseline"/>
    </w:rPr>
  </w:style>
  <w:style w:type="paragraph" w:styleId="FootnoteText">
    <w:name w:val="footnote text"/>
    <w:basedOn w:val="Normal"/>
    <w:link w:val="FootnoteTextChar"/>
    <w:qFormat/>
    <w:pPr>
      <w:shd w:val="clear" w:color="auto" w:fill="CCFFFF"/>
      <w:spacing w:after="60" w:line="240" w:lineRule="auto"/>
      <w:ind w:left="284" w:hanging="284"/>
    </w:pPr>
    <w:rPr>
      <w:b/>
      <w:vanish/>
      <w:sz w:val="18"/>
      <w:u w:val="dotted"/>
    </w:rPr>
  </w:style>
  <w:style w:type="character" w:styleId="FootnoteReference">
    <w:name w:val="footnote reference"/>
    <w:rPr>
      <w:rFonts w:ascii="Arial" w:hAnsi="Arial"/>
      <w:b/>
      <w:dstrike w:val="0"/>
      <w:vanish/>
      <w:color w:val="auto"/>
      <w:sz w:val="24"/>
      <w:u w:val="dotted"/>
      <w:bdr w:val="none" w:sz="0" w:space="0" w:color="auto"/>
      <w:shd w:val="clear" w:color="auto" w:fill="CCFFFF"/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NoteHeading">
    <w:name w:val="Note Heading"/>
    <w:basedOn w:val="Normal"/>
    <w:next w:val="Normal"/>
    <w:link w:val="NoteHeadingChar"/>
    <w:pPr>
      <w:spacing w:line="240" w:lineRule="auto"/>
    </w:pPr>
  </w:style>
  <w:style w:type="character" w:customStyle="1" w:styleId="NoteHeadingChar">
    <w:name w:val="Note Heading Char"/>
    <w:link w:val="NoteHeading"/>
    <w:rPr>
      <w:rFonts w:ascii="Arial" w:hAnsi="Arial"/>
      <w:sz w:val="24"/>
      <w:lang w:val="sr-Latn-RS" w:eastAsia="en-US" w:bidi="ar-SA"/>
    </w:rPr>
  </w:style>
  <w:style w:type="paragraph" w:customStyle="1" w:styleId="Einrckungzu111">
    <w:name w:val="Einrückung zu 1. / 1.1"/>
    <w:basedOn w:val="Einrckungzua"/>
    <w:pPr>
      <w:ind w:left="851"/>
    </w:pPr>
  </w:style>
  <w:style w:type="paragraph" w:customStyle="1" w:styleId="Einrckungzui">
    <w:name w:val="Einrückung zu (i)"/>
    <w:basedOn w:val="Einrckungzua"/>
    <w:pPr>
      <w:ind w:left="1985"/>
    </w:pPr>
  </w:style>
  <w:style w:type="paragraph" w:customStyle="1" w:styleId="Annex-Text">
    <w:name w:val="Annex-Text"/>
    <w:basedOn w:val="Normal"/>
    <w:uiPriority w:val="99"/>
    <w:pPr>
      <w:spacing w:line="240" w:lineRule="auto"/>
    </w:pPr>
  </w:style>
  <w:style w:type="paragraph" w:customStyle="1" w:styleId="Prambel">
    <w:name w:val="Präambel"/>
    <w:basedOn w:val="Heading1"/>
    <w:pPr>
      <w:numPr>
        <w:numId w:val="0"/>
      </w:numPr>
      <w:jc w:val="left"/>
    </w:pPr>
  </w:style>
  <w:style w:type="paragraph" w:styleId="TOC1">
    <w:name w:val="toc 1"/>
    <w:basedOn w:val="Normal"/>
    <w:next w:val="Normal"/>
    <w:autoRedefine/>
    <w:uiPriority w:val="39"/>
    <w:pPr>
      <w:tabs>
        <w:tab w:val="left" w:pos="709"/>
        <w:tab w:val="right" w:leader="dot" w:pos="8777"/>
      </w:tabs>
      <w:ind w:left="709" w:right="1418" w:hanging="709"/>
      <w:jc w:val="left"/>
    </w:pPr>
  </w:style>
  <w:style w:type="paragraph" w:styleId="TOC2">
    <w:name w:val="toc 2"/>
    <w:basedOn w:val="Normal"/>
    <w:next w:val="Normal"/>
    <w:autoRedefine/>
    <w:uiPriority w:val="39"/>
    <w:rsid w:val="00807404"/>
    <w:pPr>
      <w:tabs>
        <w:tab w:val="right" w:leader="dot" w:pos="8777"/>
      </w:tabs>
      <w:ind w:left="567" w:right="-2" w:hanging="567"/>
    </w:p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DocumentMap">
    <w:name w:val="Document Map"/>
    <w:basedOn w:val="Normal"/>
    <w:link w:val="DocumentMapChar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Pr>
      <w:rFonts w:ascii="Tahoma" w:hAnsi="Tahoma" w:cs="Tahoma"/>
      <w:sz w:val="16"/>
      <w:szCs w:val="16"/>
      <w:lang w:eastAsia="en-US"/>
    </w:rPr>
  </w:style>
  <w:style w:type="paragraph" w:customStyle="1" w:styleId="DefaultParagraphFontParaCharChar">
    <w:name w:val="Default Paragraph Font Para Char Char"/>
    <w:aliases w:val="Default Paragraph Font Para Char Para Char Char"/>
    <w:basedOn w:val="Normal"/>
    <w:pPr>
      <w:spacing w:line="240" w:lineRule="auto"/>
      <w:jc w:val="left"/>
    </w:pPr>
    <w:rPr>
      <w:rFonts w:ascii="Times New Roman" w:hAnsi="Times New Roman"/>
      <w:sz w:val="20"/>
    </w:rPr>
  </w:style>
  <w:style w:type="paragraph" w:customStyle="1" w:styleId="berschrift">
    <w:name w:val="Überschrift"/>
    <w:basedOn w:val="Normal"/>
    <w:pPr>
      <w:jc w:val="center"/>
    </w:pPr>
    <w:rPr>
      <w:b/>
      <w:u w:val="single"/>
    </w:r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pPr>
      <w:spacing w:after="100" w:line="276" w:lineRule="auto"/>
      <w:ind w:left="660"/>
      <w:jc w:val="left"/>
    </w:pPr>
    <w:rPr>
      <w:rFonts w:ascii="Calibri" w:hAnsi="Calibr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pPr>
      <w:spacing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pPr>
      <w:spacing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pPr>
      <w:spacing w:after="100" w:line="276" w:lineRule="auto"/>
      <w:ind w:left="1320"/>
      <w:jc w:val="left"/>
    </w:pPr>
    <w:rPr>
      <w:rFonts w:ascii="Calibri" w:hAnsi="Calibr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pPr>
      <w:spacing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pPr>
      <w:spacing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character" w:customStyle="1" w:styleId="CommentTextChar">
    <w:name w:val="Comment Text Char"/>
    <w:link w:val="CommentText"/>
    <w:uiPriority w:val="99"/>
    <w:locked/>
    <w:rPr>
      <w:rFonts w:ascii="Arial" w:hAnsi="Arial"/>
      <w:lang w:eastAsia="en-US"/>
    </w:rPr>
  </w:style>
  <w:style w:type="character" w:customStyle="1" w:styleId="FootnoteTextChar">
    <w:name w:val="Footnote Text Char"/>
    <w:basedOn w:val="DefaultParagraphFont"/>
    <w:link w:val="FootnoteText"/>
    <w:rPr>
      <w:rFonts w:ascii="Arial" w:hAnsi="Arial"/>
      <w:b/>
      <w:vanish/>
      <w:sz w:val="18"/>
      <w:u w:val="dotted"/>
      <w:shd w:val="clear" w:color="auto" w:fill="CCFFFF"/>
      <w:lang w:eastAsia="en-US"/>
    </w:rPr>
  </w:style>
  <w:style w:type="table" w:customStyle="1" w:styleId="Tabellenraster1">
    <w:name w:val="Tabellenraster1"/>
    <w:basedOn w:val="TableNormal"/>
    <w:next w:val="TableGri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TableNormal"/>
    <w:next w:val="TableGri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Pr>
      <w:lang w:eastAsia="en-US"/>
    </w:rPr>
  </w:style>
  <w:style w:type="paragraph" w:styleId="ListParagraph">
    <w:name w:val="List Paragraph"/>
    <w:aliases w:val="Listenabsatz1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Pr>
      <w:b/>
      <w:u w:val="single"/>
    </w:r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</w:rPr>
  </w:style>
  <w:style w:type="numbering" w:customStyle="1" w:styleId="Formatvorlage1">
    <w:name w:val="Formatvorlage1"/>
    <w:uiPriority w:val="99"/>
    <w:pPr>
      <w:numPr>
        <w:numId w:val="6"/>
      </w:numPr>
    </w:pPr>
  </w:style>
  <w:style w:type="numbering" w:customStyle="1" w:styleId="CO-Annex">
    <w:name w:val="CO-Annex"/>
    <w:uiPriority w:val="99"/>
    <w:pPr>
      <w:numPr>
        <w:numId w:val="9"/>
      </w:numPr>
    </w:pPr>
  </w:style>
  <w:style w:type="character" w:customStyle="1" w:styleId="Heading2Char">
    <w:name w:val="Heading 2 Char"/>
    <w:aliases w:val="ÜBERSCHRIFT 2 Char,H2 Char,Paragraafkop Char,Section Heading Char,Lev 2 Char,stycke - Alt+2 Char,052 Char"/>
    <w:basedOn w:val="DefaultParagraphFont"/>
    <w:link w:val="Heading2"/>
    <w:rPr>
      <w:b/>
    </w:rPr>
  </w:style>
  <w:style w:type="numbering" w:customStyle="1" w:styleId="GliederungAnnex8BMR">
    <w:name w:val="Gliederung Annex 8 (BMR)"/>
    <w:uiPriority w:val="99"/>
    <w:pPr>
      <w:numPr>
        <w:numId w:val="15"/>
      </w:numPr>
    </w:pPr>
  </w:style>
  <w:style w:type="numbering" w:customStyle="1" w:styleId="GLIEDERUNGHaupttext">
    <w:name w:val="GLIEDERUNG Haupttext"/>
    <w:uiPriority w:val="99"/>
    <w:pPr>
      <w:numPr>
        <w:numId w:val="16"/>
      </w:numPr>
    </w:pPr>
  </w:style>
  <w:style w:type="paragraph" w:customStyle="1" w:styleId="aa">
    <w:name w:val="aa"/>
    <w:basedOn w:val="Normal"/>
    <w:next w:val="Normal"/>
    <w:qFormat/>
    <w:pPr>
      <w:numPr>
        <w:ilvl w:val="2"/>
        <w:numId w:val="20"/>
      </w:numPr>
    </w:pPr>
  </w:style>
  <w:style w:type="paragraph" w:styleId="ListBullet2">
    <w:name w:val="List Bullet 2"/>
    <w:basedOn w:val="Normal"/>
    <w:unhideWhenUsed/>
    <w:pPr>
      <w:contextualSpacing/>
    </w:pPr>
  </w:style>
  <w:style w:type="paragraph" w:styleId="ListNumber2">
    <w:name w:val="List Number 2"/>
    <w:basedOn w:val="Normal"/>
    <w:unhideWhenUsed/>
    <w:pPr>
      <w:contextualSpacing/>
    </w:pPr>
  </w:style>
  <w:style w:type="paragraph" w:styleId="BodyText">
    <w:name w:val="Body Text"/>
    <w:basedOn w:val="Normal"/>
    <w:link w:val="BodyTextChar"/>
    <w:unhideWhenUsed/>
    <w:pPr>
      <w:spacing w:before="240"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ListBullet3">
    <w:name w:val="List Bullet 3"/>
    <w:basedOn w:val="Normal"/>
    <w:unhideWhenUsed/>
    <w:pPr>
      <w:numPr>
        <w:numId w:val="36"/>
      </w:numPr>
      <w:contextualSpacing/>
    </w:pPr>
  </w:style>
  <w:style w:type="paragraph" w:styleId="ListNumber3">
    <w:name w:val="List Number 3"/>
    <w:basedOn w:val="Normal"/>
    <w:unhideWhenUsed/>
    <w:pPr>
      <w:numPr>
        <w:numId w:val="37"/>
      </w:numPr>
      <w:contextualSpacing/>
    </w:pPr>
  </w:style>
  <w:style w:type="paragraph" w:styleId="ListNumber4">
    <w:name w:val="List Number 4"/>
    <w:basedOn w:val="Normal"/>
    <w:unhideWhenUsed/>
    <w:pPr>
      <w:numPr>
        <w:numId w:val="38"/>
      </w:numPr>
      <w:contextualSpacing/>
    </w:pPr>
  </w:style>
  <w:style w:type="paragraph" w:customStyle="1" w:styleId="BERSCHRIFT31">
    <w:name w:val="ÜBERSCHRIFT 3.1"/>
    <w:aliases w:val="NEU"/>
    <w:basedOn w:val="Heading3"/>
    <w:pPr>
      <w:numPr>
        <w:ilvl w:val="0"/>
        <w:numId w:val="0"/>
      </w:numPr>
      <w:ind w:left="851" w:hanging="851"/>
    </w:pPr>
  </w:style>
  <w:style w:type="character" w:customStyle="1" w:styleId="Optionsfeld">
    <w:name w:val="./.Optionsfeld"/>
    <w:rPr>
      <w:rFonts w:ascii="Arial" w:hAnsi="Arial"/>
      <w:b/>
      <w:dstrike w:val="0"/>
      <w:vanish/>
      <w:color w:val="auto"/>
      <w:sz w:val="24"/>
      <w:u w:val="dotted"/>
      <w:bdr w:val="none" w:sz="0" w:space="0" w:color="auto"/>
      <w:shd w:val="clear" w:color="auto" w:fill="CCFFFF"/>
      <w:vertAlign w:val="baseline"/>
    </w:rPr>
  </w:style>
  <w:style w:type="paragraph" w:customStyle="1" w:styleId="Definitionen">
    <w:name w:val="Definitionen"/>
    <w:pPr>
      <w:suppressAutoHyphens/>
      <w:spacing w:before="120" w:after="120" w:line="336" w:lineRule="auto"/>
      <w:ind w:left="567"/>
      <w:jc w:val="both"/>
    </w:pPr>
    <w:rPr>
      <w:sz w:val="22"/>
      <w:szCs w:val="20"/>
    </w:rPr>
  </w:style>
  <w:style w:type="paragraph" w:customStyle="1" w:styleId="Anlagengliederung3">
    <w:name w:val="Anlagengliederung 3"/>
    <w:pPr>
      <w:spacing w:after="240" w:line="336" w:lineRule="auto"/>
      <w:jc w:val="both"/>
    </w:pPr>
    <w:rPr>
      <w:sz w:val="22"/>
      <w:szCs w:val="20"/>
    </w:rPr>
  </w:style>
  <w:style w:type="paragraph" w:customStyle="1" w:styleId="Einrckungaa">
    <w:name w:val="Einrückung (aa)"/>
    <w:basedOn w:val="Einrckunga"/>
    <w:qFormat/>
    <w:pPr>
      <w:numPr>
        <w:ilvl w:val="2"/>
        <w:numId w:val="93"/>
      </w:numPr>
    </w:pPr>
  </w:style>
  <w:style w:type="paragraph" w:customStyle="1" w:styleId="Einrckungzuaa">
    <w:name w:val="Einrückung zu (aa)"/>
    <w:basedOn w:val="Einrckungzua"/>
    <w:qFormat/>
    <w:pPr>
      <w:tabs>
        <w:tab w:val="left" w:pos="2552"/>
      </w:tabs>
    </w:pPr>
  </w:style>
  <w:style w:type="paragraph" w:styleId="BodyText2">
    <w:name w:val="Body Text 2"/>
    <w:basedOn w:val="Normal"/>
    <w:link w:val="BodyText2Char"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</w:style>
  <w:style w:type="paragraph" w:styleId="BodyText3">
    <w:name w:val="Body Text 3"/>
    <w:basedOn w:val="Normal"/>
    <w:link w:val="BodyText3Char"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Pr>
      <w:sz w:val="16"/>
      <w:szCs w:val="16"/>
    </w:rPr>
  </w:style>
  <w:style w:type="paragraph" w:styleId="BodyTextIndent2">
    <w:name w:val="Body Text Indent 2"/>
    <w:basedOn w:val="Normal"/>
    <w:link w:val="BodyTextIndent2Char"/>
    <w:unhideWhenUsed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</w:style>
  <w:style w:type="paragraph" w:styleId="BodyTextIndent3">
    <w:name w:val="Body Text Indent 3"/>
    <w:basedOn w:val="Normal"/>
    <w:link w:val="BodyTextIndent3Char"/>
    <w:unhideWhenUsed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Pr>
      <w:sz w:val="16"/>
      <w:szCs w:val="16"/>
    </w:rPr>
  </w:style>
  <w:style w:type="paragraph" w:styleId="BodyTextIndent">
    <w:name w:val="Body Text Indent"/>
    <w:basedOn w:val="Normal"/>
    <w:link w:val="BodyTextIndentChar"/>
    <w:unhideWhenUsed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0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3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EC49B-5589-4867-B5B0-3FC5D36FC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Vertragsmuster 052</vt:lpstr>
      <vt:lpstr>Vertragsmuster 052</vt:lpstr>
    </vt:vector>
  </TitlesOfParts>
  <Company>KfW-Bankengruppe</Company>
  <LinksUpToDate>false</LinksUpToDate>
  <CharactersWithSpaces>131</CharactersWithSpaces>
  <SharedDoc>false</SharedDoc>
  <HLinks>
    <vt:vector size="36" baseType="variant">
      <vt:variant>
        <vt:i4>1441858</vt:i4>
      </vt:variant>
      <vt:variant>
        <vt:i4>386</vt:i4>
      </vt:variant>
      <vt:variant>
        <vt:i4>0</vt:i4>
      </vt:variant>
      <vt:variant>
        <vt:i4>5</vt:i4>
      </vt:variant>
      <vt:variant>
        <vt:lpwstr>http://www.deval.org/de/</vt:lpwstr>
      </vt:variant>
      <vt:variant>
        <vt:lpwstr/>
      </vt:variant>
      <vt:variant>
        <vt:i4>3473454</vt:i4>
      </vt:variant>
      <vt:variant>
        <vt:i4>383</vt:i4>
      </vt:variant>
      <vt:variant>
        <vt:i4>0</vt:i4>
      </vt:variant>
      <vt:variant>
        <vt:i4>5</vt:i4>
      </vt:variant>
      <vt:variant>
        <vt:lpwstr>http://stats.oecd.org/</vt:lpwstr>
      </vt:variant>
      <vt:variant>
        <vt:lpwstr/>
      </vt:variant>
      <vt:variant>
        <vt:i4>3997731</vt:i4>
      </vt:variant>
      <vt:variant>
        <vt:i4>380</vt:i4>
      </vt:variant>
      <vt:variant>
        <vt:i4>0</vt:i4>
      </vt:variant>
      <vt:variant>
        <vt:i4>5</vt:i4>
      </vt:variant>
      <vt:variant>
        <vt:lpwstr>http://www.gtai.de/GTAI/Navigation/DE/trade.FOO</vt:lpwstr>
      </vt:variant>
      <vt:variant>
        <vt:lpwstr/>
      </vt:variant>
      <vt:variant>
        <vt:i4>196608</vt:i4>
      </vt:variant>
      <vt:variant>
        <vt:i4>377</vt:i4>
      </vt:variant>
      <vt:variant>
        <vt:i4>0</vt:i4>
      </vt:variant>
      <vt:variant>
        <vt:i4>5</vt:i4>
      </vt:variant>
      <vt:variant>
        <vt:lpwstr>http://www.bmz.de/de/was_wir_machen/wege/transparenz-fuer-mehr-Wirksamkeit/index.html</vt:lpwstr>
      </vt:variant>
      <vt:variant>
        <vt:lpwstr/>
      </vt:variant>
      <vt:variant>
        <vt:i4>786518</vt:i4>
      </vt:variant>
      <vt:variant>
        <vt:i4>371</vt:i4>
      </vt:variant>
      <vt:variant>
        <vt:i4>0</vt:i4>
      </vt:variant>
      <vt:variant>
        <vt:i4>5</vt:i4>
      </vt:variant>
      <vt:variant>
        <vt:lpwstr>http://transparenz.kfw-entwicklungsbank.de/en</vt:lpwstr>
      </vt:variant>
      <vt:variant>
        <vt:lpwstr/>
      </vt:variant>
      <vt:variant>
        <vt:i4>983116</vt:i4>
      </vt:variant>
      <vt:variant>
        <vt:i4>0</vt:i4>
      </vt:variant>
      <vt:variant>
        <vt:i4>0</vt:i4>
      </vt:variant>
      <vt:variant>
        <vt:i4>5</vt:i4>
      </vt:variant>
      <vt:variant>
        <vt:lpwstr>http://kfw-intranet/Public/FZ-Handbuch/Anlagen/4_Vertraege_V/Deckblatt interne Arbeitsanweisung Mustervertrag.doc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Vertragsmuster 052</dc:title>
  <dc:subject>Zweiseitiger Darlehensvertrag für FZ-Entwicklungskredit</dc:subject>
  <dc:creator>BRb</dc:creator>
  <cp:lastModifiedBy>Andjelka Opacic</cp:lastModifiedBy>
  <cp:revision>2</cp:revision>
  <cp:lastPrinted>2024-03-20T12:18:00Z</cp:lastPrinted>
  <dcterms:created xsi:type="dcterms:W3CDTF">2024-07-03T11:03:00Z</dcterms:created>
  <dcterms:modified xsi:type="dcterms:W3CDTF">2024-07-03T11:03:00Z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1963346078</vt:i4>
  </property>
  <property fmtid="{D5CDD505-2E9C-101B-9397-08002B2CF9AE}" pid="3" name="_ReviewCycleID">
    <vt:i4>1963346078</vt:i4>
  </property>
  <property fmtid="{D5CDD505-2E9C-101B-9397-08002B2CF9AE}" pid="4" name="_NewReviewCycle">
    <vt:lpwstr/>
  </property>
  <property fmtid="{D5CDD505-2E9C-101B-9397-08002B2CF9AE}" pid="5" name="_EmailEntryID">
    <vt:lpwstr>000000009C2F7A9FC540D31197EA400011520711070017702B8DB9C4D21197D1400024760001000000D8EC1F00003D236FEC8C873A4796492191E206620C00001CD29D800000</vt:lpwstr>
  </property>
  <property fmtid="{D5CDD505-2E9C-101B-9397-08002B2CF9AE}" pid="6" name="_EmailStoreID">
    <vt:lpwstr>0000000038A1BB1005E5101AA1BB08002B2A56C20000454D534D44422E444C4C00000000000000001B55FA20AA6611CD9BC800AA002FC45A0C0000006D786D61696C2E6B66772E6B66776772757070652E6E6574002F6F3D4B66572F6F753D4B465746464D2F636E3D526563697069656E74732F636E3D57454C4200</vt:lpwstr>
  </property>
  <property fmtid="{D5CDD505-2E9C-101B-9397-08002B2CF9AE}" pid="7" name="_EmailStoreID0">
    <vt:lpwstr>0000000038A1BB1005E5101AA1BB08002B2A56C20000454D534D44422E444C4C00000000000000001B55FA20AA6611CD9BC800AA002FC45A0C0000006D786D61696C2E6B66772E6B66776772757070652E6E6574002F6F3D4B66572F6F753D45786368616E67652041646D696E6973747261746976652047726F75702028465</vt:lpwstr>
  </property>
  <property fmtid="{D5CDD505-2E9C-101B-9397-08002B2CF9AE}" pid="8" name="_EmailStoreID1">
    <vt:lpwstr>94449424F484632335350444C54292F636E3D526563697069656E74732F636E3D5733393700</vt:lpwstr>
  </property>
  <property fmtid="{D5CDD505-2E9C-101B-9397-08002B2CF9AE}" pid="9" name="MSIP_Label_44a1eb77-0afe-4cfd-b55b-299e0c9eac9a_Enabled">
    <vt:lpwstr>true</vt:lpwstr>
  </property>
  <property fmtid="{D5CDD505-2E9C-101B-9397-08002B2CF9AE}" pid="10" name="MSIP_Label_44a1eb77-0afe-4cfd-b55b-299e0c9eac9a_SetDate">
    <vt:lpwstr>2022-07-14T06:52:12Z</vt:lpwstr>
  </property>
  <property fmtid="{D5CDD505-2E9C-101B-9397-08002B2CF9AE}" pid="11" name="MSIP_Label_44a1eb77-0afe-4cfd-b55b-299e0c9eac9a_Method">
    <vt:lpwstr>Privileged</vt:lpwstr>
  </property>
  <property fmtid="{D5CDD505-2E9C-101B-9397-08002B2CF9AE}" pid="12" name="MSIP_Label_44a1eb77-0afe-4cfd-b55b-299e0c9eac9a_Name">
    <vt:lpwstr>internal</vt:lpwstr>
  </property>
  <property fmtid="{D5CDD505-2E9C-101B-9397-08002B2CF9AE}" pid="13" name="MSIP_Label_44a1eb77-0afe-4cfd-b55b-299e0c9eac9a_SiteId">
    <vt:lpwstr>05ca8f81-10c4-490e-9c8b-77dad30ce21b</vt:lpwstr>
  </property>
  <property fmtid="{D5CDD505-2E9C-101B-9397-08002B2CF9AE}" pid="14" name="MSIP_Label_44a1eb77-0afe-4cfd-b55b-299e0c9eac9a_ActionId">
    <vt:lpwstr>cf4de1b1-4c52-474f-9e4c-36cac1d36bf7</vt:lpwstr>
  </property>
  <property fmtid="{D5CDD505-2E9C-101B-9397-08002B2CF9AE}" pid="15" name="MSIP_Label_44a1eb77-0afe-4cfd-b55b-299e0c9eac9a_ContentBits">
    <vt:lpwstr>0</vt:lpwstr>
  </property>
  <property fmtid="{D5CDD505-2E9C-101B-9397-08002B2CF9AE}" pid="16" name="GrammarlyDocumentId">
    <vt:lpwstr>009a65d2ed14b78e13c513622092d36f677fa14cf267940cfd19e571cc916437</vt:lpwstr>
  </property>
</Properties>
</file>