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</w:tblGrid>
      <w:tr w:rsidR="004F2292" w:rsidRPr="00053EF0" w14:paraId="060CF2E5" w14:textId="77777777" w:rsidTr="00EE628A">
        <w:trPr>
          <w:trHeight w:val="1403"/>
        </w:trPr>
        <w:tc>
          <w:tcPr>
            <w:tcW w:w="5103" w:type="dxa"/>
            <w:shd w:val="clear" w:color="auto" w:fill="auto"/>
          </w:tcPr>
          <w:p w14:paraId="5DAC5326" w14:textId="77777777" w:rsidR="004F2292" w:rsidRPr="00053EF0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CS"/>
              </w:rPr>
            </w:pPr>
            <w:r w:rsidRPr="00053EF0">
              <w:rPr>
                <w:b/>
                <w:bCs/>
                <w:color w:val="000000"/>
                <w:szCs w:val="20"/>
                <w:lang w:val="sr-Cyrl-CS"/>
              </w:rPr>
              <w:t>Република Србија</w:t>
            </w:r>
          </w:p>
          <w:p w14:paraId="36FEAEE6" w14:textId="77777777" w:rsidR="007100FD" w:rsidRPr="00053EF0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CS"/>
              </w:rPr>
            </w:pPr>
            <w:r w:rsidRPr="00053EF0">
              <w:rPr>
                <w:b/>
                <w:bCs/>
                <w:color w:val="000000"/>
                <w:szCs w:val="20"/>
                <w:lang w:val="sr-Cyrl-CS"/>
              </w:rPr>
              <w:t>Министарство заштите животне средине</w:t>
            </w:r>
          </w:p>
          <w:p w14:paraId="63887C14" w14:textId="77777777" w:rsidR="004F2292" w:rsidRPr="00053EF0" w:rsidRDefault="004F2292" w:rsidP="00426400">
            <w:pPr>
              <w:pStyle w:val="TableParagraph"/>
              <w:spacing w:before="60"/>
              <w:ind w:left="255"/>
              <w:rPr>
                <w:b/>
                <w:lang w:val="sr-Cyrl-CS"/>
              </w:rPr>
            </w:pPr>
          </w:p>
        </w:tc>
      </w:tr>
    </w:tbl>
    <w:p w14:paraId="39CEF6AF" w14:textId="77777777" w:rsidR="004F2292" w:rsidRPr="00053EF0" w:rsidRDefault="00BE4B07" w:rsidP="004F2292">
      <w:pPr>
        <w:pStyle w:val="Heading1"/>
        <w:rPr>
          <w:sz w:val="24"/>
          <w:szCs w:val="24"/>
          <w:lang w:val="sr-Cyrl-CS"/>
        </w:rPr>
      </w:pPr>
      <w:r w:rsidRPr="00053EF0">
        <w:rPr>
          <w:lang w:val="sr-Cyrl-CS"/>
        </w:rPr>
        <w:t xml:space="preserve">                                                                                                 </w:t>
      </w:r>
      <w:r w:rsidRPr="00053EF0">
        <w:rPr>
          <w:sz w:val="24"/>
          <w:szCs w:val="24"/>
          <w:lang w:val="sr-Cyrl-CS"/>
        </w:rPr>
        <w:t>Образац</w:t>
      </w:r>
    </w:p>
    <w:p w14:paraId="53DA79F4" w14:textId="77777777" w:rsidR="00B31E1F" w:rsidRPr="00053EF0" w:rsidRDefault="00B31E1F" w:rsidP="004F2292">
      <w:pPr>
        <w:pStyle w:val="Heading1"/>
        <w:rPr>
          <w:lang w:val="sr-Cyrl-CS"/>
        </w:rPr>
      </w:pPr>
    </w:p>
    <w:p w14:paraId="7F85726F" w14:textId="77777777" w:rsidR="00B31E1F" w:rsidRPr="00053EF0" w:rsidRDefault="00B31E1F" w:rsidP="00EE4C4E">
      <w:pPr>
        <w:pStyle w:val="Heading1"/>
        <w:ind w:left="0"/>
        <w:jc w:val="left"/>
        <w:rPr>
          <w:lang w:val="sr-Cyrl-CS"/>
        </w:rPr>
      </w:pPr>
    </w:p>
    <w:p w14:paraId="3D8402A3" w14:textId="77777777" w:rsidR="00B31E1F" w:rsidRPr="00053EF0" w:rsidRDefault="00BA5C49" w:rsidP="004F2292">
      <w:pPr>
        <w:spacing w:before="184"/>
        <w:ind w:left="908" w:right="908"/>
        <w:jc w:val="center"/>
        <w:rPr>
          <w:b/>
          <w:sz w:val="24"/>
          <w:szCs w:val="24"/>
          <w:lang w:val="sr-Cyrl-CS"/>
        </w:rPr>
      </w:pPr>
      <w:r w:rsidRPr="00053EF0">
        <w:rPr>
          <w:b/>
          <w:color w:val="000000"/>
          <w:sz w:val="24"/>
          <w:szCs w:val="24"/>
          <w:lang w:val="sr-Cyrl-CS"/>
        </w:rPr>
        <w:t>ЗАХТЕВ ЗА СУБВЕНЦИОНИСАНУ КУПОВИНУ НОВИХ ВОЗИЛА КОЈА ИМАЈУ ИСКЉУЧИВО ЕЛЕКТРИЧНИ ПОГОН, КАО И НОВИХ ВОЗИЛА КОЈА УЗ МОТОР СА УНУТРАШЊИМ САГОРЕВАЊЕМ ПОКРЕЋЕ И ЕЛЕКТРИЧНИ ПОГОН (ХИБРИДНИ ПОГОН)</w:t>
      </w:r>
    </w:p>
    <w:p w14:paraId="0C65F9DD" w14:textId="77777777" w:rsidR="00B31E1F" w:rsidRPr="00053EF0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CS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6046"/>
      </w:tblGrid>
      <w:tr w:rsidR="00410BE8" w:rsidRPr="00053EF0" w14:paraId="15BD015E" w14:textId="77777777" w:rsidTr="00C43F89">
        <w:trPr>
          <w:trHeight w:val="563"/>
          <w:jc w:val="center"/>
        </w:trPr>
        <w:tc>
          <w:tcPr>
            <w:tcW w:w="9498" w:type="dxa"/>
            <w:gridSpan w:val="2"/>
            <w:shd w:val="clear" w:color="auto" w:fill="E7E6E6"/>
            <w:vAlign w:val="center"/>
          </w:tcPr>
          <w:p w14:paraId="3F2F542C" w14:textId="77777777" w:rsidR="00410BE8" w:rsidRPr="00053EF0" w:rsidRDefault="004E308F" w:rsidP="0093596F">
            <w:pPr>
              <w:ind w:right="-15"/>
              <w:jc w:val="center"/>
              <w:rPr>
                <w:b/>
                <w:sz w:val="24"/>
                <w:szCs w:val="24"/>
                <w:lang w:val="sr-Cyrl-CS"/>
              </w:rPr>
            </w:pPr>
            <w:r w:rsidRPr="00053EF0">
              <w:rPr>
                <w:b/>
                <w:lang w:val="sr-Cyrl-CS"/>
              </w:rPr>
              <w:t>Основни подаци о подносиоцу захтева</w:t>
            </w:r>
          </w:p>
        </w:tc>
      </w:tr>
      <w:tr w:rsidR="007100FD" w:rsidRPr="00053EF0" w14:paraId="67280FCE" w14:textId="77777777" w:rsidTr="00C43F89">
        <w:trPr>
          <w:trHeight w:val="431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0EEA1D69" w14:textId="77777777" w:rsidR="00410BE8" w:rsidRPr="00053EF0" w:rsidRDefault="004E308F" w:rsidP="006C5E77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Пословно име</w:t>
            </w:r>
            <w:r w:rsidR="006C5E77" w:rsidRPr="00053EF0">
              <w:rPr>
                <w:b/>
                <w:bCs/>
                <w:color w:val="000000"/>
                <w:lang w:val="sr-Cyrl-CS"/>
              </w:rPr>
              <w:t xml:space="preserve"> </w:t>
            </w:r>
          </w:p>
          <w:p w14:paraId="467709B4" w14:textId="77777777" w:rsidR="006C5E77" w:rsidRPr="00053EF0" w:rsidRDefault="006C5E77" w:rsidP="006C5E77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Назив</w:t>
            </w:r>
          </w:p>
          <w:p w14:paraId="5FBC1FF2" w14:textId="77777777" w:rsidR="006C5E77" w:rsidRPr="00053EF0" w:rsidRDefault="006C5E77" w:rsidP="006C5E77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Седиште</w:t>
            </w:r>
          </w:p>
          <w:p w14:paraId="4F2273C9" w14:textId="77777777" w:rsidR="006C5E77" w:rsidRPr="00053EF0" w:rsidRDefault="006C5E77" w:rsidP="006C5E77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Матични број</w:t>
            </w:r>
          </w:p>
          <w:p w14:paraId="77C0BCEF" w14:textId="77777777" w:rsidR="006C5E77" w:rsidRPr="00053EF0" w:rsidRDefault="006C5E77" w:rsidP="006C5E77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ПИБ</w:t>
            </w:r>
          </w:p>
          <w:p w14:paraId="381D11A3" w14:textId="77777777" w:rsidR="006C5E77" w:rsidRPr="00053EF0" w:rsidRDefault="006C5E77" w:rsidP="006C5E77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Извод из регистра привредних субјеката код Агенције за привредне регистре</w:t>
            </w:r>
          </w:p>
          <w:p w14:paraId="4E3A7AF2" w14:textId="77777777" w:rsidR="006C5E77" w:rsidRPr="00053EF0" w:rsidRDefault="006C5E77" w:rsidP="006C5E77">
            <w:pPr>
              <w:rPr>
                <w:b/>
                <w:bCs/>
                <w:lang w:val="sr-Cyrl-CS"/>
              </w:rPr>
            </w:pPr>
            <w:r w:rsidRPr="00053EF0">
              <w:rPr>
                <w:b/>
                <w:bCs/>
                <w:lang w:val="sr-Cyrl-CS"/>
              </w:rPr>
              <w:t>(за правно лице)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348B82DC" w14:textId="77777777" w:rsidR="00410BE8" w:rsidRPr="00053EF0" w:rsidRDefault="00410BE8" w:rsidP="0093596F">
            <w:pPr>
              <w:ind w:right="-15"/>
              <w:rPr>
                <w:bCs/>
                <w:lang w:val="sr-Cyrl-CS"/>
              </w:rPr>
            </w:pPr>
          </w:p>
        </w:tc>
      </w:tr>
      <w:tr w:rsidR="007100FD" w:rsidRPr="00053EF0" w14:paraId="1DA8CB40" w14:textId="77777777" w:rsidTr="00C43F89">
        <w:trPr>
          <w:trHeight w:val="42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06F34288" w14:textId="77777777" w:rsidR="006C5E77" w:rsidRPr="00053EF0" w:rsidRDefault="006C5E77" w:rsidP="0093596F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Име и презиме</w:t>
            </w:r>
          </w:p>
          <w:p w14:paraId="3D4C1613" w14:textId="77777777" w:rsidR="00E37296" w:rsidRPr="00053EF0" w:rsidRDefault="006C5E77" w:rsidP="0093596F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а</w:t>
            </w:r>
            <w:r w:rsidR="00E37296" w:rsidRPr="00053EF0">
              <w:rPr>
                <w:b/>
                <w:bCs/>
                <w:color w:val="000000"/>
                <w:lang w:val="sr-Cyrl-CS"/>
              </w:rPr>
              <w:t>дреса</w:t>
            </w:r>
            <w:r w:rsidRPr="00053EF0">
              <w:rPr>
                <w:b/>
                <w:bCs/>
                <w:color w:val="000000"/>
                <w:lang w:val="sr-Cyrl-CS"/>
              </w:rPr>
              <w:t xml:space="preserve"> становања</w:t>
            </w:r>
            <w:r w:rsidR="00E37296" w:rsidRPr="00053EF0">
              <w:rPr>
                <w:b/>
                <w:bCs/>
                <w:color w:val="000000"/>
                <w:lang w:val="sr-Cyrl-CS"/>
              </w:rPr>
              <w:t>,</w:t>
            </w:r>
          </w:p>
          <w:p w14:paraId="2AF7B95C" w14:textId="77777777" w:rsidR="006C5E77" w:rsidRPr="00053EF0" w:rsidRDefault="006C5E77" w:rsidP="0093596F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контакт телефон</w:t>
            </w:r>
          </w:p>
          <w:p w14:paraId="7C8ECBD2" w14:textId="77777777" w:rsidR="00E37296" w:rsidRPr="00053EF0" w:rsidRDefault="00140F00" w:rsidP="0093596F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Email</w:t>
            </w:r>
            <w:r w:rsidR="006C5E77" w:rsidRPr="00053EF0">
              <w:rPr>
                <w:b/>
                <w:bCs/>
                <w:color w:val="000000"/>
                <w:lang w:val="sr-Cyrl-CS"/>
              </w:rPr>
              <w:t xml:space="preserve"> адресу</w:t>
            </w:r>
          </w:p>
          <w:p w14:paraId="0D2E297C" w14:textId="77777777" w:rsidR="006C5E77" w:rsidRPr="00053EF0" w:rsidRDefault="006C5E77" w:rsidP="0093596F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(за физичког лице)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3EFA26A1" w14:textId="77777777" w:rsidR="00410BE8" w:rsidRPr="00053EF0" w:rsidRDefault="00410BE8" w:rsidP="0093596F">
            <w:pPr>
              <w:ind w:right="-15"/>
              <w:rPr>
                <w:bCs/>
                <w:lang w:val="sr-Cyrl-CS"/>
              </w:rPr>
            </w:pPr>
          </w:p>
        </w:tc>
      </w:tr>
      <w:tr w:rsidR="007100FD" w:rsidRPr="00053EF0" w14:paraId="77E01E78" w14:textId="77777777" w:rsidTr="00C43F89">
        <w:trPr>
          <w:trHeight w:val="42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6F8A2B24" w14:textId="77777777" w:rsidR="00410BE8" w:rsidRPr="00053EF0" w:rsidRDefault="004E308F" w:rsidP="0093596F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 xml:space="preserve">Име и презиме </w:t>
            </w:r>
            <w:r w:rsidR="006C5E77" w:rsidRPr="00053EF0">
              <w:rPr>
                <w:b/>
                <w:bCs/>
                <w:color w:val="000000"/>
                <w:lang w:val="sr-Cyrl-CS"/>
              </w:rPr>
              <w:t xml:space="preserve">овлашћеног </w:t>
            </w:r>
            <w:r w:rsidRPr="00053EF0">
              <w:rPr>
                <w:b/>
                <w:bCs/>
                <w:color w:val="000000"/>
                <w:lang w:val="sr-Cyrl-CS"/>
              </w:rPr>
              <w:t>лица</w:t>
            </w:r>
            <w:r w:rsidR="006C5E77" w:rsidRPr="00053EF0">
              <w:rPr>
                <w:b/>
                <w:bCs/>
                <w:color w:val="000000"/>
                <w:lang w:val="sr-Cyrl-CS"/>
              </w:rPr>
              <w:t xml:space="preserve"> за заступање</w:t>
            </w:r>
          </w:p>
          <w:p w14:paraId="22A5FC91" w14:textId="77777777" w:rsidR="006C5E77" w:rsidRPr="00053EF0" w:rsidRDefault="006C5E77" w:rsidP="0093596F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име и презиме контакт особе</w:t>
            </w:r>
          </w:p>
          <w:p w14:paraId="54D6FD26" w14:textId="77777777" w:rsidR="006C5E77" w:rsidRPr="00053EF0" w:rsidRDefault="00140F00" w:rsidP="0093596F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број телефона и Email</w:t>
            </w:r>
            <w:r w:rsidR="006C5E77" w:rsidRPr="00053EF0">
              <w:rPr>
                <w:b/>
                <w:bCs/>
                <w:color w:val="000000"/>
                <w:lang w:val="sr-Cyrl-CS"/>
              </w:rPr>
              <w:t xml:space="preserve"> адресу контакт особе</w:t>
            </w:r>
          </w:p>
          <w:p w14:paraId="56BA76AA" w14:textId="77777777" w:rsidR="00E37296" w:rsidRPr="00053EF0" w:rsidRDefault="00E37296" w:rsidP="0093596F">
            <w:pPr>
              <w:rPr>
                <w:b/>
                <w:bCs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(за правно лице)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4A674C1F" w14:textId="77777777" w:rsidR="00410BE8" w:rsidRPr="00053EF0" w:rsidRDefault="00410BE8" w:rsidP="0093596F">
            <w:pPr>
              <w:ind w:right="-15"/>
              <w:rPr>
                <w:bCs/>
                <w:lang w:val="sr-Cyrl-CS"/>
              </w:rPr>
            </w:pPr>
          </w:p>
        </w:tc>
      </w:tr>
    </w:tbl>
    <w:p w14:paraId="6BFDE04C" w14:textId="77777777" w:rsidR="004F2292" w:rsidRPr="00053EF0" w:rsidRDefault="004F2292" w:rsidP="0093596F">
      <w:pPr>
        <w:spacing w:before="184"/>
        <w:ind w:right="908"/>
        <w:jc w:val="center"/>
        <w:rPr>
          <w:b/>
          <w:lang w:val="sr-Cyrl-CS"/>
        </w:rPr>
      </w:pP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0"/>
        <w:gridCol w:w="6095"/>
      </w:tblGrid>
      <w:tr w:rsidR="00AC70AD" w:rsidRPr="00053EF0" w14:paraId="6FCFBC4E" w14:textId="77777777" w:rsidTr="00B658A9">
        <w:trPr>
          <w:trHeight w:val="528"/>
          <w:jc w:val="center"/>
        </w:trPr>
        <w:tc>
          <w:tcPr>
            <w:tcW w:w="3930" w:type="dxa"/>
            <w:shd w:val="clear" w:color="auto" w:fill="E7E6E6" w:themeFill="background2"/>
            <w:vAlign w:val="center"/>
          </w:tcPr>
          <w:p w14:paraId="0592A372" w14:textId="77777777" w:rsidR="00AC70AD" w:rsidRPr="00053EF0" w:rsidRDefault="00E37296" w:rsidP="0093596F">
            <w:pPr>
              <w:rPr>
                <w:b/>
                <w:bCs/>
                <w:color w:val="000000"/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 xml:space="preserve">Подаци о возилу </w:t>
            </w:r>
          </w:p>
          <w:p w14:paraId="65950C2D" w14:textId="77777777" w:rsidR="006C5E77" w:rsidRPr="00053EF0" w:rsidRDefault="006C5E77" w:rsidP="006C5E77">
            <w:pPr>
              <w:jc w:val="both"/>
              <w:rPr>
                <w:sz w:val="24"/>
                <w:szCs w:val="24"/>
                <w:lang w:val="sr-Cyrl-CS"/>
              </w:rPr>
            </w:pPr>
            <w:r w:rsidRPr="00053EF0">
              <w:rPr>
                <w:color w:val="000000"/>
                <w:sz w:val="24"/>
                <w:szCs w:val="24"/>
                <w:lang w:val="sr-Cyrl-CS"/>
              </w:rPr>
              <w:t>назив произвођача, година производње, модел, тип, варијанта, снага мотора, укупна цена возила, износ пореза на додату вредност, начин и рок испоруке, идентификациони број возила (број шасије), износ CO2 u g/km обачунатим по WLTP методологији (WLTP – комбинована вредност - WLTP combined value)</w:t>
            </w:r>
          </w:p>
          <w:p w14:paraId="22010A4B" w14:textId="77777777" w:rsidR="006C5E77" w:rsidRPr="00053EF0" w:rsidRDefault="006C5E77" w:rsidP="0093596F">
            <w:pPr>
              <w:rPr>
                <w:b/>
                <w:bCs/>
                <w:color w:val="000000"/>
                <w:lang w:val="sr-Cyrl-CS"/>
              </w:rPr>
            </w:pP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CF4A0F6" w14:textId="77777777" w:rsidR="00AC70AD" w:rsidRPr="00053EF0" w:rsidRDefault="00AC70AD" w:rsidP="0093596F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 </w:t>
            </w:r>
          </w:p>
        </w:tc>
      </w:tr>
    </w:tbl>
    <w:p w14:paraId="0F77EC5B" w14:textId="77777777" w:rsidR="007100FD" w:rsidRPr="00053EF0" w:rsidRDefault="007100FD" w:rsidP="0093596F">
      <w:pPr>
        <w:spacing w:before="184"/>
        <w:ind w:right="908"/>
        <w:jc w:val="center"/>
        <w:rPr>
          <w:b/>
          <w:lang w:val="sr-Cyrl-CS"/>
        </w:rPr>
      </w:pPr>
    </w:p>
    <w:p w14:paraId="06B327D1" w14:textId="77777777" w:rsidR="0061389E" w:rsidRPr="00053EF0" w:rsidRDefault="0061389E">
      <w:pPr>
        <w:rPr>
          <w:lang w:val="sr-Cyrl-CS"/>
        </w:rPr>
      </w:pPr>
    </w:p>
    <w:p w14:paraId="220B3EB7" w14:textId="77777777" w:rsidR="00E71EA4" w:rsidRPr="00053EF0" w:rsidRDefault="00215C2F" w:rsidP="008978C0">
      <w:pPr>
        <w:widowControl/>
        <w:autoSpaceDE/>
        <w:autoSpaceDN/>
        <w:spacing w:after="160" w:line="259" w:lineRule="auto"/>
        <w:ind w:firstLine="720"/>
        <w:jc w:val="both"/>
        <w:rPr>
          <w:lang w:val="sr-Cyrl-CS"/>
        </w:rPr>
      </w:pPr>
      <w:r w:rsidRPr="00053EF0">
        <w:rPr>
          <w:lang w:val="sr-Cyrl-CS"/>
        </w:rPr>
        <w:t>У прилогу захтева је следећа документација</w:t>
      </w:r>
      <w:r w:rsidR="00E71EA4" w:rsidRPr="00053EF0">
        <w:rPr>
          <w:lang w:val="sr-Cyrl-CS"/>
        </w:rPr>
        <w:t>:</w:t>
      </w:r>
    </w:p>
    <w:tbl>
      <w:tblPr>
        <w:tblW w:w="3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006"/>
        <w:gridCol w:w="1395"/>
        <w:gridCol w:w="1918"/>
      </w:tblGrid>
      <w:tr w:rsidR="00426400" w:rsidRPr="00053EF0" w14:paraId="2A9153A4" w14:textId="77777777" w:rsidTr="00431DD0">
        <w:trPr>
          <w:cantSplit/>
          <w:trHeight w:val="412"/>
          <w:tblHeader/>
          <w:jc w:val="center"/>
        </w:trPr>
        <w:tc>
          <w:tcPr>
            <w:tcW w:w="539" w:type="pct"/>
            <w:shd w:val="clear" w:color="auto" w:fill="E7E6E6"/>
            <w:vAlign w:val="center"/>
          </w:tcPr>
          <w:p w14:paraId="2471B864" w14:textId="77777777" w:rsidR="00426400" w:rsidRPr="00053EF0" w:rsidRDefault="00426400" w:rsidP="00E75D03">
            <w:pPr>
              <w:jc w:val="center"/>
              <w:rPr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Р.бр.</w:t>
            </w:r>
          </w:p>
        </w:tc>
        <w:tc>
          <w:tcPr>
            <w:tcW w:w="2122" w:type="pct"/>
            <w:shd w:val="clear" w:color="auto" w:fill="E7E6E6"/>
            <w:vAlign w:val="center"/>
          </w:tcPr>
          <w:p w14:paraId="39BB99DD" w14:textId="77777777" w:rsidR="00426400" w:rsidRPr="00053EF0" w:rsidRDefault="00426400" w:rsidP="00E75D03">
            <w:pPr>
              <w:jc w:val="center"/>
              <w:rPr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Назив документа</w:t>
            </w:r>
          </w:p>
        </w:tc>
        <w:tc>
          <w:tcPr>
            <w:tcW w:w="985" w:type="pct"/>
            <w:shd w:val="clear" w:color="auto" w:fill="E7E6E6"/>
            <w:vAlign w:val="center"/>
          </w:tcPr>
          <w:p w14:paraId="6D0A7C56" w14:textId="77777777" w:rsidR="00426400" w:rsidRPr="00053EF0" w:rsidRDefault="00426400" w:rsidP="00E75D03">
            <w:pPr>
              <w:jc w:val="center"/>
              <w:rPr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Форма документа</w:t>
            </w:r>
          </w:p>
        </w:tc>
        <w:tc>
          <w:tcPr>
            <w:tcW w:w="1354" w:type="pct"/>
            <w:shd w:val="clear" w:color="auto" w:fill="E7E6E6"/>
            <w:vAlign w:val="center"/>
          </w:tcPr>
          <w:p w14:paraId="4650F344" w14:textId="77777777" w:rsidR="00426400" w:rsidRPr="00053EF0" w:rsidRDefault="00426400" w:rsidP="00E75D03">
            <w:pPr>
              <w:jc w:val="center"/>
              <w:rPr>
                <w:lang w:val="sr-Cyrl-CS"/>
              </w:rPr>
            </w:pPr>
            <w:r w:rsidRPr="00053EF0">
              <w:rPr>
                <w:b/>
                <w:bCs/>
                <w:color w:val="000000"/>
                <w:lang w:val="sr-Cyrl-CS"/>
              </w:rPr>
              <w:t>Специфичности</w:t>
            </w:r>
            <w:r w:rsidRPr="00053EF0">
              <w:rPr>
                <w:color w:val="000000"/>
                <w:lang w:val="sr-Cyrl-CS"/>
              </w:rPr>
              <w:t xml:space="preserve"> </w:t>
            </w:r>
            <w:r w:rsidRPr="00053EF0">
              <w:rPr>
                <w:b/>
                <w:bCs/>
                <w:color w:val="000000"/>
                <w:lang w:val="sr-Cyrl-CS"/>
              </w:rPr>
              <w:t>у вези документа</w:t>
            </w:r>
          </w:p>
        </w:tc>
      </w:tr>
      <w:tr w:rsidR="00426400" w:rsidRPr="00053EF0" w14:paraId="206FD812" w14:textId="77777777" w:rsidTr="00431DD0">
        <w:trPr>
          <w:trHeight w:val="692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24428F8C" w14:textId="77777777" w:rsidR="00426400" w:rsidRPr="00053EF0" w:rsidRDefault="00426400" w:rsidP="0011556C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1.</w:t>
            </w:r>
          </w:p>
        </w:tc>
        <w:tc>
          <w:tcPr>
            <w:tcW w:w="2122" w:type="pct"/>
            <w:shd w:val="clear" w:color="auto" w:fill="auto"/>
            <w:vAlign w:val="center"/>
          </w:tcPr>
          <w:p w14:paraId="2889C6F3" w14:textId="77777777" w:rsidR="00426400" w:rsidRPr="00053EF0" w:rsidRDefault="00426400" w:rsidP="00AC70AD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Извод из Регистра привредних субјеката код Агенције за привредне регистре (не старији од 15 дана на дан подношења захтева),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48A230FE" w14:textId="77777777" w:rsidR="00426400" w:rsidRPr="00053EF0" w:rsidRDefault="00426400" w:rsidP="0011556C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szCs w:val="20"/>
                <w:lang w:val="sr-Cyrl-CS"/>
              </w:rPr>
              <w:t>Копија</w:t>
            </w:r>
          </w:p>
        </w:tc>
        <w:tc>
          <w:tcPr>
            <w:tcW w:w="1354" w:type="pct"/>
            <w:shd w:val="clear" w:color="auto" w:fill="auto"/>
            <w:vAlign w:val="center"/>
          </w:tcPr>
          <w:p w14:paraId="113E5C83" w14:textId="77777777" w:rsidR="00426400" w:rsidRPr="00053EF0" w:rsidRDefault="00426400" w:rsidP="0011556C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szCs w:val="20"/>
                <w:lang w:val="sr-Cyrl-CS"/>
              </w:rPr>
              <w:t>/</w:t>
            </w:r>
          </w:p>
        </w:tc>
      </w:tr>
      <w:tr w:rsidR="00426400" w:rsidRPr="00053EF0" w14:paraId="53CD49E4" w14:textId="77777777" w:rsidTr="00431DD0">
        <w:trPr>
          <w:trHeight w:val="559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7DC0F324" w14:textId="77777777" w:rsidR="00426400" w:rsidRPr="00053EF0" w:rsidRDefault="00426400" w:rsidP="0011556C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2.</w:t>
            </w:r>
          </w:p>
        </w:tc>
        <w:tc>
          <w:tcPr>
            <w:tcW w:w="2122" w:type="pct"/>
            <w:shd w:val="clear" w:color="auto" w:fill="auto"/>
            <w:vAlign w:val="center"/>
          </w:tcPr>
          <w:p w14:paraId="6E3CACA7" w14:textId="77777777" w:rsidR="00426400" w:rsidRPr="00053EF0" w:rsidRDefault="005545AB" w:rsidP="00AC70AD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Потврда</w:t>
            </w:r>
            <w:r w:rsidR="00426400" w:rsidRPr="00053EF0">
              <w:rPr>
                <w:color w:val="000000"/>
                <w:lang w:val="sr-Cyrl-CS"/>
              </w:rPr>
              <w:t xml:space="preserve"> да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28B8772F" w14:textId="77777777" w:rsidR="00426400" w:rsidRPr="00053EF0" w:rsidRDefault="00426400" w:rsidP="0011556C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shd w:val="clear" w:color="auto" w:fill="auto"/>
            <w:vAlign w:val="center"/>
          </w:tcPr>
          <w:p w14:paraId="47C10AEF" w14:textId="77777777" w:rsidR="00426400" w:rsidRPr="00053EF0" w:rsidRDefault="00426400" w:rsidP="00FC34C9">
            <w:pPr>
              <w:rPr>
                <w:color w:val="000000"/>
                <w:lang w:val="sr-Cyrl-CS"/>
              </w:rPr>
            </w:pPr>
          </w:p>
        </w:tc>
      </w:tr>
      <w:tr w:rsidR="00431DD0" w:rsidRPr="00053EF0" w14:paraId="057D1ADA" w14:textId="77777777" w:rsidTr="00431DD0">
        <w:trPr>
          <w:trHeight w:val="559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5988C38" w14:textId="77777777" w:rsidR="00431DD0" w:rsidRPr="00053EF0" w:rsidRDefault="00431DD0" w:rsidP="0011556C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 xml:space="preserve">3. </w:t>
            </w:r>
          </w:p>
        </w:tc>
        <w:tc>
          <w:tcPr>
            <w:tcW w:w="2122" w:type="pct"/>
            <w:shd w:val="clear" w:color="auto" w:fill="auto"/>
            <w:vAlign w:val="center"/>
          </w:tcPr>
          <w:p w14:paraId="4847F265" w14:textId="77777777" w:rsidR="00431DD0" w:rsidRPr="00053EF0" w:rsidRDefault="005545AB" w:rsidP="00AC70AD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sz w:val="24"/>
                <w:szCs w:val="24"/>
                <w:lang w:val="sr-Cyrl-CS"/>
              </w:rPr>
              <w:t>Потврда</w:t>
            </w:r>
            <w:r w:rsidR="00FC34C9" w:rsidRPr="00053EF0">
              <w:rPr>
                <w:color w:val="000000"/>
                <w:sz w:val="24"/>
                <w:szCs w:val="24"/>
                <w:lang w:val="sr-Cyrl-CS"/>
              </w:rPr>
              <w:t xml:space="preserve"> да правно лице или предузетник нема правоснажну судску или управну меру забране обављања делатности или осуду због привредног преступа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0B2AF36C" w14:textId="77777777" w:rsidR="00431DD0" w:rsidRPr="00053EF0" w:rsidRDefault="00FC34C9" w:rsidP="0011556C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shd w:val="clear" w:color="auto" w:fill="auto"/>
            <w:vAlign w:val="center"/>
          </w:tcPr>
          <w:p w14:paraId="09C92AD6" w14:textId="77777777" w:rsidR="00431DD0" w:rsidRPr="00053EF0" w:rsidRDefault="00FC34C9" w:rsidP="00E37296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7C213D55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DF22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4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EF32" w14:textId="77777777" w:rsidR="00426400" w:rsidRPr="00053EF0" w:rsidRDefault="00426400" w:rsidP="0023562D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 xml:space="preserve">Доказ да је правно лице или предузетник измирио све доспеле обавезе по основу јавних прихода, односно да је закључио споразум о репрограму о исплати пореског дуга, с тим да укупан износ пореског дуга по споразуму о репрограму о исплати пореског дуга не може да износи више од 500.000 динара на дан подношења захтева, као и доказ да обавезе по репрограму о исплати пореског дуга измирује редовно, односно да нема неизмирених обавеза по репрограму о исплати пореског дуга на дан подношења </w:t>
            </w:r>
            <w:r w:rsidRPr="00053EF0">
              <w:rPr>
                <w:lang w:val="sr-Cyrl-CS"/>
              </w:rPr>
              <w:t>захтева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34D2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2617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3DDED09E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E52F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lastRenderedPageBreak/>
              <w:t>5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06ED" w14:textId="77777777" w:rsidR="00426400" w:rsidRPr="00053EF0" w:rsidRDefault="00426400" w:rsidP="0023562D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Потв</w:t>
            </w:r>
            <w:r w:rsidR="005545AB" w:rsidRPr="00053EF0">
              <w:rPr>
                <w:color w:val="000000"/>
                <w:lang w:val="sr-Cyrl-CS"/>
              </w:rPr>
              <w:t>рда</w:t>
            </w:r>
            <w:r w:rsidRPr="00053EF0">
              <w:rPr>
                <w:color w:val="000000"/>
                <w:lang w:val="sr-Cyrl-CS"/>
              </w:rPr>
              <w:t xml:space="preserve"> да физичко лице није осуђивано за кривична дела против привреде, имовине, живота и тела, јавног реда и мира и правног саобраћаја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9D8C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C977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3C1D38DA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16F1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6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D15A" w14:textId="77777777" w:rsidR="00426400" w:rsidRPr="00053EF0" w:rsidRDefault="005545AB" w:rsidP="000A264F">
            <w:pPr>
              <w:spacing w:after="150"/>
              <w:jc w:val="both"/>
              <w:rPr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Потврда</w:t>
            </w:r>
            <w:r w:rsidR="00426400" w:rsidRPr="00053EF0">
              <w:rPr>
                <w:color w:val="000000"/>
                <w:lang w:val="sr-Cyrl-CS"/>
              </w:rPr>
              <w:t xml:space="preserve"> да је физичко лице измирило све обавезе по основу пореза на имовину</w:t>
            </w:r>
          </w:p>
          <w:p w14:paraId="339E2D35" w14:textId="77777777" w:rsidR="00426400" w:rsidRPr="00053EF0" w:rsidRDefault="00426400" w:rsidP="0023562D">
            <w:pPr>
              <w:rPr>
                <w:color w:val="000000"/>
                <w:lang w:val="sr-Cyrl-C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16FB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7505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230C55D5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DC96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7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34B8" w14:textId="77777777" w:rsidR="00426400" w:rsidRPr="00053EF0" w:rsidRDefault="005545AB" w:rsidP="000A264F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Потврда</w:t>
            </w:r>
            <w:r w:rsidR="00426400" w:rsidRPr="00053EF0">
              <w:rPr>
                <w:color w:val="000000"/>
                <w:lang w:val="sr-Cyrl-CS"/>
              </w:rPr>
              <w:t xml:space="preserve"> о хомологацији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4299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B38F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4675CF38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A0E6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8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6D33" w14:textId="77777777" w:rsidR="00426400" w:rsidRPr="00053EF0" w:rsidRDefault="005545AB" w:rsidP="0023562D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Потврда</w:t>
            </w:r>
            <w:r w:rsidR="00426400" w:rsidRPr="00053EF0">
              <w:rPr>
                <w:color w:val="000000"/>
                <w:lang w:val="sr-Cyrl-CS"/>
              </w:rPr>
              <w:t xml:space="preserve"> о саобразности – Certificate of conformity („COCˮ), која за возила на хибридни погон садржи податак о емисији CO</w:t>
            </w:r>
            <w:r w:rsidR="00426400" w:rsidRPr="00053EF0">
              <w:rPr>
                <w:color w:val="000000"/>
                <w:vertAlign w:val="subscript"/>
                <w:lang w:val="sr-Cyrl-CS"/>
              </w:rPr>
              <w:t>2</w:t>
            </w:r>
            <w:r w:rsidR="00426400" w:rsidRPr="00053EF0">
              <w:rPr>
                <w:color w:val="000000"/>
                <w:lang w:val="sr-Cyrl-CS"/>
              </w:rPr>
              <w:t>, а за возила на електрични погон податак да је возило електрично;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089B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FC4C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12FDF05F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687E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9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78BF" w14:textId="77777777" w:rsidR="00426400" w:rsidRPr="00053EF0" w:rsidRDefault="005545AB" w:rsidP="000A264F">
            <w:pPr>
              <w:spacing w:after="150"/>
              <w:jc w:val="both"/>
              <w:rPr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з</w:t>
            </w:r>
            <w:r w:rsidR="00426400" w:rsidRPr="00053EF0">
              <w:rPr>
                <w:color w:val="000000"/>
                <w:lang w:val="sr-Cyrl-CS"/>
              </w:rPr>
              <w:t>а правна лица – оверени ОП образац лица овлашћеног за заступање;</w:t>
            </w:r>
          </w:p>
          <w:p w14:paraId="27992276" w14:textId="77777777" w:rsidR="00426400" w:rsidRPr="00053EF0" w:rsidRDefault="00426400" w:rsidP="0023562D">
            <w:pPr>
              <w:rPr>
                <w:color w:val="000000"/>
                <w:lang w:val="sr-Cyrl-C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D1FF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0843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415A6927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3412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10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5BEC" w14:textId="77777777" w:rsidR="00426400" w:rsidRPr="00053EF0" w:rsidRDefault="00426400" w:rsidP="000A264F">
            <w:pPr>
              <w:spacing w:after="150"/>
              <w:jc w:val="both"/>
              <w:rPr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Предрачун добављача за набавку новог возила;</w:t>
            </w:r>
          </w:p>
          <w:p w14:paraId="04184E38" w14:textId="77777777" w:rsidR="00426400" w:rsidRPr="00053EF0" w:rsidRDefault="00426400" w:rsidP="0023562D">
            <w:pPr>
              <w:rPr>
                <w:color w:val="000000"/>
                <w:lang w:val="sr-Cyrl-C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79E2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AE23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153B6CFF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E17F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11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A74C" w14:textId="77777777" w:rsidR="00426400" w:rsidRPr="00053EF0" w:rsidRDefault="00426400" w:rsidP="0023562D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Предуговор између добављача и правног лица, предузетника или физичког лица који садржи назив произвођача, годину производње, тип, варијанту, снагу мотора, укупну цену возила, износ пореза на додату вредност, начин и рок испоруке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C024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DB06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30DCB968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1C60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12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4905" w14:textId="77777777" w:rsidR="00426400" w:rsidRPr="00053EF0" w:rsidRDefault="00426400" w:rsidP="0023562D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 xml:space="preserve">Изјаву добављача да </w:t>
            </w:r>
            <w:r w:rsidRPr="00053EF0">
              <w:rPr>
                <w:lang w:val="sr-Cyrl-CS"/>
              </w:rPr>
              <w:t xml:space="preserve">је возило које је предмет захтева на лагеру и да </w:t>
            </w:r>
            <w:r w:rsidRPr="00053EF0">
              <w:rPr>
                <w:color w:val="000000"/>
                <w:lang w:val="sr-Cyrl-CS"/>
              </w:rPr>
              <w:t>може извршити испоруку возила;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1CDB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E7D0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3ACD2BD8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9004" w14:textId="77777777" w:rsidR="00426400" w:rsidRPr="00053EF0" w:rsidRDefault="00F5099F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13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BD01" w14:textId="77777777" w:rsidR="00215C2F" w:rsidRPr="00053EF0" w:rsidRDefault="00327283" w:rsidP="00C2380D">
            <w:pPr>
              <w:spacing w:after="225"/>
              <w:jc w:val="both"/>
              <w:rPr>
                <w:color w:val="000000"/>
                <w:sz w:val="24"/>
                <w:szCs w:val="24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И</w:t>
            </w:r>
            <w:r w:rsidR="005545AB" w:rsidRPr="00053EF0">
              <w:rPr>
                <w:color w:val="000000"/>
                <w:lang w:val="sr-Cyrl-CS"/>
              </w:rPr>
              <w:t>зјава</w:t>
            </w:r>
            <w:r w:rsidR="00426400" w:rsidRPr="00053EF0">
              <w:rPr>
                <w:color w:val="000000"/>
                <w:lang w:val="sr-Cyrl-CS"/>
              </w:rPr>
              <w:t xml:space="preserve"> добављача да возило испуњава св</w:t>
            </w:r>
            <w:r w:rsidR="00215C2F" w:rsidRPr="00053EF0">
              <w:rPr>
                <w:color w:val="000000"/>
                <w:lang w:val="sr-Cyrl-CS"/>
              </w:rPr>
              <w:t xml:space="preserve">е прописане услове из члана 1. Уредбе </w:t>
            </w:r>
            <w:r w:rsidR="00215C2F" w:rsidRPr="00053EF0">
              <w:rPr>
                <w:color w:val="000000"/>
                <w:sz w:val="24"/>
                <w:szCs w:val="24"/>
                <w:lang w:val="sr-Cyrl-CS"/>
              </w:rPr>
              <w:t>о</w:t>
            </w:r>
            <w:r w:rsidR="00215C2F" w:rsidRPr="00053EF0">
              <w:rPr>
                <w:b/>
                <w:color w:val="000000"/>
                <w:sz w:val="24"/>
                <w:szCs w:val="24"/>
                <w:lang w:val="sr-Cyrl-CS"/>
              </w:rPr>
              <w:t xml:space="preserve"> </w:t>
            </w:r>
            <w:r w:rsidR="00215C2F" w:rsidRPr="00053EF0">
              <w:rPr>
                <w:color w:val="000000"/>
                <w:sz w:val="24"/>
                <w:szCs w:val="24"/>
                <w:lang w:val="sr-Cyrl-CS"/>
              </w:rPr>
              <w:t xml:space="preserve">условима и начину спровођења субвенционисане куповинe нових возила која имају искључиво електрични погон, као и возила која уз </w:t>
            </w:r>
            <w:r w:rsidR="00215C2F" w:rsidRPr="00053EF0">
              <w:rPr>
                <w:color w:val="000000"/>
                <w:sz w:val="24"/>
                <w:szCs w:val="24"/>
                <w:lang w:val="sr-Cyrl-CS"/>
              </w:rPr>
              <w:lastRenderedPageBreak/>
              <w:t>мотор са унутрашњим сагоревањем покреће и електрични погон (хибридни погон)</w:t>
            </w:r>
          </w:p>
          <w:p w14:paraId="6A6570C7" w14:textId="77777777" w:rsidR="0025400B" w:rsidRPr="00053EF0" w:rsidRDefault="006C5E77" w:rsidP="0025400B">
            <w:pPr>
              <w:spacing w:after="225"/>
              <w:jc w:val="center"/>
              <w:rPr>
                <w:sz w:val="24"/>
                <w:szCs w:val="24"/>
                <w:lang w:val="sr-Cyrl-CS"/>
              </w:rPr>
            </w:pPr>
            <w:r w:rsidRPr="00053EF0">
              <w:rPr>
                <w:color w:val="000000"/>
                <w:sz w:val="24"/>
                <w:szCs w:val="24"/>
                <w:lang w:val="sr-Cyrl-CS"/>
              </w:rPr>
              <w:t>(,,Службени гласник РС</w:t>
            </w:r>
            <w:r w:rsidRPr="00053EF0">
              <w:rPr>
                <w:sz w:val="24"/>
                <w:szCs w:val="24"/>
                <w:lang w:val="sr-Cyrl-CS"/>
              </w:rPr>
              <w:t>”</w:t>
            </w:r>
            <w:r w:rsidR="0034179F" w:rsidRPr="00053EF0">
              <w:rPr>
                <w:sz w:val="24"/>
                <w:szCs w:val="24"/>
                <w:lang w:val="sr-Cyrl-CS"/>
              </w:rPr>
              <w:t>,</w:t>
            </w:r>
            <w:r w:rsidR="0025400B" w:rsidRPr="00053EF0">
              <w:rPr>
                <w:sz w:val="24"/>
                <w:szCs w:val="24"/>
                <w:lang w:val="sr-Cyrl-CS"/>
              </w:rPr>
              <w:t xml:space="preserve">  /23</w:t>
            </w:r>
          </w:p>
          <w:p w14:paraId="50A482F2" w14:textId="77777777" w:rsidR="00215C2F" w:rsidRPr="00053EF0" w:rsidRDefault="00215C2F" w:rsidP="00215C2F">
            <w:pPr>
              <w:spacing w:after="120"/>
              <w:jc w:val="both"/>
              <w:rPr>
                <w:sz w:val="24"/>
                <w:szCs w:val="24"/>
                <w:lang w:val="sr-Cyrl-CS"/>
              </w:rPr>
            </w:pPr>
          </w:p>
          <w:p w14:paraId="52406A09" w14:textId="77777777" w:rsidR="00426400" w:rsidRPr="00053EF0" w:rsidRDefault="00426400" w:rsidP="00215C2F">
            <w:pPr>
              <w:rPr>
                <w:color w:val="000000"/>
                <w:lang w:val="sr-Cyrl-C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B93C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lastRenderedPageBreak/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DDBB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/</w:t>
            </w:r>
          </w:p>
        </w:tc>
      </w:tr>
      <w:tr w:rsidR="00426400" w:rsidRPr="00053EF0" w14:paraId="68C08720" w14:textId="77777777" w:rsidTr="00431DD0">
        <w:trPr>
          <w:trHeight w:val="559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6C17E04C" w14:textId="77777777" w:rsidR="00426400" w:rsidRPr="00053EF0" w:rsidRDefault="00426400" w:rsidP="0023562D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1</w:t>
            </w:r>
            <w:r w:rsidR="00F5099F" w:rsidRPr="00053EF0">
              <w:rPr>
                <w:color w:val="000000"/>
                <w:lang w:val="sr-Cyrl-CS"/>
              </w:rPr>
              <w:t>4</w:t>
            </w:r>
            <w:r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shd w:val="clear" w:color="auto" w:fill="auto"/>
            <w:vAlign w:val="center"/>
          </w:tcPr>
          <w:p w14:paraId="6B04B3DA" w14:textId="77777777" w:rsidR="00426400" w:rsidRPr="00053EF0" w:rsidRDefault="005545AB" w:rsidP="00215C2F">
            <w:pPr>
              <w:spacing w:after="150"/>
              <w:jc w:val="both"/>
              <w:rPr>
                <w:color w:val="000000"/>
                <w:sz w:val="24"/>
                <w:szCs w:val="24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Потврда</w:t>
            </w:r>
            <w:r w:rsidR="00426400" w:rsidRPr="00053EF0">
              <w:rPr>
                <w:color w:val="000000"/>
                <w:lang w:val="sr-Cyrl-CS"/>
              </w:rPr>
              <w:t xml:space="preserve"> да је добављач ауторизовани дилер за продају нових возила овлашћен од стране произвођача возила која су предмет захтева и да је регистрован у Агенцији за привредне регистре за продају возила која су предмет захтева под шифром трговина на велико и трговина на мало и поправкa</w:t>
            </w:r>
            <w:r w:rsidR="00215C2F" w:rsidRPr="00053EF0">
              <w:rPr>
                <w:color w:val="000000"/>
                <w:lang w:val="sr-Cyrl-CS"/>
              </w:rPr>
              <w:t xml:space="preserve"> моторних возила и мотоцикала </w:t>
            </w:r>
            <w:r w:rsidR="00215C2F" w:rsidRPr="00053EF0">
              <w:rPr>
                <w:color w:val="000000"/>
                <w:sz w:val="24"/>
                <w:szCs w:val="24"/>
                <w:lang w:val="sr-Cyrl-CS"/>
              </w:rPr>
              <w:t xml:space="preserve">или потврду да је продавац возила који је предмет захтева  произвођач тог возила; 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2E748FEF" w14:textId="77777777" w:rsidR="00426400" w:rsidRPr="00053EF0" w:rsidRDefault="00426400" w:rsidP="0023562D">
            <w:pPr>
              <w:jc w:val="center"/>
              <w:rPr>
                <w:color w:val="000000"/>
                <w:szCs w:val="20"/>
                <w:lang w:val="sr-Cyrl-CS"/>
              </w:rPr>
            </w:pPr>
            <w:r w:rsidRPr="00053EF0">
              <w:rPr>
                <w:color w:val="000000"/>
                <w:szCs w:val="20"/>
                <w:lang w:val="sr-Cyrl-CS"/>
              </w:rPr>
              <w:t>Копија</w:t>
            </w:r>
          </w:p>
        </w:tc>
        <w:tc>
          <w:tcPr>
            <w:tcW w:w="1354" w:type="pct"/>
            <w:shd w:val="clear" w:color="auto" w:fill="auto"/>
            <w:vAlign w:val="center"/>
          </w:tcPr>
          <w:p w14:paraId="48C2804B" w14:textId="77777777" w:rsidR="00426400" w:rsidRPr="00053EF0" w:rsidRDefault="00426400" w:rsidP="0023562D">
            <w:pPr>
              <w:jc w:val="center"/>
              <w:rPr>
                <w:color w:val="000000"/>
                <w:szCs w:val="20"/>
                <w:lang w:val="sr-Cyrl-CS"/>
              </w:rPr>
            </w:pPr>
            <w:r w:rsidRPr="00053EF0">
              <w:rPr>
                <w:color w:val="000000"/>
                <w:szCs w:val="20"/>
                <w:lang w:val="sr-Cyrl-CS"/>
              </w:rPr>
              <w:t>/</w:t>
            </w:r>
          </w:p>
        </w:tc>
      </w:tr>
      <w:tr w:rsidR="00426400" w:rsidRPr="00053EF0" w14:paraId="7F8DC87E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B436" w14:textId="77777777" w:rsidR="00426400" w:rsidRPr="00053EF0" w:rsidRDefault="00F5099F" w:rsidP="000A264F">
            <w:pPr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15</w:t>
            </w:r>
            <w:r w:rsidR="00426400" w:rsidRPr="00053EF0">
              <w:rPr>
                <w:color w:val="000000"/>
                <w:lang w:val="sr-Cyrl-C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5070" w14:textId="77777777" w:rsidR="00426400" w:rsidRPr="00053EF0" w:rsidRDefault="00426400" w:rsidP="000A264F">
            <w:pPr>
              <w:spacing w:after="150"/>
              <w:jc w:val="both"/>
              <w:rPr>
                <w:sz w:val="24"/>
                <w:szCs w:val="24"/>
                <w:lang w:val="sr-Cyrl-CS"/>
              </w:rPr>
            </w:pPr>
            <w:r w:rsidRPr="00053EF0">
              <w:rPr>
                <w:lang w:val="sr-Cyrl-CS"/>
              </w:rPr>
              <w:t xml:space="preserve">Изјава подносиоца захтева о начину куповине возила: сопственим средствима или путем </w:t>
            </w:r>
            <w:r w:rsidRPr="00053EF0">
              <w:rPr>
                <w:sz w:val="24"/>
                <w:szCs w:val="24"/>
                <w:lang w:val="sr-Cyrl-CS"/>
              </w:rPr>
              <w:t xml:space="preserve">финансијског лизинга  (уз обавезно навођење података о лизинг кући: назив, адреса, матични број (МБ), порески идентификациони број (ПИБ), број рачуна и назив банке). </w:t>
            </w:r>
          </w:p>
          <w:p w14:paraId="289CA3D8" w14:textId="77777777" w:rsidR="00426400" w:rsidRPr="00053EF0" w:rsidRDefault="00426400" w:rsidP="0023562D">
            <w:pPr>
              <w:rPr>
                <w:color w:val="000000"/>
                <w:szCs w:val="20"/>
                <w:lang w:val="sr-Cyrl-C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5011" w14:textId="77777777" w:rsidR="00426400" w:rsidRPr="00053EF0" w:rsidRDefault="00426400" w:rsidP="0023562D">
            <w:pPr>
              <w:jc w:val="center"/>
              <w:rPr>
                <w:color w:val="000000"/>
                <w:szCs w:val="20"/>
                <w:lang w:val="sr-Cyrl-CS"/>
              </w:rPr>
            </w:pPr>
            <w:r w:rsidRPr="00053EF0">
              <w:rPr>
                <w:color w:val="000000"/>
                <w:szCs w:val="20"/>
                <w:lang w:val="sr-Cyrl-CS"/>
              </w:rPr>
              <w:t>Копија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514D" w14:textId="77777777" w:rsidR="00426400" w:rsidRPr="00053EF0" w:rsidRDefault="00426400" w:rsidP="0023562D">
            <w:pPr>
              <w:jc w:val="center"/>
              <w:rPr>
                <w:color w:val="000000"/>
                <w:szCs w:val="20"/>
                <w:lang w:val="sr-Cyrl-CS"/>
              </w:rPr>
            </w:pPr>
            <w:r w:rsidRPr="00053EF0">
              <w:rPr>
                <w:color w:val="000000"/>
                <w:szCs w:val="20"/>
                <w:lang w:val="sr-Cyrl-CS"/>
              </w:rPr>
              <w:t>/</w:t>
            </w:r>
          </w:p>
        </w:tc>
      </w:tr>
    </w:tbl>
    <w:p w14:paraId="7D517B96" w14:textId="77777777" w:rsidR="007C61A4" w:rsidRPr="00053EF0" w:rsidRDefault="007C61A4" w:rsidP="00EE4C4E">
      <w:pPr>
        <w:ind w:right="-425"/>
        <w:jc w:val="both"/>
        <w:rPr>
          <w:color w:val="000000"/>
          <w:lang w:val="sr-Cyrl-CS"/>
        </w:rPr>
      </w:pPr>
    </w:p>
    <w:p w14:paraId="39FF2666" w14:textId="77777777" w:rsidR="0011556C" w:rsidRPr="00053EF0" w:rsidRDefault="0011556C" w:rsidP="0011556C">
      <w:pPr>
        <w:shd w:val="clear" w:color="auto" w:fill="D9D9D9" w:themeFill="background1" w:themeFillShade="D9"/>
        <w:jc w:val="center"/>
        <w:rPr>
          <w:b/>
          <w:bCs/>
          <w:color w:val="000000"/>
          <w:lang w:val="sr-Cyrl-CS"/>
        </w:rPr>
      </w:pPr>
      <w:r w:rsidRPr="00053EF0">
        <w:rPr>
          <w:b/>
          <w:bCs/>
          <w:color w:val="000000"/>
          <w:lang w:val="sr-Cyrl-CS"/>
        </w:rPr>
        <w:t>Изјава подносиоца захтева у вези прибављања података по службеној дужности</w:t>
      </w:r>
    </w:p>
    <w:p w14:paraId="0C70E91B" w14:textId="77777777" w:rsidR="0011556C" w:rsidRPr="00053EF0" w:rsidRDefault="0011556C" w:rsidP="0011556C">
      <w:pPr>
        <w:rPr>
          <w:b/>
          <w:bCs/>
          <w:i/>
          <w:iCs/>
          <w:color w:val="000000"/>
          <w:lang w:val="sr-Cyrl-CS"/>
        </w:rPr>
      </w:pPr>
    </w:p>
    <w:p w14:paraId="62AB6050" w14:textId="77777777" w:rsidR="0011556C" w:rsidRPr="00053EF0" w:rsidRDefault="0011556C" w:rsidP="008978C0">
      <w:pPr>
        <w:ind w:firstLine="567"/>
        <w:jc w:val="both"/>
        <w:rPr>
          <w:color w:val="000000"/>
          <w:lang w:val="sr-Cyrl-CS"/>
        </w:rPr>
      </w:pPr>
      <w:r w:rsidRPr="00053EF0">
        <w:rPr>
          <w:color w:val="000000"/>
          <w:lang w:val="sr-Cyrl-C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</w:t>
      </w:r>
      <w:r w:rsidR="005545AB" w:rsidRPr="00053EF0">
        <w:rPr>
          <w:color w:val="000000"/>
          <w:lang w:val="sr-Cyrl-CS"/>
        </w:rPr>
        <w:t xml:space="preserve"> (,,Службени гласник РС”, бр. 18/16</w:t>
      </w:r>
      <w:r w:rsidR="00BE4B07" w:rsidRPr="00053EF0">
        <w:rPr>
          <w:color w:val="000000"/>
          <w:lang w:val="sr-Cyrl-CS"/>
        </w:rPr>
        <w:t>,</w:t>
      </w:r>
      <w:r w:rsidR="005545AB" w:rsidRPr="00053EF0">
        <w:rPr>
          <w:color w:val="000000"/>
          <w:lang w:val="sr-Cyrl-CS"/>
        </w:rPr>
        <w:t xml:space="preserve"> 95/18 </w:t>
      </w:r>
      <w:r w:rsidR="00BE4B07" w:rsidRPr="00053EF0">
        <w:rPr>
          <w:color w:val="000000"/>
          <w:lang w:val="sr-Cyrl-CS"/>
        </w:rPr>
        <w:t>-</w:t>
      </w:r>
      <w:r w:rsidR="005545AB" w:rsidRPr="00053EF0">
        <w:rPr>
          <w:color w:val="000000"/>
          <w:lang w:val="sr-Cyrl-CS"/>
        </w:rPr>
        <w:t xml:space="preserve"> аутентично тумачење</w:t>
      </w:r>
      <w:r w:rsidR="00BE4B07" w:rsidRPr="00053EF0">
        <w:rPr>
          <w:color w:val="000000"/>
          <w:lang w:val="sr-Cyrl-CS"/>
        </w:rPr>
        <w:t xml:space="preserve"> и 2/23 - УС</w:t>
      </w:r>
      <w:r w:rsidR="005545AB" w:rsidRPr="00053EF0">
        <w:rPr>
          <w:color w:val="000000"/>
          <w:lang w:val="sr-Cyrl-CS"/>
        </w:rPr>
        <w:t xml:space="preserve">) </w:t>
      </w:r>
      <w:r w:rsidRPr="00053EF0">
        <w:rPr>
          <w:color w:val="000000"/>
          <w:lang w:val="sr-Cyrl-CS"/>
        </w:rPr>
        <w:t xml:space="preserve"> (</w:t>
      </w:r>
      <w:bookmarkStart w:id="0" w:name="_Hlk18696046"/>
      <w:r w:rsidRPr="00053EF0">
        <w:rPr>
          <w:i/>
          <w:iCs/>
          <w:color w:val="000000"/>
          <w:lang w:val="sr-Cyrl-CS"/>
        </w:rPr>
        <w:t>одабрати један од понуђених одговора</w:t>
      </w:r>
      <w:bookmarkEnd w:id="0"/>
      <w:r w:rsidRPr="00053EF0">
        <w:rPr>
          <w:color w:val="000000"/>
          <w:lang w:val="sr-Cyrl-CS"/>
        </w:rPr>
        <w:t>):</w:t>
      </w:r>
    </w:p>
    <w:p w14:paraId="639ABD0B" w14:textId="77777777" w:rsidR="0011556C" w:rsidRPr="00053EF0" w:rsidRDefault="0011556C" w:rsidP="0011556C">
      <w:pPr>
        <w:jc w:val="both"/>
        <w:rPr>
          <w:color w:val="000000"/>
          <w:lang w:val="sr-Cyrl-CS"/>
        </w:rPr>
      </w:pPr>
    </w:p>
    <w:p w14:paraId="425342FC" w14:textId="77777777" w:rsidR="0011556C" w:rsidRPr="00053EF0" w:rsidRDefault="00000000" w:rsidP="0011556C">
      <w:pPr>
        <w:ind w:left="567"/>
        <w:jc w:val="both"/>
        <w:rPr>
          <w:color w:val="000000"/>
          <w:lang w:val="sr-Cyrl-CS"/>
        </w:rPr>
      </w:pPr>
      <w:sdt>
        <w:sdtPr>
          <w:rPr>
            <w:color w:val="000000"/>
            <w:lang w:val="sr-Cyrl-C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556C" w:rsidRPr="00053EF0">
            <w:rPr>
              <w:rFonts w:ascii="MS Gothic" w:eastAsia="MS Gothic" w:hAnsi="MS Gothic"/>
              <w:color w:val="000000"/>
              <w:lang w:val="sr-Cyrl-CS"/>
            </w:rPr>
            <w:t>☐</w:t>
          </w:r>
        </w:sdtContent>
      </w:sdt>
      <w:r w:rsidR="0011556C" w:rsidRPr="00053EF0">
        <w:rPr>
          <w:color w:val="000000"/>
          <w:lang w:val="sr-Cyrl-CS"/>
        </w:rPr>
        <w:t xml:space="preserve"> ДА</w:t>
      </w:r>
    </w:p>
    <w:p w14:paraId="0F3D9E48" w14:textId="77777777" w:rsidR="0011556C" w:rsidRPr="00053EF0" w:rsidRDefault="00000000" w:rsidP="0011556C">
      <w:pPr>
        <w:ind w:left="567"/>
        <w:jc w:val="both"/>
        <w:rPr>
          <w:color w:val="000000"/>
          <w:lang w:val="sr-Cyrl-CS"/>
        </w:rPr>
      </w:pPr>
      <w:sdt>
        <w:sdtPr>
          <w:rPr>
            <w:color w:val="000000"/>
            <w:lang w:val="sr-Cyrl-C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556C" w:rsidRPr="00053EF0">
            <w:rPr>
              <w:rFonts w:ascii="MS Gothic" w:eastAsia="MS Gothic" w:hAnsi="MS Gothic"/>
              <w:color w:val="000000"/>
              <w:lang w:val="sr-Cyrl-CS"/>
            </w:rPr>
            <w:t>☐</w:t>
          </w:r>
        </w:sdtContent>
      </w:sdt>
      <w:r w:rsidR="0011556C" w:rsidRPr="00053EF0">
        <w:rPr>
          <w:color w:val="000000"/>
          <w:lang w:val="sr-Cyrl-CS"/>
        </w:rPr>
        <w:t xml:space="preserve"> НЕ</w:t>
      </w:r>
    </w:p>
    <w:p w14:paraId="49EDF6BD" w14:textId="77777777" w:rsidR="0011556C" w:rsidRPr="00053EF0" w:rsidRDefault="0011556C" w:rsidP="0011556C">
      <w:pPr>
        <w:jc w:val="both"/>
        <w:rPr>
          <w:color w:val="000000"/>
          <w:lang w:val="sr-Cyrl-CS"/>
        </w:rPr>
      </w:pPr>
    </w:p>
    <w:p w14:paraId="491F8E8C" w14:textId="77777777" w:rsidR="00F5099F" w:rsidRPr="00053EF0" w:rsidRDefault="0011556C" w:rsidP="008978C0">
      <w:pPr>
        <w:spacing w:after="150"/>
        <w:ind w:firstLine="567"/>
        <w:jc w:val="both"/>
        <w:rPr>
          <w:rFonts w:eastAsiaTheme="minorEastAsia"/>
          <w:color w:val="000000" w:themeColor="text1"/>
          <w:kern w:val="24"/>
          <w:sz w:val="24"/>
          <w:szCs w:val="24"/>
          <w:lang w:val="sr-Cyrl-CS"/>
        </w:rPr>
      </w:pPr>
      <w:r w:rsidRPr="00053EF0">
        <w:rPr>
          <w:color w:val="000000"/>
          <w:lang w:val="sr-Cyrl-CS"/>
        </w:rPr>
        <w:t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</w:t>
      </w:r>
      <w:r w:rsidR="00F5099F" w:rsidRPr="00053EF0">
        <w:rPr>
          <w:color w:val="000000"/>
          <w:lang w:val="sr-Cyrl-CS"/>
        </w:rPr>
        <w:t xml:space="preserve"> под редним бр. 1 -</w:t>
      </w:r>
      <w:r w:rsidR="0023795C" w:rsidRPr="00053EF0">
        <w:rPr>
          <w:color w:val="000000"/>
          <w:lang w:val="sr-Cyrl-CS"/>
        </w:rPr>
        <w:t xml:space="preserve"> </w:t>
      </w:r>
      <w:r w:rsidR="00F5099F" w:rsidRPr="00053EF0">
        <w:rPr>
          <w:color w:val="000000"/>
          <w:lang w:val="sr-Cyrl-CS"/>
        </w:rPr>
        <w:t xml:space="preserve">7. овог обрасца </w:t>
      </w:r>
      <w:r w:rsidRPr="00053EF0">
        <w:rPr>
          <w:color w:val="000000"/>
          <w:lang w:val="sr-Cyrl-CS"/>
        </w:rPr>
        <w:t xml:space="preserve"> </w:t>
      </w:r>
      <w:r w:rsidR="00F5099F" w:rsidRPr="00053EF0">
        <w:rPr>
          <w:color w:val="333333"/>
          <w:sz w:val="24"/>
          <w:szCs w:val="24"/>
          <w:shd w:val="clear" w:color="auto" w:fill="FFFFFF"/>
          <w:lang w:val="sr-Cyrl-CS"/>
        </w:rPr>
        <w:t xml:space="preserve">као и податак </w:t>
      </w:r>
      <w:r w:rsidR="00EE4C4E" w:rsidRPr="00053EF0">
        <w:rPr>
          <w:color w:val="000000"/>
          <w:sz w:val="24"/>
          <w:szCs w:val="24"/>
          <w:lang w:val="sr-Cyrl-CS"/>
        </w:rPr>
        <w:t xml:space="preserve">из </w:t>
      </w:r>
      <w:r w:rsidR="005545AB" w:rsidRPr="00053EF0">
        <w:rPr>
          <w:color w:val="000000"/>
          <w:sz w:val="24"/>
          <w:szCs w:val="24"/>
          <w:lang w:val="sr-Cyrl-CS"/>
        </w:rPr>
        <w:t>редног броја 14. овог обрасца</w:t>
      </w:r>
      <w:r w:rsidR="005545AB" w:rsidRPr="00053EF0">
        <w:rPr>
          <w:rFonts w:eastAsiaTheme="minorEastAsia"/>
          <w:color w:val="000000" w:themeColor="text1"/>
          <w:kern w:val="24"/>
          <w:sz w:val="24"/>
          <w:szCs w:val="24"/>
          <w:lang w:val="sr-Cyrl-CS"/>
        </w:rPr>
        <w:t xml:space="preserve"> </w:t>
      </w:r>
      <w:r w:rsidR="00F5099F" w:rsidRPr="00053EF0">
        <w:rPr>
          <w:color w:val="333333"/>
          <w:sz w:val="24"/>
          <w:szCs w:val="24"/>
          <w:shd w:val="clear" w:color="auto" w:fill="FFFFFF"/>
          <w:lang w:val="sr-Cyrl-CS"/>
        </w:rPr>
        <w:t xml:space="preserve">да је </w:t>
      </w:r>
      <w:r w:rsidR="00F5099F" w:rsidRPr="00053EF0">
        <w:rPr>
          <w:color w:val="000000"/>
          <w:sz w:val="24"/>
          <w:szCs w:val="24"/>
          <w:lang w:val="sr-Cyrl-CS"/>
        </w:rPr>
        <w:t xml:space="preserve">добављач регистрован у Агенцији за привредне регистре за продају возила која су предмет захтева под шифром трговина на велико и трговина на мало и поправкa моторних возила и мотоцикала </w:t>
      </w:r>
    </w:p>
    <w:p w14:paraId="5AAC5B30" w14:textId="77777777" w:rsidR="0011556C" w:rsidRPr="00053EF0" w:rsidRDefault="00F5099F" w:rsidP="00F5099F">
      <w:pPr>
        <w:jc w:val="both"/>
        <w:rPr>
          <w:color w:val="000000"/>
          <w:lang w:val="sr-Cyrl-CS"/>
        </w:rPr>
      </w:pPr>
      <w:r w:rsidRPr="00053EF0">
        <w:rPr>
          <w:color w:val="000000"/>
          <w:lang w:val="sr-Cyrl-CS"/>
        </w:rPr>
        <w:t xml:space="preserve"> </w:t>
      </w:r>
      <w:r w:rsidR="00215C2F" w:rsidRPr="00053EF0">
        <w:rPr>
          <w:color w:val="000000"/>
          <w:lang w:val="sr-Cyrl-CS"/>
        </w:rPr>
        <w:t>(</w:t>
      </w:r>
      <w:r w:rsidR="00215C2F" w:rsidRPr="00053EF0">
        <w:rPr>
          <w:i/>
          <w:iCs/>
          <w:color w:val="000000"/>
          <w:lang w:val="sr-Cyrl-CS"/>
        </w:rPr>
        <w:t>одабрати један од понуђених одговора</w:t>
      </w:r>
      <w:r w:rsidR="00215C2F" w:rsidRPr="00053EF0">
        <w:rPr>
          <w:color w:val="000000"/>
          <w:lang w:val="sr-Cyrl-CS"/>
        </w:rPr>
        <w:t>):</w:t>
      </w:r>
    </w:p>
    <w:p w14:paraId="21332179" w14:textId="77777777" w:rsidR="0011556C" w:rsidRPr="00053EF0" w:rsidRDefault="0011556C" w:rsidP="0011556C">
      <w:pPr>
        <w:jc w:val="both"/>
        <w:rPr>
          <w:color w:val="000000"/>
          <w:lang w:val="sr-Cyrl-CS"/>
        </w:rPr>
      </w:pPr>
    </w:p>
    <w:p w14:paraId="4197DB0D" w14:textId="77777777" w:rsidR="00AC70AD" w:rsidRPr="00053EF0" w:rsidRDefault="00000000" w:rsidP="00AC70AD">
      <w:pPr>
        <w:ind w:left="567"/>
        <w:jc w:val="both"/>
        <w:rPr>
          <w:color w:val="000000"/>
          <w:lang w:val="sr-Cyrl-CS"/>
        </w:rPr>
      </w:pPr>
      <w:sdt>
        <w:sdtPr>
          <w:rPr>
            <w:color w:val="000000"/>
            <w:lang w:val="sr-Cyrl-CS"/>
          </w:rPr>
          <w:id w:val="380377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70AD" w:rsidRPr="00053EF0">
            <w:rPr>
              <w:rFonts w:ascii="MS Gothic" w:eastAsia="MS Gothic" w:hAnsi="MS Gothic"/>
              <w:color w:val="000000"/>
              <w:lang w:val="sr-Cyrl-CS"/>
            </w:rPr>
            <w:t>☐</w:t>
          </w:r>
        </w:sdtContent>
      </w:sdt>
      <w:r w:rsidR="00AC70AD" w:rsidRPr="00053EF0">
        <w:rPr>
          <w:color w:val="000000"/>
          <w:lang w:val="sr-Cyrl-CS"/>
        </w:rPr>
        <w:t xml:space="preserve"> ДА</w:t>
      </w:r>
    </w:p>
    <w:p w14:paraId="79BB4F1F" w14:textId="77777777" w:rsidR="00AC70AD" w:rsidRPr="00053EF0" w:rsidRDefault="00000000" w:rsidP="00AC70AD">
      <w:pPr>
        <w:ind w:left="567"/>
        <w:jc w:val="both"/>
        <w:rPr>
          <w:color w:val="000000"/>
          <w:lang w:val="sr-Cyrl-CS"/>
        </w:rPr>
      </w:pPr>
      <w:sdt>
        <w:sdtPr>
          <w:rPr>
            <w:color w:val="000000"/>
            <w:lang w:val="sr-Cyrl-CS"/>
          </w:rPr>
          <w:id w:val="2085258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70AD" w:rsidRPr="00053EF0">
            <w:rPr>
              <w:rFonts w:ascii="MS Gothic" w:eastAsia="MS Gothic" w:hAnsi="MS Gothic"/>
              <w:color w:val="000000"/>
              <w:lang w:val="sr-Cyrl-CS"/>
            </w:rPr>
            <w:t>☐</w:t>
          </w:r>
        </w:sdtContent>
      </w:sdt>
      <w:r w:rsidR="00AC70AD" w:rsidRPr="00053EF0">
        <w:rPr>
          <w:color w:val="000000"/>
          <w:lang w:val="sr-Cyrl-CS"/>
        </w:rPr>
        <w:t xml:space="preserve"> НЕ</w:t>
      </w:r>
    </w:p>
    <w:p w14:paraId="21D74A74" w14:textId="77777777" w:rsidR="0011556C" w:rsidRPr="00053EF0" w:rsidRDefault="0011556C" w:rsidP="0011556C">
      <w:pPr>
        <w:rPr>
          <w:color w:val="000000"/>
          <w:lang w:val="sr-Cyrl-CS"/>
        </w:rPr>
      </w:pPr>
    </w:p>
    <w:p w14:paraId="5B501716" w14:textId="77777777" w:rsidR="00D55005" w:rsidRPr="00053EF0" w:rsidRDefault="00D55005" w:rsidP="00D55005">
      <w:pPr>
        <w:ind w:left="-426" w:right="-425"/>
        <w:jc w:val="both"/>
        <w:rPr>
          <w:color w:val="000000"/>
          <w:lang w:val="sr-Cyrl-CS"/>
        </w:rPr>
      </w:pPr>
    </w:p>
    <w:p w14:paraId="2A9283C1" w14:textId="77777777" w:rsidR="00D55005" w:rsidRPr="00053EF0" w:rsidRDefault="00D55005" w:rsidP="00D55005">
      <w:pPr>
        <w:rPr>
          <w:lang w:val="sr-Cyrl-CS"/>
        </w:rPr>
      </w:pPr>
    </w:p>
    <w:p w14:paraId="51D55802" w14:textId="77777777" w:rsidR="00D55005" w:rsidRPr="00053EF0" w:rsidRDefault="00D55005" w:rsidP="00D55005">
      <w:pPr>
        <w:rPr>
          <w:lang w:val="sr-Cyrl-CS"/>
        </w:rPr>
      </w:pPr>
    </w:p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:rsidRPr="00053EF0" w14:paraId="14B17386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E16DA" w14:textId="77777777" w:rsidR="00D55005" w:rsidRPr="00053EF0" w:rsidRDefault="00D55005" w:rsidP="007E3FD9">
            <w:pPr>
              <w:ind w:left="-108"/>
              <w:jc w:val="both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DF5FAB" w14:textId="77777777" w:rsidR="00D55005" w:rsidRPr="00053EF0" w:rsidRDefault="00D55005" w:rsidP="007E3FD9">
            <w:pPr>
              <w:rPr>
                <w:color w:val="000000"/>
                <w:lang w:val="sr-Cyrl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5FEFC" w14:textId="77777777" w:rsidR="00D55005" w:rsidRPr="00053EF0" w:rsidRDefault="00D55005" w:rsidP="007E3FD9">
            <w:pPr>
              <w:ind w:left="-103"/>
              <w:jc w:val="both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F3E304" w14:textId="77777777" w:rsidR="00D55005" w:rsidRPr="00053EF0" w:rsidRDefault="00D55005" w:rsidP="007E3FD9">
            <w:pPr>
              <w:ind w:left="-256"/>
              <w:jc w:val="both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8BF48" w14:textId="77777777" w:rsidR="00D55005" w:rsidRPr="00053EF0" w:rsidRDefault="00D55005" w:rsidP="007E3FD9">
            <w:pPr>
              <w:jc w:val="both"/>
              <w:rPr>
                <w:color w:val="000000"/>
                <w:lang w:val="sr-Cyrl-CS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AF1B26" w14:textId="77777777" w:rsidR="00D55005" w:rsidRPr="00053EF0" w:rsidRDefault="00D55005" w:rsidP="007E3FD9">
            <w:pPr>
              <w:jc w:val="center"/>
              <w:rPr>
                <w:color w:val="000000"/>
                <w:lang w:val="sr-Cyrl-CS"/>
              </w:rPr>
            </w:pPr>
          </w:p>
        </w:tc>
      </w:tr>
      <w:tr w:rsidR="00D55005" w:rsidRPr="00053EF0" w14:paraId="4C71C8B1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992C0" w14:textId="77777777" w:rsidR="00D55005" w:rsidRPr="00053EF0" w:rsidRDefault="00D55005" w:rsidP="007E3FD9">
            <w:pPr>
              <w:jc w:val="both"/>
              <w:rPr>
                <w:color w:val="000000"/>
                <w:lang w:val="sr-Cyrl-C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26FBCFE" w14:textId="77777777" w:rsidR="00D55005" w:rsidRPr="00053EF0" w:rsidRDefault="00D55005" w:rsidP="007E3FD9">
            <w:pPr>
              <w:jc w:val="both"/>
              <w:rPr>
                <w:color w:val="000000"/>
                <w:lang w:val="sr-Cyrl-C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2562E" w14:textId="77777777" w:rsidR="00D55005" w:rsidRPr="00053EF0" w:rsidRDefault="00D55005" w:rsidP="007E3FD9">
            <w:pPr>
              <w:ind w:left="-103"/>
              <w:jc w:val="both"/>
              <w:rPr>
                <w:color w:val="000000"/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110DC" w14:textId="77777777" w:rsidR="00D55005" w:rsidRPr="00053EF0" w:rsidRDefault="00D55005" w:rsidP="007E3FD9">
            <w:pPr>
              <w:jc w:val="both"/>
              <w:rPr>
                <w:color w:val="000000"/>
                <w:lang w:val="sr-Cyrl-CS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107C00" w14:textId="77777777" w:rsidR="00D55005" w:rsidRPr="00053EF0" w:rsidRDefault="00D55005" w:rsidP="007E3FD9">
            <w:pPr>
              <w:jc w:val="center"/>
              <w:rPr>
                <w:color w:val="000000"/>
                <w:lang w:val="sr-Cyrl-CS"/>
              </w:rPr>
            </w:pPr>
            <w:r w:rsidRPr="00053EF0">
              <w:rPr>
                <w:color w:val="000000"/>
                <w:lang w:val="sr-Cyrl-CS"/>
              </w:rPr>
              <w:t>Потпис подносиоца захтева</w:t>
            </w:r>
          </w:p>
        </w:tc>
      </w:tr>
    </w:tbl>
    <w:p w14:paraId="442D0D16" w14:textId="77777777" w:rsidR="00D55005" w:rsidRPr="00053EF0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  <w:lang w:val="sr-Cyrl-CS"/>
        </w:rPr>
      </w:pPr>
    </w:p>
    <w:sectPr w:rsidR="00D55005" w:rsidRPr="00053EF0" w:rsidSect="008B3160">
      <w:headerReference w:type="default" r:id="rId8"/>
      <w:footerReference w:type="default" r:id="rId9"/>
      <w:pgSz w:w="11906" w:h="16838"/>
      <w:pgMar w:top="1440" w:right="991" w:bottom="14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E6B40" w14:textId="77777777" w:rsidR="000C6A4D" w:rsidRDefault="000C6A4D" w:rsidP="004F2292">
      <w:r>
        <w:separator/>
      </w:r>
    </w:p>
  </w:endnote>
  <w:endnote w:type="continuationSeparator" w:id="0">
    <w:p w14:paraId="2496E316" w14:textId="77777777" w:rsidR="000C6A4D" w:rsidRDefault="000C6A4D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28287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CE391" w14:textId="77777777" w:rsidR="008B3160" w:rsidRDefault="008B31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EF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1F31F85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EFC76" w14:textId="77777777" w:rsidR="000C6A4D" w:rsidRDefault="000C6A4D" w:rsidP="004F2292">
      <w:r>
        <w:separator/>
      </w:r>
    </w:p>
  </w:footnote>
  <w:footnote w:type="continuationSeparator" w:id="0">
    <w:p w14:paraId="6ACEC399" w14:textId="77777777" w:rsidR="000C6A4D" w:rsidRDefault="000C6A4D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765A1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482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005"/>
    <w:rsid w:val="00044C24"/>
    <w:rsid w:val="00053EF0"/>
    <w:rsid w:val="0006352E"/>
    <w:rsid w:val="0006695C"/>
    <w:rsid w:val="000856AA"/>
    <w:rsid w:val="00087CD3"/>
    <w:rsid w:val="000A264F"/>
    <w:rsid w:val="000B4C1E"/>
    <w:rsid w:val="000C6A4D"/>
    <w:rsid w:val="0011556C"/>
    <w:rsid w:val="0011744D"/>
    <w:rsid w:val="00140F00"/>
    <w:rsid w:val="001428B1"/>
    <w:rsid w:val="00145FE1"/>
    <w:rsid w:val="00184FDB"/>
    <w:rsid w:val="00197F41"/>
    <w:rsid w:val="001A0653"/>
    <w:rsid w:val="001D042B"/>
    <w:rsid w:val="001F23FC"/>
    <w:rsid w:val="00201415"/>
    <w:rsid w:val="00215C2F"/>
    <w:rsid w:val="00215F7F"/>
    <w:rsid w:val="0023795C"/>
    <w:rsid w:val="00244024"/>
    <w:rsid w:val="00252EA3"/>
    <w:rsid w:val="0025400B"/>
    <w:rsid w:val="00262323"/>
    <w:rsid w:val="00281F0F"/>
    <w:rsid w:val="002A1F8D"/>
    <w:rsid w:val="002A58C3"/>
    <w:rsid w:val="0032227E"/>
    <w:rsid w:val="00327283"/>
    <w:rsid w:val="0034179F"/>
    <w:rsid w:val="00387A38"/>
    <w:rsid w:val="00395C1A"/>
    <w:rsid w:val="003E7349"/>
    <w:rsid w:val="003E7EB2"/>
    <w:rsid w:val="003F5A7F"/>
    <w:rsid w:val="00410BE8"/>
    <w:rsid w:val="00426400"/>
    <w:rsid w:val="00431DD0"/>
    <w:rsid w:val="00455FD0"/>
    <w:rsid w:val="00466600"/>
    <w:rsid w:val="0047654A"/>
    <w:rsid w:val="004A640D"/>
    <w:rsid w:val="004C0CCF"/>
    <w:rsid w:val="004D6AA3"/>
    <w:rsid w:val="004D7141"/>
    <w:rsid w:val="004E308F"/>
    <w:rsid w:val="004E346A"/>
    <w:rsid w:val="004F2292"/>
    <w:rsid w:val="004F5A95"/>
    <w:rsid w:val="00505C7F"/>
    <w:rsid w:val="005545AB"/>
    <w:rsid w:val="005565C7"/>
    <w:rsid w:val="0056701E"/>
    <w:rsid w:val="00576E96"/>
    <w:rsid w:val="005A6C98"/>
    <w:rsid w:val="005B6AA1"/>
    <w:rsid w:val="0061389E"/>
    <w:rsid w:val="006523C9"/>
    <w:rsid w:val="006544B8"/>
    <w:rsid w:val="00655E58"/>
    <w:rsid w:val="006C5E77"/>
    <w:rsid w:val="006C66C0"/>
    <w:rsid w:val="006D2C80"/>
    <w:rsid w:val="006E1CD7"/>
    <w:rsid w:val="007100FD"/>
    <w:rsid w:val="00712ED7"/>
    <w:rsid w:val="007265C7"/>
    <w:rsid w:val="007472F4"/>
    <w:rsid w:val="00773B9D"/>
    <w:rsid w:val="007C61A4"/>
    <w:rsid w:val="007C6B68"/>
    <w:rsid w:val="007D2603"/>
    <w:rsid w:val="007E3032"/>
    <w:rsid w:val="00820BE3"/>
    <w:rsid w:val="008546E9"/>
    <w:rsid w:val="00867F85"/>
    <w:rsid w:val="00874E9E"/>
    <w:rsid w:val="00876EAA"/>
    <w:rsid w:val="008978C0"/>
    <w:rsid w:val="008A0985"/>
    <w:rsid w:val="008B17E9"/>
    <w:rsid w:val="008B3160"/>
    <w:rsid w:val="008C2605"/>
    <w:rsid w:val="008C32E3"/>
    <w:rsid w:val="00934971"/>
    <w:rsid w:val="0093596F"/>
    <w:rsid w:val="0096312C"/>
    <w:rsid w:val="009A4C4F"/>
    <w:rsid w:val="009B7CF5"/>
    <w:rsid w:val="009C3233"/>
    <w:rsid w:val="009C5813"/>
    <w:rsid w:val="00A04D82"/>
    <w:rsid w:val="00A140F5"/>
    <w:rsid w:val="00A4401C"/>
    <w:rsid w:val="00A72B00"/>
    <w:rsid w:val="00AB3A01"/>
    <w:rsid w:val="00AC70AD"/>
    <w:rsid w:val="00AD7708"/>
    <w:rsid w:val="00AE0F3A"/>
    <w:rsid w:val="00B1688E"/>
    <w:rsid w:val="00B171D8"/>
    <w:rsid w:val="00B22B45"/>
    <w:rsid w:val="00B31E1F"/>
    <w:rsid w:val="00B33022"/>
    <w:rsid w:val="00B363D1"/>
    <w:rsid w:val="00B425F1"/>
    <w:rsid w:val="00B54471"/>
    <w:rsid w:val="00B658A9"/>
    <w:rsid w:val="00BA5C49"/>
    <w:rsid w:val="00BC04EF"/>
    <w:rsid w:val="00BC5831"/>
    <w:rsid w:val="00BE4B07"/>
    <w:rsid w:val="00BE565F"/>
    <w:rsid w:val="00BE6094"/>
    <w:rsid w:val="00C04652"/>
    <w:rsid w:val="00C10111"/>
    <w:rsid w:val="00C22F82"/>
    <w:rsid w:val="00C2380D"/>
    <w:rsid w:val="00C32287"/>
    <w:rsid w:val="00C43F89"/>
    <w:rsid w:val="00C4618F"/>
    <w:rsid w:val="00C872A6"/>
    <w:rsid w:val="00C94574"/>
    <w:rsid w:val="00C952A4"/>
    <w:rsid w:val="00CB0BB2"/>
    <w:rsid w:val="00CC34A1"/>
    <w:rsid w:val="00CC4CA2"/>
    <w:rsid w:val="00CE2E46"/>
    <w:rsid w:val="00CF14D5"/>
    <w:rsid w:val="00CF6942"/>
    <w:rsid w:val="00D26C51"/>
    <w:rsid w:val="00D46F18"/>
    <w:rsid w:val="00D523CF"/>
    <w:rsid w:val="00D55005"/>
    <w:rsid w:val="00D610D7"/>
    <w:rsid w:val="00D81D45"/>
    <w:rsid w:val="00D85CF8"/>
    <w:rsid w:val="00DC56D9"/>
    <w:rsid w:val="00E02500"/>
    <w:rsid w:val="00E32659"/>
    <w:rsid w:val="00E35B8F"/>
    <w:rsid w:val="00E37296"/>
    <w:rsid w:val="00E45514"/>
    <w:rsid w:val="00E56EEE"/>
    <w:rsid w:val="00E659F7"/>
    <w:rsid w:val="00E71EA4"/>
    <w:rsid w:val="00E75D03"/>
    <w:rsid w:val="00EB4AD3"/>
    <w:rsid w:val="00EC3144"/>
    <w:rsid w:val="00ED4CEA"/>
    <w:rsid w:val="00EE4C4E"/>
    <w:rsid w:val="00EE5F3B"/>
    <w:rsid w:val="00EE628A"/>
    <w:rsid w:val="00F05F6D"/>
    <w:rsid w:val="00F5099F"/>
    <w:rsid w:val="00F70321"/>
    <w:rsid w:val="00F87471"/>
    <w:rsid w:val="00FC34C9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370FC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70663-E870-4415-BDB6-BED357CE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1</TotalTime>
  <Pages>5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Podrška KZSM</cp:lastModifiedBy>
  <cp:revision>2</cp:revision>
  <cp:lastPrinted>2023-03-02T09:13:00Z</cp:lastPrinted>
  <dcterms:created xsi:type="dcterms:W3CDTF">2023-03-03T10:18:00Z</dcterms:created>
  <dcterms:modified xsi:type="dcterms:W3CDTF">2023-03-03T10:18:00Z</dcterms:modified>
</cp:coreProperties>
</file>