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F804F" w14:textId="047991B3" w:rsidR="004066F1" w:rsidRPr="00CE7CAC" w:rsidRDefault="004066F1" w:rsidP="00472150">
      <w:pPr>
        <w:pStyle w:val="PODNASLOV"/>
        <w:spacing w:before="0" w:after="0"/>
        <w:ind w:hanging="1134"/>
        <w:jc w:val="center"/>
        <w:rPr>
          <w:color w:val="auto"/>
          <w:sz w:val="24"/>
          <w:lang w:val="sr-Cyrl-CS"/>
        </w:rPr>
      </w:pPr>
      <w:r w:rsidRPr="00CE7CAC">
        <w:rPr>
          <w:color w:val="auto"/>
          <w:sz w:val="24"/>
          <w:lang w:val="sr-Cyrl-CS"/>
        </w:rPr>
        <w:t>СТРАТЕ</w:t>
      </w:r>
      <w:r w:rsidR="00D604C0" w:rsidRPr="00CE7CAC">
        <w:rPr>
          <w:color w:val="auto"/>
          <w:sz w:val="24"/>
          <w:lang w:val="sr-Cyrl-CS"/>
        </w:rPr>
        <w:t>ШКИ ПЛАН</w:t>
      </w:r>
    </w:p>
    <w:p w14:paraId="67B7683B" w14:textId="583C0FF9" w:rsidR="006177F4" w:rsidRPr="006177F4" w:rsidRDefault="004066F1" w:rsidP="006177F4">
      <w:pPr>
        <w:pStyle w:val="PODNASLOV"/>
        <w:spacing w:before="0" w:after="0"/>
        <w:ind w:hanging="1134"/>
        <w:jc w:val="center"/>
        <w:rPr>
          <w:color w:val="auto"/>
          <w:lang w:val="sr-Cyrl-CS"/>
        </w:rPr>
      </w:pPr>
      <w:r w:rsidRPr="00CE7CAC">
        <w:rPr>
          <w:color w:val="auto"/>
          <w:sz w:val="24"/>
          <w:lang w:val="sr-Cyrl-CS"/>
        </w:rPr>
        <w:t xml:space="preserve"> ЗА БОРБУ ПРОТИВ ПРЕВАРА И УПРАВЉАЊЕ НЕПРАВИЛНОСТИМА У ПОСТУПАЊУ СА ФИНАНСИЈСКИМ СРЕДСТВИМА ЕВРОПСКЕ УНИЈЕ У </w:t>
      </w:r>
      <w:r w:rsidR="00D80A56" w:rsidRPr="00CE7CAC">
        <w:rPr>
          <w:color w:val="auto"/>
          <w:sz w:val="24"/>
          <w:lang w:val="sr-Cyrl-CS"/>
        </w:rPr>
        <w:t>РЕПУБЛИЦИ СРБИЈИ ЗА ПЕРИОД 2021</w:t>
      </w:r>
      <w:r w:rsidR="00D80A56" w:rsidRPr="00CE7CAC">
        <w:rPr>
          <w:lang w:val="sr-Cyrl-CS"/>
        </w:rPr>
        <w:t>−</w:t>
      </w:r>
      <w:r w:rsidRPr="00CE7CAC">
        <w:rPr>
          <w:color w:val="auto"/>
          <w:sz w:val="24"/>
          <w:lang w:val="sr-Cyrl-CS"/>
        </w:rPr>
        <w:t>2023. ГОДИНЕ</w:t>
      </w:r>
    </w:p>
    <w:p w14:paraId="7ED39007" w14:textId="66566466" w:rsidR="006177F4" w:rsidRDefault="006177F4" w:rsidP="00EC6D93">
      <w:pPr>
        <w:pStyle w:val="PASUS"/>
        <w:rPr>
          <w:b/>
          <w:lang w:val="sr-Cyrl-CS"/>
        </w:rPr>
      </w:pPr>
    </w:p>
    <w:p w14:paraId="7D40DB1C" w14:textId="6ACE139E" w:rsidR="002427BD" w:rsidRPr="00CE7CAC" w:rsidRDefault="00EC6D93" w:rsidP="00EC6D93">
      <w:pPr>
        <w:pStyle w:val="PASUS"/>
        <w:rPr>
          <w:b/>
          <w:lang w:val="sr-Cyrl-CS"/>
        </w:rPr>
      </w:pPr>
      <w:r w:rsidRPr="00CE7CAC">
        <w:rPr>
          <w:b/>
          <w:lang w:val="sr-Cyrl-CS"/>
        </w:rPr>
        <w:t>I</w:t>
      </w:r>
      <w:r w:rsidR="009C7DFB" w:rsidRPr="00CE7CAC">
        <w:rPr>
          <w:b/>
          <w:lang w:val="sr-Cyrl-CS"/>
        </w:rPr>
        <w:t>.</w:t>
      </w:r>
      <w:r w:rsidRPr="00CE7CAC">
        <w:rPr>
          <w:b/>
          <w:lang w:val="sr-Cyrl-CS"/>
        </w:rPr>
        <w:t xml:space="preserve"> </w:t>
      </w:r>
      <w:r w:rsidR="00335869" w:rsidRPr="00CE7CAC">
        <w:rPr>
          <w:b/>
          <w:lang w:val="sr-Cyrl-CS"/>
        </w:rPr>
        <w:t>Увод</w:t>
      </w:r>
    </w:p>
    <w:p w14:paraId="3C22B9BB" w14:textId="533F896C" w:rsidR="00B92A50" w:rsidRPr="00CE7CAC" w:rsidRDefault="002427BD" w:rsidP="008E1EB2">
      <w:pPr>
        <w:pStyle w:val="PASUS"/>
        <w:spacing w:before="0" w:after="0"/>
        <w:rPr>
          <w:lang w:val="sr-Cyrl-CS"/>
        </w:rPr>
      </w:pPr>
      <w:r w:rsidRPr="00CE7CAC">
        <w:rPr>
          <w:lang w:val="sr-Cyrl-CS"/>
        </w:rPr>
        <w:t>Пуноправно чланство у Европској унији</w:t>
      </w:r>
      <w:r w:rsidR="00E66D2A" w:rsidRPr="00CE7CAC">
        <w:rPr>
          <w:lang w:val="sr-Cyrl-CS"/>
        </w:rPr>
        <w:t xml:space="preserve"> </w:t>
      </w:r>
      <w:r w:rsidR="007317F4" w:rsidRPr="00CE7CAC">
        <w:rPr>
          <w:lang w:val="sr-Cyrl-CS"/>
        </w:rPr>
        <w:t>представља један од</w:t>
      </w:r>
      <w:r w:rsidRPr="00CE7CAC">
        <w:rPr>
          <w:lang w:val="sr-Cyrl-CS"/>
        </w:rPr>
        <w:t xml:space="preserve"> главних циљева Републике Србије. На путу ка испуњењу наведеног циља неопходно је, између</w:t>
      </w:r>
      <w:r w:rsidR="006C0CB3">
        <w:rPr>
          <w:lang w:val="sr-Cyrl-CS"/>
        </w:rPr>
        <w:t xml:space="preserve"> осталог, достизање стандарда Европске уније</w:t>
      </w:r>
      <w:r w:rsidRPr="00CE7CAC">
        <w:rPr>
          <w:lang w:val="sr-Cyrl-CS"/>
        </w:rPr>
        <w:t xml:space="preserve">, успостављање владавине права и унапређење институционалног оквира, као и економски развој и напредак државе. С обзиром на задате циљеве, Република Србија спроводи реформе и предузима мере како би се остварили задовољавајући резултати. Државама кандидатима на европском путу, како финансијску тако и саветодавну </w:t>
      </w:r>
      <w:r w:rsidR="00126D95">
        <w:rPr>
          <w:lang w:val="sr-Cyrl-CS"/>
        </w:rPr>
        <w:t>помоћ пружа Европска унија</w:t>
      </w:r>
      <w:r w:rsidRPr="00CE7CAC">
        <w:rPr>
          <w:lang w:val="sr-Cyrl-CS"/>
        </w:rPr>
        <w:t xml:space="preserve">. </w:t>
      </w:r>
    </w:p>
    <w:p w14:paraId="6C76F045" w14:textId="77777777" w:rsidR="008E1EB2" w:rsidRPr="00CE7CAC" w:rsidRDefault="008E1EB2" w:rsidP="00472150">
      <w:pPr>
        <w:pStyle w:val="PASUS"/>
        <w:spacing w:before="0" w:after="0"/>
        <w:rPr>
          <w:lang w:val="sr-Cyrl-CS"/>
        </w:rPr>
      </w:pPr>
    </w:p>
    <w:p w14:paraId="29EC77AF" w14:textId="1AE40552" w:rsidR="0012381A" w:rsidRPr="00CE7CAC" w:rsidRDefault="00126D95" w:rsidP="0012381A">
      <w:pPr>
        <w:pStyle w:val="PASUS"/>
        <w:spacing w:before="0" w:after="0"/>
        <w:rPr>
          <w:bCs/>
          <w:lang w:val="sr-Cyrl-CS"/>
        </w:rPr>
      </w:pPr>
      <w:r>
        <w:rPr>
          <w:lang w:val="sr-Cyrl-CS"/>
        </w:rPr>
        <w:t>Европска унија</w:t>
      </w:r>
      <w:r w:rsidR="008E1EB2" w:rsidRPr="00CE7CAC">
        <w:rPr>
          <w:lang w:val="sr-Cyrl-CS"/>
        </w:rPr>
        <w:t xml:space="preserve"> </w:t>
      </w:r>
      <w:r w:rsidRPr="00CE7CAC">
        <w:rPr>
          <w:lang w:val="sr-Cyrl-CS"/>
        </w:rPr>
        <w:t xml:space="preserve">(у даљем тексту: ЕУ) </w:t>
      </w:r>
      <w:r w:rsidR="008E1EB2" w:rsidRPr="00CE7CAC">
        <w:rPr>
          <w:lang w:val="sr-Cyrl-CS"/>
        </w:rPr>
        <w:t xml:space="preserve">је </w:t>
      </w:r>
      <w:r w:rsidR="0012381A" w:rsidRPr="00CE7CAC">
        <w:rPr>
          <w:lang w:val="sr-Cyrl-CS"/>
        </w:rPr>
        <w:t>од 2007. године кроз претприступне инструменте, ИПА (2007</w:t>
      </w:r>
      <w:r w:rsidR="00D80A56" w:rsidRPr="00CE7CAC">
        <w:rPr>
          <w:lang w:val="sr-Cyrl-CS"/>
        </w:rPr>
        <w:t>−</w:t>
      </w:r>
      <w:r w:rsidR="0012381A" w:rsidRPr="00CE7CAC">
        <w:rPr>
          <w:lang w:val="sr-Cyrl-CS"/>
        </w:rPr>
        <w:t xml:space="preserve">2013) и ИПА </w:t>
      </w:r>
      <w:r w:rsidR="0012381A" w:rsidRPr="00CE7CAC">
        <w:rPr>
          <w:bCs/>
          <w:lang w:val="sr-Cyrl-CS"/>
        </w:rPr>
        <w:t>II (2014</w:t>
      </w:r>
      <w:r w:rsidR="00D80A56" w:rsidRPr="00CE7CAC">
        <w:rPr>
          <w:lang w:val="sr-Cyrl-CS"/>
        </w:rPr>
        <w:t>−</w:t>
      </w:r>
      <w:r w:rsidR="0012381A" w:rsidRPr="00CE7CAC">
        <w:rPr>
          <w:bCs/>
          <w:lang w:val="sr-Cyrl-CS"/>
        </w:rPr>
        <w:t>2020)</w:t>
      </w:r>
      <w:r w:rsidR="0012381A" w:rsidRPr="00CE7CAC">
        <w:rPr>
          <w:lang w:val="sr-Cyrl-CS"/>
        </w:rPr>
        <w:t xml:space="preserve">, </w:t>
      </w:r>
      <w:r w:rsidR="0012381A" w:rsidRPr="00CE7CAC">
        <w:rPr>
          <w:bCs/>
          <w:lang w:val="sr-Cyrl-CS"/>
        </w:rPr>
        <w:t>издвој</w:t>
      </w:r>
      <w:r w:rsidR="00F077C8" w:rsidRPr="00CE7CAC">
        <w:rPr>
          <w:bCs/>
          <w:lang w:val="sr-Cyrl-CS"/>
        </w:rPr>
        <w:t>ила</w:t>
      </w:r>
      <w:r w:rsidR="0012381A" w:rsidRPr="00CE7CAC">
        <w:rPr>
          <w:bCs/>
          <w:lang w:val="sr-Cyrl-CS"/>
        </w:rPr>
        <w:t xml:space="preserve"> око 2,85 милијарди евра бесповратних средстава</w:t>
      </w:r>
      <w:r w:rsidR="00F077C8" w:rsidRPr="00CE7CAC">
        <w:rPr>
          <w:bCs/>
          <w:lang w:val="sr-Cyrl-CS"/>
        </w:rPr>
        <w:t xml:space="preserve">, што је чини </w:t>
      </w:r>
      <w:r w:rsidR="00F077C8" w:rsidRPr="00CE7CAC">
        <w:rPr>
          <w:lang w:val="sr-Cyrl-CS"/>
        </w:rPr>
        <w:t>највећ</w:t>
      </w:r>
      <w:r w:rsidR="005B2C2F" w:rsidRPr="00CE7CAC">
        <w:rPr>
          <w:lang w:val="sr-Cyrl-CS"/>
        </w:rPr>
        <w:t>им донатором у Републици Србији</w:t>
      </w:r>
      <w:r w:rsidR="00F077C8" w:rsidRPr="00CE7CAC">
        <w:rPr>
          <w:rStyle w:val="FootnoteReference"/>
          <w:bCs/>
          <w:lang w:val="sr-Cyrl-CS"/>
        </w:rPr>
        <w:footnoteReference w:id="1"/>
      </w:r>
      <w:r w:rsidR="0012381A" w:rsidRPr="00CE7CAC">
        <w:rPr>
          <w:bCs/>
          <w:lang w:val="sr-Cyrl-CS"/>
        </w:rPr>
        <w:t>.</w:t>
      </w:r>
    </w:p>
    <w:p w14:paraId="6FB84EB6" w14:textId="77777777" w:rsidR="00912B66" w:rsidRPr="00CE7CAC" w:rsidRDefault="00912B66" w:rsidP="0012381A">
      <w:pPr>
        <w:pStyle w:val="PASUS"/>
        <w:spacing w:before="0" w:after="0"/>
        <w:rPr>
          <w:lang w:val="sr-Cyrl-CS"/>
        </w:rPr>
      </w:pPr>
    </w:p>
    <w:p w14:paraId="0CB089AA" w14:textId="024DCAB1" w:rsidR="00472150" w:rsidRPr="00CE7CAC" w:rsidRDefault="002427BD" w:rsidP="00472150">
      <w:pPr>
        <w:pStyle w:val="PASUS"/>
        <w:spacing w:before="0" w:after="0"/>
        <w:rPr>
          <w:lang w:val="sr-Cyrl-CS"/>
        </w:rPr>
      </w:pPr>
      <w:r w:rsidRPr="00CE7CAC">
        <w:rPr>
          <w:lang w:val="sr-Cyrl-CS"/>
        </w:rPr>
        <w:t>Како би употреба наведених средства била ефикасна и ефективна и у складу са предвиђеном наменом, потребно је да Република Србија осигура рационално и одговорно коришћење истих</w:t>
      </w:r>
      <w:r w:rsidR="008C2A66" w:rsidRPr="00CE7CAC">
        <w:rPr>
          <w:lang w:val="sr-Cyrl-CS"/>
        </w:rPr>
        <w:t>,</w:t>
      </w:r>
      <w:r w:rsidRPr="00CE7CAC">
        <w:rPr>
          <w:lang w:val="sr-Cyrl-CS"/>
        </w:rPr>
        <w:t xml:space="preserve"> као и да успостави систем контроле како би се потенцијалне неправилности и преваре правовремено уочиле. С тим у вези, </w:t>
      </w:r>
      <w:r w:rsidR="005B2C2F" w:rsidRPr="00CE7CAC">
        <w:rPr>
          <w:lang w:val="sr-Cyrl-CS"/>
        </w:rPr>
        <w:t xml:space="preserve">дана 26. октобра 2017. године </w:t>
      </w:r>
      <w:r w:rsidRPr="00CE7CAC">
        <w:rPr>
          <w:lang w:val="sr-Cyrl-CS"/>
        </w:rPr>
        <w:t xml:space="preserve">Влада </w:t>
      </w:r>
      <w:r w:rsidR="005B2C2F" w:rsidRPr="00CE7CAC">
        <w:rPr>
          <w:lang w:val="sr-Cyrl-CS"/>
        </w:rPr>
        <w:t xml:space="preserve">је </w:t>
      </w:r>
      <w:r w:rsidRPr="00CE7CAC">
        <w:rPr>
          <w:lang w:val="sr-Cyrl-CS"/>
        </w:rPr>
        <w:t>донела Стратегију за сузбијање неправилности и превара у поступању са финансијским средствима Европске уније у Републици Србији за период 2017</w:t>
      </w:r>
      <w:r w:rsidR="005B2C2F" w:rsidRPr="00CE7CAC">
        <w:rPr>
          <w:lang w:val="sr-Cyrl-CS"/>
        </w:rPr>
        <w:t>−</w:t>
      </w:r>
      <w:r w:rsidRPr="00CE7CAC">
        <w:rPr>
          <w:lang w:val="sr-Cyrl-CS"/>
        </w:rPr>
        <w:t xml:space="preserve">2020. године  </w:t>
      </w:r>
      <w:r w:rsidRPr="00CE7CAC">
        <w:rPr>
          <w:iCs/>
          <w:lang w:val="sr-Cyrl-CS"/>
        </w:rPr>
        <w:t xml:space="preserve">(„Службени гласник РСˮ, број 98/17 </w:t>
      </w:r>
      <w:r w:rsidR="005B2C2F" w:rsidRPr="00CE7CAC">
        <w:rPr>
          <w:iCs/>
          <w:lang w:val="sr-Cyrl-CS"/>
        </w:rPr>
        <w:t>–</w:t>
      </w:r>
      <w:r w:rsidRPr="00CE7CAC">
        <w:rPr>
          <w:iCs/>
          <w:lang w:val="sr-Cyrl-CS"/>
        </w:rPr>
        <w:t xml:space="preserve"> </w:t>
      </w:r>
      <w:r w:rsidRPr="00CE7CAC">
        <w:rPr>
          <w:lang w:val="sr-Cyrl-CS"/>
        </w:rPr>
        <w:t>у даљем тексту: Стратегија 2017</w:t>
      </w:r>
      <w:r w:rsidR="005B2C2F" w:rsidRPr="00CE7CAC">
        <w:rPr>
          <w:lang w:val="sr-Cyrl-CS"/>
        </w:rPr>
        <w:t>−</w:t>
      </w:r>
      <w:r w:rsidRPr="00CE7CAC">
        <w:rPr>
          <w:lang w:val="sr-Cyrl-CS"/>
        </w:rPr>
        <w:t>2020)</w:t>
      </w:r>
      <w:r w:rsidR="000B37AF" w:rsidRPr="00CE7CAC">
        <w:rPr>
          <w:lang w:val="sr-Cyrl-CS"/>
        </w:rPr>
        <w:t xml:space="preserve"> са пратећим а</w:t>
      </w:r>
      <w:r w:rsidR="00B33832" w:rsidRPr="00CE7CAC">
        <w:rPr>
          <w:lang w:val="sr-Cyrl-CS"/>
        </w:rPr>
        <w:t>кционим планом</w:t>
      </w:r>
      <w:r w:rsidRPr="00CE7CAC">
        <w:rPr>
          <w:lang w:val="sr-Cyrl-CS"/>
        </w:rPr>
        <w:t>.</w:t>
      </w:r>
    </w:p>
    <w:p w14:paraId="6B9E07D0" w14:textId="77777777" w:rsidR="002427BD" w:rsidRPr="00CE7CAC" w:rsidRDefault="002427BD" w:rsidP="00472150">
      <w:pPr>
        <w:pStyle w:val="PASUS"/>
        <w:spacing w:before="0" w:after="0"/>
        <w:rPr>
          <w:lang w:val="sr-Cyrl-CS"/>
        </w:rPr>
      </w:pPr>
      <w:r w:rsidRPr="00CE7CAC">
        <w:rPr>
          <w:lang w:val="sr-Cyrl-CS"/>
        </w:rPr>
        <w:t xml:space="preserve"> </w:t>
      </w:r>
    </w:p>
    <w:p w14:paraId="289E943A" w14:textId="4D82FB4F" w:rsidR="002427BD" w:rsidRPr="00CE7CAC" w:rsidRDefault="002427BD" w:rsidP="00472150">
      <w:pPr>
        <w:pStyle w:val="PASUS"/>
        <w:spacing w:before="0" w:after="0"/>
        <w:rPr>
          <w:lang w:val="sr-Cyrl-CS"/>
        </w:rPr>
      </w:pPr>
      <w:r w:rsidRPr="00CE7CAC">
        <w:rPr>
          <w:lang w:val="sr-Cyrl-CS"/>
        </w:rPr>
        <w:t>Стратегија 2017</w:t>
      </w:r>
      <w:r w:rsidR="005B2C2F" w:rsidRPr="00CE7CAC">
        <w:rPr>
          <w:lang w:val="sr-Cyrl-CS"/>
        </w:rPr>
        <w:t>−</w:t>
      </w:r>
      <w:r w:rsidRPr="00CE7CAC">
        <w:rPr>
          <w:lang w:val="sr-Cyrl-CS"/>
        </w:rPr>
        <w:t xml:space="preserve">2020 представљала је документ који први пут у Републици Србији област заштите финансијских средстава ЕУ, </w:t>
      </w:r>
      <w:r w:rsidR="008C2A66" w:rsidRPr="00CE7CAC">
        <w:rPr>
          <w:lang w:val="sr-Cyrl-CS"/>
        </w:rPr>
        <w:t xml:space="preserve">а </w:t>
      </w:r>
      <w:r w:rsidRPr="00CE7CAC">
        <w:rPr>
          <w:lang w:val="sr-Cyrl-CS"/>
        </w:rPr>
        <w:t>самим тим и област заштите сопствених буџетски</w:t>
      </w:r>
      <w:r w:rsidR="00B12BF4" w:rsidRPr="00CE7CAC">
        <w:rPr>
          <w:lang w:val="sr-Cyrl-CS"/>
        </w:rPr>
        <w:t>х</w:t>
      </w:r>
      <w:r w:rsidRPr="00CE7CAC">
        <w:rPr>
          <w:lang w:val="sr-Cyrl-CS"/>
        </w:rPr>
        <w:t xml:space="preserve"> средстава, третира на систематичан и темељан начин дефинисањем области примене, повезивањем широког круга државних институција и органа који кроз сарадњу и размену</w:t>
      </w:r>
      <w:r w:rsidR="008C2A66" w:rsidRPr="00CE7CAC">
        <w:rPr>
          <w:lang w:val="sr-Cyrl-CS"/>
        </w:rPr>
        <w:t xml:space="preserve"> информација доприносе ефикаснијем</w:t>
      </w:r>
      <w:r w:rsidRPr="00CE7CAC">
        <w:rPr>
          <w:lang w:val="sr-Cyrl-CS"/>
        </w:rPr>
        <w:t xml:space="preserve"> поступању са идентификованим неправилностима и процесуирању починилаца кривичних дела. Стратегија 2017</w:t>
      </w:r>
      <w:r w:rsidR="005B2C2F" w:rsidRPr="00CE7CAC">
        <w:rPr>
          <w:lang w:val="sr-Cyrl-CS"/>
        </w:rPr>
        <w:t>−</w:t>
      </w:r>
      <w:r w:rsidRPr="00CE7CAC">
        <w:rPr>
          <w:lang w:val="sr-Cyrl-CS"/>
        </w:rPr>
        <w:t>2020 донета је у циљу успостављања свеобухватног и ефикасног система заштите финансијских интереса ЕУ. Спровођење активности за испуњење циљева, утврђених поменутом стратегијом, било је поверено институцијама и државним органима кој</w:t>
      </w:r>
      <w:r w:rsidR="009D31E4" w:rsidRPr="00CE7CAC">
        <w:rPr>
          <w:lang w:val="sr-Cyrl-CS"/>
        </w:rPr>
        <w:t>и</w:t>
      </w:r>
      <w:r w:rsidRPr="00CE7CAC">
        <w:rPr>
          <w:lang w:val="sr-Cyrl-CS"/>
        </w:rPr>
        <w:t xml:space="preserve"> су имали своје представнике у Мрежи за сузбијање неправилности и превара у поступању са финансијс</w:t>
      </w:r>
      <w:r w:rsidR="00E66D2A" w:rsidRPr="00CE7CAC">
        <w:rPr>
          <w:lang w:val="sr-Cyrl-CS"/>
        </w:rPr>
        <w:t>ким средствима Европске уније (</w:t>
      </w:r>
      <w:r w:rsidRPr="00CE7CAC">
        <w:rPr>
          <w:lang w:val="sr-Cyrl-CS"/>
        </w:rPr>
        <w:t>у даљем тексту: Мрежа).</w:t>
      </w:r>
    </w:p>
    <w:p w14:paraId="66A92AA4" w14:textId="77777777" w:rsidR="00472150" w:rsidRPr="00CE7CAC" w:rsidRDefault="00472150" w:rsidP="00472150">
      <w:pPr>
        <w:pStyle w:val="PASUS"/>
        <w:spacing w:before="0" w:after="0"/>
        <w:rPr>
          <w:lang w:val="sr-Cyrl-CS"/>
        </w:rPr>
      </w:pPr>
    </w:p>
    <w:p w14:paraId="02D5D0EA" w14:textId="13A891C4" w:rsidR="002427BD" w:rsidRPr="00CE7CAC" w:rsidRDefault="002427BD" w:rsidP="00472150">
      <w:pPr>
        <w:pStyle w:val="PASUS"/>
        <w:spacing w:before="0" w:after="0"/>
        <w:rPr>
          <w:rFonts w:eastAsia="Times New Roman"/>
          <w:lang w:val="sr-Cyrl-CS"/>
        </w:rPr>
      </w:pPr>
      <w:r w:rsidRPr="00CE7CAC">
        <w:rPr>
          <w:lang w:val="sr-Cyrl-CS"/>
        </w:rPr>
        <w:t>Стратешки приступ заштити финансијских интереса ЕУ показао се као ефикасан механизам за успешно остварење задатих циљева и распоређивање ресурса потребних за њихово остварење. У периоду важења Стратегије 2017</w:t>
      </w:r>
      <w:r w:rsidR="005B2C2F" w:rsidRPr="00CE7CAC">
        <w:rPr>
          <w:lang w:val="sr-Cyrl-CS"/>
        </w:rPr>
        <w:t>−</w:t>
      </w:r>
      <w:r w:rsidRPr="00CE7CAC">
        <w:rPr>
          <w:lang w:val="sr-Cyrl-CS"/>
        </w:rPr>
        <w:t xml:space="preserve">2020 остварени су позитивни помаци у бројним областима које се односе на заштиту финансијских интереса ЕУ, као што су сарадња са </w:t>
      </w:r>
      <w:r w:rsidRPr="00CE7CAC">
        <w:rPr>
          <w:rFonts w:eastAsia="Times New Roman"/>
          <w:lang w:val="sr-Cyrl-CS"/>
        </w:rPr>
        <w:t>Европском канцеларијом за борбу против превара (</w:t>
      </w:r>
      <w:r w:rsidR="00375235" w:rsidRPr="00CE7CAC">
        <w:rPr>
          <w:rFonts w:eastAsia="Times New Roman"/>
          <w:lang w:val="sr-Cyrl-CS"/>
        </w:rPr>
        <w:t xml:space="preserve">у даљем тексту: </w:t>
      </w:r>
      <w:r w:rsidRPr="00CE7CAC">
        <w:rPr>
          <w:rFonts w:eastAsia="Times New Roman"/>
          <w:lang w:val="sr-Cyrl-CS"/>
        </w:rPr>
        <w:t xml:space="preserve">ОЛАФ), сарадња са државним органима и институцијама </w:t>
      </w:r>
      <w:r w:rsidR="008C2A66" w:rsidRPr="00CE7CAC">
        <w:rPr>
          <w:rFonts w:eastAsia="Times New Roman"/>
          <w:lang w:val="sr-Cyrl-CS"/>
        </w:rPr>
        <w:t>потписивањ</w:t>
      </w:r>
      <w:r w:rsidR="009F53B7" w:rsidRPr="00CE7CAC">
        <w:rPr>
          <w:rFonts w:eastAsia="Times New Roman"/>
          <w:lang w:val="sr-Cyrl-CS"/>
        </w:rPr>
        <w:t>ем</w:t>
      </w:r>
      <w:r w:rsidRPr="00CE7CAC">
        <w:rPr>
          <w:rFonts w:eastAsia="Times New Roman"/>
          <w:lang w:val="sr-Cyrl-CS"/>
        </w:rPr>
        <w:t xml:space="preserve"> споразума о сарадњи</w:t>
      </w:r>
      <w:r w:rsidR="009F53B7" w:rsidRPr="00CE7CAC">
        <w:rPr>
          <w:rFonts w:eastAsia="Times New Roman"/>
          <w:lang w:val="sr-Cyrl-CS"/>
        </w:rPr>
        <w:t xml:space="preserve"> и размени </w:t>
      </w:r>
      <w:r w:rsidR="009F53B7" w:rsidRPr="00CE7CAC">
        <w:rPr>
          <w:rFonts w:eastAsia="Times New Roman"/>
          <w:lang w:val="sr-Cyrl-CS"/>
        </w:rPr>
        <w:lastRenderedPageBreak/>
        <w:t>информација</w:t>
      </w:r>
      <w:r w:rsidRPr="00CE7CAC">
        <w:rPr>
          <w:rFonts w:eastAsia="Times New Roman"/>
          <w:lang w:val="sr-Cyrl-CS"/>
        </w:rPr>
        <w:t>, едукација запослених у државним органима</w:t>
      </w:r>
      <w:r w:rsidR="009F53B7" w:rsidRPr="00CE7CAC">
        <w:rPr>
          <w:rFonts w:eastAsia="Times New Roman"/>
          <w:lang w:val="sr-Cyrl-CS"/>
        </w:rPr>
        <w:t xml:space="preserve"> о начину заштите фина</w:t>
      </w:r>
      <w:r w:rsidR="00D604C0" w:rsidRPr="00CE7CAC">
        <w:rPr>
          <w:rFonts w:eastAsia="Times New Roman"/>
          <w:lang w:val="sr-Cyrl-CS"/>
        </w:rPr>
        <w:t>н</w:t>
      </w:r>
      <w:r w:rsidR="009F53B7" w:rsidRPr="00CE7CAC">
        <w:rPr>
          <w:rFonts w:eastAsia="Times New Roman"/>
          <w:lang w:val="sr-Cyrl-CS"/>
        </w:rPr>
        <w:t>сијских интереса ЕУ</w:t>
      </w:r>
      <w:r w:rsidRPr="00CE7CAC">
        <w:rPr>
          <w:rFonts w:eastAsia="Times New Roman"/>
          <w:lang w:val="sr-Cyrl-CS"/>
        </w:rPr>
        <w:t>, измена позитивног законодавства Републике Србије, као и успостављање процеса управљања ризицима у вези са појавом неправилности и превара у поступању са финансијским средствима ЕУ.</w:t>
      </w:r>
    </w:p>
    <w:p w14:paraId="5FBC53BC" w14:textId="77777777" w:rsidR="00472150" w:rsidRPr="00CE7CAC" w:rsidRDefault="00472150" w:rsidP="00472150">
      <w:pPr>
        <w:pStyle w:val="PASUS"/>
        <w:spacing w:before="0" w:after="0"/>
        <w:rPr>
          <w:lang w:val="sr-Cyrl-CS"/>
        </w:rPr>
      </w:pPr>
    </w:p>
    <w:p w14:paraId="78BBBEAC" w14:textId="25F8C82B" w:rsidR="00F22F80" w:rsidRPr="00CE7CAC" w:rsidRDefault="002427BD" w:rsidP="00AA0E15">
      <w:pPr>
        <w:pStyle w:val="PASUS"/>
        <w:spacing w:before="0" w:after="0"/>
        <w:rPr>
          <w:lang w:val="sr-Cyrl-CS"/>
        </w:rPr>
      </w:pPr>
      <w:r w:rsidRPr="00CE7CAC">
        <w:rPr>
          <w:lang w:val="sr-Cyrl-CS"/>
        </w:rPr>
        <w:t xml:space="preserve">Ради одржавања континуитета у постигнутом нивоу заштите финансијских интереса ЕУ, </w:t>
      </w:r>
      <w:r w:rsidR="00EF5616" w:rsidRPr="00CE7CAC">
        <w:rPr>
          <w:lang w:val="sr-Cyrl-CS"/>
        </w:rPr>
        <w:t>Програмом реформе управљања јавним финансијама за период 2021</w:t>
      </w:r>
      <w:r w:rsidR="005B2C2F" w:rsidRPr="00CE7CAC">
        <w:rPr>
          <w:lang w:val="sr-Cyrl-CS"/>
        </w:rPr>
        <w:t>−</w:t>
      </w:r>
      <w:r w:rsidR="00EF5616" w:rsidRPr="00CE7CAC">
        <w:rPr>
          <w:lang w:val="sr-Cyrl-CS"/>
        </w:rPr>
        <w:t>2025. године („Службени гласник РС”, број 70/21), предвиђена је израда посебно</w:t>
      </w:r>
      <w:r w:rsidR="00BE6FA9" w:rsidRPr="00CE7CAC">
        <w:rPr>
          <w:lang w:val="sr-Cyrl-CS"/>
        </w:rPr>
        <w:t>г документа</w:t>
      </w:r>
      <w:r w:rsidR="00AA0E15" w:rsidRPr="00CE7CAC">
        <w:rPr>
          <w:lang w:val="sr-Cyrl-CS"/>
        </w:rPr>
        <w:t xml:space="preserve"> који се односи на ову област. </w:t>
      </w:r>
      <w:r w:rsidRPr="00CE7CAC">
        <w:rPr>
          <w:lang w:val="sr-Cyrl-CS"/>
        </w:rPr>
        <w:t>Доношење Страте</w:t>
      </w:r>
      <w:r w:rsidR="008F29CC" w:rsidRPr="00CE7CAC">
        <w:rPr>
          <w:lang w:val="sr-Cyrl-CS"/>
        </w:rPr>
        <w:t>шког плана</w:t>
      </w:r>
      <w:r w:rsidRPr="00CE7CAC">
        <w:rPr>
          <w:lang w:val="sr-Cyrl-CS"/>
        </w:rPr>
        <w:t xml:space="preserve"> за борбу против превара и управљање неправилностима у поступању са финансијским средствима Европске уније у Републици Србиј</w:t>
      </w:r>
      <w:r w:rsidR="00933F3A" w:rsidRPr="00CE7CAC">
        <w:rPr>
          <w:lang w:val="sr-Cyrl-CS"/>
        </w:rPr>
        <w:t>и за период 2021</w:t>
      </w:r>
      <w:r w:rsidR="005B2C2F" w:rsidRPr="00CE7CAC">
        <w:rPr>
          <w:lang w:val="sr-Cyrl-CS"/>
        </w:rPr>
        <w:t>−</w:t>
      </w:r>
      <w:r w:rsidR="00933F3A" w:rsidRPr="00CE7CAC">
        <w:rPr>
          <w:lang w:val="sr-Cyrl-CS"/>
        </w:rPr>
        <w:t>2023. године (</w:t>
      </w:r>
      <w:r w:rsidR="005F11C7" w:rsidRPr="00CE7CAC">
        <w:rPr>
          <w:lang w:val="sr-Cyrl-CS"/>
        </w:rPr>
        <w:t>у даљем тексту</w:t>
      </w:r>
      <w:r w:rsidRPr="00CE7CAC">
        <w:rPr>
          <w:lang w:val="sr-Cyrl-CS"/>
        </w:rPr>
        <w:t>: Страте</w:t>
      </w:r>
      <w:r w:rsidR="00915AC5" w:rsidRPr="00CE7CAC">
        <w:rPr>
          <w:lang w:val="sr-Cyrl-CS"/>
        </w:rPr>
        <w:t>шки план</w:t>
      </w:r>
      <w:r w:rsidRPr="00CE7CAC">
        <w:rPr>
          <w:lang w:val="sr-Cyrl-CS"/>
        </w:rPr>
        <w:t xml:space="preserve">) представља наставак </w:t>
      </w:r>
      <w:r w:rsidR="00EF5616" w:rsidRPr="00CE7CAC">
        <w:rPr>
          <w:lang w:val="sr-Cyrl-CS"/>
        </w:rPr>
        <w:t xml:space="preserve">спровођења </w:t>
      </w:r>
      <w:r w:rsidRPr="00CE7CAC">
        <w:rPr>
          <w:lang w:val="sr-Cyrl-CS"/>
        </w:rPr>
        <w:t>политике Републике Србије која се односи на заштиту финансијских ин</w:t>
      </w:r>
      <w:r w:rsidR="008C2A66" w:rsidRPr="00CE7CAC">
        <w:rPr>
          <w:lang w:val="sr-Cyrl-CS"/>
        </w:rPr>
        <w:t>тереса ЕУ, а самим тим и заштиту</w:t>
      </w:r>
      <w:r w:rsidRPr="00CE7CAC">
        <w:rPr>
          <w:lang w:val="sr-Cyrl-CS"/>
        </w:rPr>
        <w:t xml:space="preserve"> средстава националног буџета. </w:t>
      </w:r>
    </w:p>
    <w:p w14:paraId="328A1E26" w14:textId="77777777" w:rsidR="00AA0E15" w:rsidRPr="00CE7CAC" w:rsidRDefault="00AA0E15" w:rsidP="00AA0E15">
      <w:pPr>
        <w:pStyle w:val="PASUS"/>
        <w:spacing w:before="0" w:after="0"/>
        <w:rPr>
          <w:lang w:val="sr-Cyrl-CS"/>
        </w:rPr>
      </w:pPr>
    </w:p>
    <w:p w14:paraId="558ECCFC" w14:textId="3ACE1F36" w:rsidR="008E1EB2" w:rsidRPr="00CE7CAC" w:rsidRDefault="008E1EB2" w:rsidP="008E4C7B">
      <w:pPr>
        <w:pStyle w:val="ListParagraph"/>
        <w:spacing w:after="0" w:line="240" w:lineRule="auto"/>
        <w:ind w:left="0" w:firstLine="720"/>
        <w:jc w:val="both"/>
        <w:rPr>
          <w:rFonts w:ascii="Times New Roman" w:hAnsi="Times New Roman" w:cs="Times New Roman"/>
          <w:noProof/>
          <w:lang w:val="sr-Cyrl-CS"/>
        </w:rPr>
      </w:pPr>
      <w:r w:rsidRPr="00CE7CAC">
        <w:rPr>
          <w:rFonts w:ascii="Times New Roman" w:eastAsia="Times New Roman" w:hAnsi="Times New Roman" w:cs="Times New Roman"/>
          <w:noProof/>
          <w:lang w:val="sr-Cyrl-CS" w:eastAsia="en-GB"/>
        </w:rPr>
        <w:t>Д</w:t>
      </w:r>
      <w:r w:rsidRPr="00CE7CAC">
        <w:rPr>
          <w:rFonts w:ascii="Times New Roman" w:hAnsi="Times New Roman" w:cs="Times New Roman"/>
          <w:noProof/>
          <w:lang w:val="sr-Cyrl-CS"/>
        </w:rPr>
        <w:t>оношење и имплементација Стратешког плана</w:t>
      </w:r>
      <w:r w:rsidR="009F53B7" w:rsidRPr="00CE7CAC">
        <w:rPr>
          <w:rFonts w:ascii="Times New Roman" w:hAnsi="Times New Roman" w:cs="Times New Roman"/>
          <w:noProof/>
          <w:lang w:val="sr-Cyrl-CS"/>
        </w:rPr>
        <w:t xml:space="preserve"> уједно</w:t>
      </w:r>
      <w:r w:rsidRPr="00CE7CAC">
        <w:rPr>
          <w:rFonts w:ascii="Times New Roman" w:hAnsi="Times New Roman" w:cs="Times New Roman"/>
          <w:noProof/>
          <w:lang w:val="sr-Cyrl-CS"/>
        </w:rPr>
        <w:t xml:space="preserve"> представља </w:t>
      </w:r>
      <w:r w:rsidR="009F53B7" w:rsidRPr="00CE7CAC">
        <w:rPr>
          <w:rFonts w:ascii="Times New Roman" w:hAnsi="Times New Roman" w:cs="Times New Roman"/>
          <w:noProof/>
          <w:lang w:val="sr-Cyrl-CS"/>
        </w:rPr>
        <w:t xml:space="preserve">и </w:t>
      </w:r>
      <w:r w:rsidRPr="00CE7CAC">
        <w:rPr>
          <w:rFonts w:ascii="Times New Roman" w:hAnsi="Times New Roman" w:cs="Times New Roman"/>
          <w:noProof/>
          <w:lang w:val="sr-Cyrl-CS"/>
        </w:rPr>
        <w:t xml:space="preserve">испуњење обавезe утврђене Преговарачком позицијом Републике Србије за Међувладину конференцију о приступању Републике Србије Европској унији за поглавље 32 </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Финансијски надзор (у даљем тексту: Преговарачка позиција за поглавље 32. Финансијски надзор).</w:t>
      </w:r>
    </w:p>
    <w:p w14:paraId="625ACD2A" w14:textId="77777777" w:rsidR="008E7306" w:rsidRPr="00CE7CAC" w:rsidRDefault="008E7306" w:rsidP="008E4C7B">
      <w:pPr>
        <w:pStyle w:val="ListParagraph"/>
        <w:spacing w:after="0" w:line="240" w:lineRule="auto"/>
        <w:ind w:left="0" w:firstLine="720"/>
        <w:jc w:val="both"/>
        <w:rPr>
          <w:rFonts w:ascii="Times New Roman" w:hAnsi="Times New Roman" w:cs="Times New Roman"/>
          <w:noProof/>
          <w:lang w:val="sr-Cyrl-CS"/>
        </w:rPr>
      </w:pPr>
    </w:p>
    <w:p w14:paraId="507DBA7E" w14:textId="4D9C9486" w:rsidR="008E7306" w:rsidRPr="00CE7CAC" w:rsidRDefault="008E7306" w:rsidP="008E4C7B">
      <w:pPr>
        <w:pStyle w:val="ListParagraph"/>
        <w:spacing w:after="0" w:line="240" w:lineRule="auto"/>
        <w:ind w:left="0" w:firstLine="720"/>
        <w:jc w:val="both"/>
        <w:rPr>
          <w:rFonts w:ascii="Times New Roman" w:hAnsi="Times New Roman" w:cs="Times New Roman"/>
          <w:noProof/>
          <w:lang w:val="sr-Cyrl-CS"/>
        </w:rPr>
      </w:pPr>
      <w:r w:rsidRPr="00CE7CAC">
        <w:rPr>
          <w:rFonts w:ascii="Times New Roman" w:hAnsi="Times New Roman" w:cs="Times New Roman"/>
          <w:noProof/>
          <w:lang w:val="sr-Cyrl-CS"/>
        </w:rPr>
        <w:t>Кроз текст Стратешког плана прожимају се све урађене анализе које су претходиле финализацији текста и дефинисању циљева, као и препоруке за побољшање у свим фазама циклуса сузбијања неправилности и превара у поступању са финансијским средствима ЕУ. К</w:t>
      </w:r>
      <w:r w:rsidR="000B37AF" w:rsidRPr="00CE7CAC">
        <w:rPr>
          <w:rFonts w:ascii="Times New Roman" w:hAnsi="Times New Roman" w:cs="Times New Roman"/>
          <w:noProof/>
          <w:lang w:val="sr-Cyrl-CS"/>
        </w:rPr>
        <w:t xml:space="preserve">роз активности које су унете у </w:t>
      </w:r>
      <w:r w:rsidR="001260A6" w:rsidRPr="00CE7CAC">
        <w:rPr>
          <w:rFonts w:ascii="Times New Roman" w:hAnsi="Times New Roman" w:cs="Times New Roman"/>
          <w:noProof/>
          <w:lang w:val="sr-Cyrl-CS"/>
        </w:rPr>
        <w:t>А</w:t>
      </w:r>
      <w:r w:rsidRPr="00CE7CAC">
        <w:rPr>
          <w:rFonts w:ascii="Times New Roman" w:hAnsi="Times New Roman" w:cs="Times New Roman"/>
          <w:noProof/>
          <w:lang w:val="sr-Cyrl-CS"/>
        </w:rPr>
        <w:t>кциони план, који је саставни део овог документа, конкретизовани су и поједини кораци ка испуњавању зацртаних циљева у отклањању уочених ризика.</w:t>
      </w:r>
    </w:p>
    <w:p w14:paraId="7A13E810" w14:textId="77777777" w:rsidR="008E1EB2" w:rsidRPr="00CE7CAC" w:rsidRDefault="008E1EB2" w:rsidP="00F22F80">
      <w:pPr>
        <w:pStyle w:val="PASUS"/>
        <w:spacing w:before="0" w:after="0"/>
        <w:ind w:firstLine="0"/>
        <w:rPr>
          <w:lang w:val="sr-Cyrl-CS"/>
        </w:rPr>
      </w:pPr>
    </w:p>
    <w:p w14:paraId="68BA96F0" w14:textId="3CA2900F" w:rsidR="007347AE" w:rsidRPr="00CE7CAC" w:rsidRDefault="00E44E8A" w:rsidP="007347AE">
      <w:pPr>
        <w:pStyle w:val="PASUS"/>
        <w:spacing w:before="0" w:after="0"/>
        <w:rPr>
          <w:i/>
          <w:lang w:val="sr-Cyrl-CS"/>
        </w:rPr>
      </w:pPr>
      <w:r w:rsidRPr="00CE7CAC">
        <w:rPr>
          <w:lang w:val="sr-Cyrl-CS"/>
        </w:rPr>
        <w:t>Програм</w:t>
      </w:r>
      <w:r w:rsidR="009F53B7" w:rsidRPr="00CE7CAC">
        <w:rPr>
          <w:lang w:val="sr-Cyrl-CS"/>
        </w:rPr>
        <w:t>ом</w:t>
      </w:r>
      <w:r w:rsidRPr="00CE7CAC">
        <w:rPr>
          <w:lang w:val="sr-Cyrl-CS"/>
        </w:rPr>
        <w:t xml:space="preserve"> реформе управљања јавним финансијама </w:t>
      </w:r>
      <w:r w:rsidR="00AA0E15" w:rsidRPr="00CE7CAC">
        <w:rPr>
          <w:lang w:val="sr-Cyrl-CS"/>
        </w:rPr>
        <w:t xml:space="preserve">за период </w:t>
      </w:r>
      <w:r w:rsidRPr="00CE7CAC">
        <w:rPr>
          <w:lang w:val="sr-Cyrl-CS"/>
        </w:rPr>
        <w:t>2021</w:t>
      </w:r>
      <w:r w:rsidR="005B2C2F" w:rsidRPr="00CE7CAC">
        <w:rPr>
          <w:lang w:val="sr-Cyrl-CS"/>
        </w:rPr>
        <w:t>−</w:t>
      </w:r>
      <w:r w:rsidRPr="00CE7CAC">
        <w:rPr>
          <w:lang w:val="sr-Cyrl-CS"/>
        </w:rPr>
        <w:t>2025</w:t>
      </w:r>
      <w:r w:rsidR="00AA0E15" w:rsidRPr="00CE7CAC">
        <w:rPr>
          <w:lang w:val="sr-Cyrl-CS"/>
        </w:rPr>
        <w:t>. године</w:t>
      </w:r>
      <w:r w:rsidR="00E11C2F" w:rsidRPr="00CE7CAC">
        <w:rPr>
          <w:lang w:val="sr-Cyrl-CS"/>
        </w:rPr>
        <w:t xml:space="preserve"> назначен</w:t>
      </w:r>
      <w:r w:rsidR="007347AE" w:rsidRPr="00CE7CAC">
        <w:rPr>
          <w:lang w:val="sr-Cyrl-CS"/>
        </w:rPr>
        <w:t>о</w:t>
      </w:r>
      <w:r w:rsidRPr="00CE7CAC">
        <w:rPr>
          <w:lang w:val="sr-Cyrl-CS"/>
        </w:rPr>
        <w:t xml:space="preserve"> је </w:t>
      </w:r>
      <w:r w:rsidR="00304CA2" w:rsidRPr="00CE7CAC">
        <w:rPr>
          <w:lang w:val="sr-Cyrl-CS"/>
        </w:rPr>
        <w:t>да је обавеза доношења с</w:t>
      </w:r>
      <w:r w:rsidR="007347AE" w:rsidRPr="00CE7CAC">
        <w:rPr>
          <w:lang w:val="sr-Cyrl-CS"/>
        </w:rPr>
        <w:t>трате</w:t>
      </w:r>
      <w:r w:rsidR="00497687" w:rsidRPr="00CE7CAC">
        <w:rPr>
          <w:lang w:val="sr-Cyrl-CS"/>
        </w:rPr>
        <w:t>гије</w:t>
      </w:r>
      <w:r w:rsidR="00CB056C" w:rsidRPr="00CE7CAC">
        <w:rPr>
          <w:lang w:val="sr-Cyrl-CS"/>
        </w:rPr>
        <w:t xml:space="preserve"> утврђена Преговарачком позицијом за поглавље 32. Финансијски надзор</w:t>
      </w:r>
      <w:r w:rsidR="00BE6FA9" w:rsidRPr="00CE7CAC">
        <w:rPr>
          <w:lang w:val="sr-Cyrl-CS"/>
        </w:rPr>
        <w:t>, у форми, са садржајем и</w:t>
      </w:r>
      <w:r w:rsidR="007347AE" w:rsidRPr="00CE7CAC">
        <w:rPr>
          <w:lang w:val="sr-Cyrl-CS"/>
        </w:rPr>
        <w:t xml:space="preserve"> </w:t>
      </w:r>
      <w:r w:rsidR="00304CA2" w:rsidRPr="00CE7CAC">
        <w:rPr>
          <w:lang w:val="sr-Cyrl-CS"/>
        </w:rPr>
        <w:t>према методолошком упутству</w:t>
      </w:r>
      <w:r w:rsidR="00BE6FA9" w:rsidRPr="00CE7CAC">
        <w:rPr>
          <w:lang w:val="sr-Cyrl-CS"/>
        </w:rPr>
        <w:t xml:space="preserve"> Европске комисије</w:t>
      </w:r>
      <w:r w:rsidR="007347AE" w:rsidRPr="00CE7CAC">
        <w:rPr>
          <w:lang w:val="sr-Cyrl-CS"/>
        </w:rPr>
        <w:t xml:space="preserve"> </w:t>
      </w:r>
      <w:r w:rsidR="007347AE" w:rsidRPr="00CE7CAC">
        <w:rPr>
          <w:i/>
          <w:lang w:val="sr-Cyrl-CS"/>
        </w:rPr>
        <w:t xml:space="preserve">Guidelines on National Anti </w:t>
      </w:r>
      <w:r w:rsidR="005B2C2F" w:rsidRPr="00CE7CAC">
        <w:rPr>
          <w:i/>
          <w:lang w:val="sr-Cyrl-CS"/>
        </w:rPr>
        <w:t>–</w:t>
      </w:r>
      <w:r w:rsidR="007347AE" w:rsidRPr="00CE7CAC">
        <w:rPr>
          <w:i/>
          <w:lang w:val="sr-Cyrl-CS"/>
        </w:rPr>
        <w:t xml:space="preserve"> Fraud Strategies</w:t>
      </w:r>
      <w:r w:rsidR="000C10EC" w:rsidRPr="00CE7CAC">
        <w:rPr>
          <w:i/>
          <w:lang w:val="sr-Cyrl-CS"/>
        </w:rPr>
        <w:t xml:space="preserve"> Ref. Ares(2016)6943965</w:t>
      </w:r>
      <w:r w:rsidR="00E40E66" w:rsidRPr="00CE7CAC">
        <w:rPr>
          <w:i/>
          <w:lang w:val="sr-Cyrl-CS"/>
        </w:rPr>
        <w:t xml:space="preserve">. </w:t>
      </w:r>
    </w:p>
    <w:p w14:paraId="1EFF6A71" w14:textId="77777777" w:rsidR="0052408C" w:rsidRPr="00CE7CAC" w:rsidRDefault="0052408C" w:rsidP="007347AE">
      <w:pPr>
        <w:pStyle w:val="PASUS"/>
        <w:spacing w:before="0" w:after="0"/>
        <w:rPr>
          <w:i/>
          <w:lang w:val="sr-Cyrl-CS"/>
        </w:rPr>
      </w:pPr>
    </w:p>
    <w:p w14:paraId="229733FD" w14:textId="66DD84D9" w:rsidR="004A0817" w:rsidRPr="00CE7CAC" w:rsidRDefault="00085339" w:rsidP="00472150">
      <w:pPr>
        <w:pStyle w:val="PASUS"/>
        <w:spacing w:before="0" w:after="0"/>
        <w:rPr>
          <w:lang w:val="sr-Cyrl-CS"/>
        </w:rPr>
      </w:pPr>
      <w:r w:rsidRPr="00CE7CAC">
        <w:rPr>
          <w:lang w:val="sr-Cyrl-CS"/>
        </w:rPr>
        <w:t>Сходно наведеном</w:t>
      </w:r>
      <w:r w:rsidR="004A0817" w:rsidRPr="00CE7CAC">
        <w:rPr>
          <w:lang w:val="sr-Cyrl-CS"/>
        </w:rPr>
        <w:t xml:space="preserve"> упутств</w:t>
      </w:r>
      <w:r w:rsidR="00877747" w:rsidRPr="00CE7CAC">
        <w:rPr>
          <w:lang w:val="sr-Cyrl-CS"/>
        </w:rPr>
        <w:t>у</w:t>
      </w:r>
      <w:r w:rsidR="004A0817" w:rsidRPr="00CE7CAC">
        <w:rPr>
          <w:lang w:val="sr-Cyrl-CS"/>
        </w:rPr>
        <w:t xml:space="preserve"> Европске комисије</w:t>
      </w:r>
      <w:r w:rsidR="00877747" w:rsidRPr="00CE7CAC">
        <w:rPr>
          <w:lang w:val="sr-Cyrl-CS"/>
        </w:rPr>
        <w:t>,</w:t>
      </w:r>
      <w:r w:rsidR="00D76FD0" w:rsidRPr="00CE7CAC">
        <w:rPr>
          <w:lang w:val="sr-Cyrl-CS"/>
        </w:rPr>
        <w:t xml:space="preserve"> документ</w:t>
      </w:r>
      <w:r w:rsidR="00751EFB" w:rsidRPr="00CE7CAC">
        <w:rPr>
          <w:lang w:val="sr-Cyrl-CS"/>
        </w:rPr>
        <w:t xml:space="preserve"> који се односи на заштиту финансијских интереса ЕУ</w:t>
      </w:r>
      <w:r w:rsidR="00877747" w:rsidRPr="00CE7CAC">
        <w:rPr>
          <w:lang w:val="sr-Cyrl-CS"/>
        </w:rPr>
        <w:t>, поред осталог,</w:t>
      </w:r>
      <w:r w:rsidR="00950517" w:rsidRPr="00CE7CAC">
        <w:rPr>
          <w:lang w:val="sr-Cyrl-CS"/>
        </w:rPr>
        <w:t xml:space="preserve"> треба да садрж</w:t>
      </w:r>
      <w:r w:rsidR="00C920C2" w:rsidRPr="00CE7CAC">
        <w:rPr>
          <w:lang w:val="sr-Cyrl-CS"/>
        </w:rPr>
        <w:t>и</w:t>
      </w:r>
      <w:r w:rsidR="00950517" w:rsidRPr="00CE7CAC">
        <w:rPr>
          <w:lang w:val="sr-Cyrl-CS"/>
        </w:rPr>
        <w:t xml:space="preserve"> </w:t>
      </w:r>
      <w:r w:rsidR="00362D8A" w:rsidRPr="00CE7CAC">
        <w:rPr>
          <w:lang w:val="sr-Cyrl-CS"/>
        </w:rPr>
        <w:t>правни оквир, везу са</w:t>
      </w:r>
      <w:r w:rsidR="00D76FD0" w:rsidRPr="00CE7CAC">
        <w:rPr>
          <w:lang w:val="sr-Cyrl-CS"/>
        </w:rPr>
        <w:t xml:space="preserve"> другим националним стратешким документима</w:t>
      </w:r>
      <w:r w:rsidR="00362D8A" w:rsidRPr="00CE7CAC">
        <w:rPr>
          <w:lang w:val="sr-Cyrl-CS"/>
        </w:rPr>
        <w:t xml:space="preserve">, </w:t>
      </w:r>
      <w:r w:rsidR="00950517" w:rsidRPr="00CE7CAC">
        <w:rPr>
          <w:lang w:val="sr-Cyrl-CS"/>
        </w:rPr>
        <w:t>тренутно стање у борби против превара</w:t>
      </w:r>
      <w:r w:rsidR="007B57D5" w:rsidRPr="00CE7CAC">
        <w:rPr>
          <w:lang w:val="sr-Cyrl-CS"/>
        </w:rPr>
        <w:t>, процену ризика од превара</w:t>
      </w:r>
      <w:r w:rsidR="00362D8A" w:rsidRPr="00CE7CAC">
        <w:rPr>
          <w:lang w:val="sr-Cyrl-CS"/>
        </w:rPr>
        <w:t>, утврђене мере и циљеве,</w:t>
      </w:r>
      <w:r w:rsidR="007B57D5" w:rsidRPr="00CE7CAC">
        <w:rPr>
          <w:lang w:val="sr-Cyrl-CS"/>
        </w:rPr>
        <w:t xml:space="preserve"> институције укљ</w:t>
      </w:r>
      <w:r w:rsidR="00D76FD0" w:rsidRPr="00CE7CAC">
        <w:rPr>
          <w:lang w:val="sr-Cyrl-CS"/>
        </w:rPr>
        <w:t>учене у процес израде стратешког документа</w:t>
      </w:r>
      <w:r w:rsidR="00362D8A" w:rsidRPr="00CE7CAC">
        <w:rPr>
          <w:lang w:val="sr-Cyrl-CS"/>
        </w:rPr>
        <w:t>, као и институцију одговорну за праћење спр</w:t>
      </w:r>
      <w:r w:rsidR="00D76FD0" w:rsidRPr="00CE7CAC">
        <w:rPr>
          <w:lang w:val="sr-Cyrl-CS"/>
        </w:rPr>
        <w:t>овођења активности</w:t>
      </w:r>
      <w:r w:rsidR="00362D8A" w:rsidRPr="00CE7CAC">
        <w:rPr>
          <w:lang w:val="sr-Cyrl-CS"/>
        </w:rPr>
        <w:t xml:space="preserve"> и извештавање</w:t>
      </w:r>
      <w:r w:rsidR="007B57D5" w:rsidRPr="00CE7CAC">
        <w:rPr>
          <w:lang w:val="sr-Cyrl-CS"/>
        </w:rPr>
        <w:t>.</w:t>
      </w:r>
      <w:r w:rsidR="00950517" w:rsidRPr="00CE7CAC">
        <w:rPr>
          <w:lang w:val="sr-Cyrl-CS"/>
        </w:rPr>
        <w:t xml:space="preserve"> </w:t>
      </w:r>
      <w:r w:rsidRPr="00CE7CAC">
        <w:rPr>
          <w:lang w:val="sr-Cyrl-CS"/>
        </w:rPr>
        <w:t>Д</w:t>
      </w:r>
      <w:r w:rsidR="00D76FD0" w:rsidRPr="00CE7CAC">
        <w:rPr>
          <w:lang w:val="sr-Cyrl-CS"/>
        </w:rPr>
        <w:t>окумент</w:t>
      </w:r>
      <w:r w:rsidR="00EA36CB" w:rsidRPr="00CE7CAC">
        <w:rPr>
          <w:lang w:val="sr-Cyrl-CS"/>
        </w:rPr>
        <w:t xml:space="preserve"> треба да </w:t>
      </w:r>
      <w:r w:rsidRPr="00CE7CAC">
        <w:rPr>
          <w:lang w:val="sr-Cyrl-CS"/>
        </w:rPr>
        <w:t>садржи и</w:t>
      </w:r>
      <w:r w:rsidR="00EA36CB" w:rsidRPr="00CE7CAC">
        <w:rPr>
          <w:lang w:val="sr-Cyrl-CS"/>
        </w:rPr>
        <w:t xml:space="preserve"> план</w:t>
      </w:r>
      <w:r w:rsidRPr="00CE7CAC">
        <w:rPr>
          <w:lang w:val="sr-Cyrl-CS"/>
        </w:rPr>
        <w:t xml:space="preserve"> активн</w:t>
      </w:r>
      <w:r w:rsidR="00751EFB" w:rsidRPr="00CE7CAC">
        <w:rPr>
          <w:lang w:val="sr-Cyrl-CS"/>
        </w:rPr>
        <w:t>ости, у формату датом у наведеном</w:t>
      </w:r>
      <w:r w:rsidRPr="00CE7CAC">
        <w:rPr>
          <w:lang w:val="sr-Cyrl-CS"/>
        </w:rPr>
        <w:t xml:space="preserve"> методоло</w:t>
      </w:r>
      <w:r w:rsidR="00751EFB" w:rsidRPr="00CE7CAC">
        <w:rPr>
          <w:lang w:val="sr-Cyrl-CS"/>
        </w:rPr>
        <w:t>шком упутству,</w:t>
      </w:r>
      <w:r w:rsidR="00EA36CB" w:rsidRPr="00CE7CAC">
        <w:rPr>
          <w:lang w:val="sr-Cyrl-CS"/>
        </w:rPr>
        <w:t xml:space="preserve"> који се заснива на утврђеним приоритетима и повезаним циљевима, мерама, активностима, институцијама одговорним за спровођење активности и роковима </w:t>
      </w:r>
      <w:r w:rsidR="00682716" w:rsidRPr="00CE7CAC">
        <w:rPr>
          <w:lang w:val="sr-Cyrl-CS"/>
        </w:rPr>
        <w:t>за реализацију истих</w:t>
      </w:r>
      <w:r w:rsidR="00EA36CB" w:rsidRPr="00CE7CAC">
        <w:rPr>
          <w:lang w:val="sr-Cyrl-CS"/>
        </w:rPr>
        <w:t>.</w:t>
      </w:r>
    </w:p>
    <w:p w14:paraId="5A410C90" w14:textId="77777777" w:rsidR="00C920C2" w:rsidRPr="00CE7CAC" w:rsidRDefault="00C920C2" w:rsidP="00472150">
      <w:pPr>
        <w:pStyle w:val="PASUS"/>
        <w:spacing w:before="0" w:after="0"/>
        <w:rPr>
          <w:lang w:val="sr-Cyrl-CS"/>
        </w:rPr>
      </w:pPr>
    </w:p>
    <w:p w14:paraId="0C8BC5CF" w14:textId="656B1401" w:rsidR="00D73972" w:rsidRPr="00CE7CAC" w:rsidRDefault="00D73972" w:rsidP="00D73972">
      <w:pPr>
        <w:pStyle w:val="PASUS"/>
        <w:spacing w:before="0" w:after="0"/>
        <w:rPr>
          <w:lang w:val="sr-Cyrl-CS"/>
        </w:rPr>
      </w:pPr>
      <w:r w:rsidRPr="00CE7CAC">
        <w:rPr>
          <w:lang w:val="sr-Cyrl-CS"/>
        </w:rPr>
        <w:t xml:space="preserve">Имајући у виду да је један од задатака Мреже за борбу против превара </w:t>
      </w:r>
      <w:r w:rsidR="00D73D19" w:rsidRPr="00CE7CAC">
        <w:rPr>
          <w:lang w:val="sr-Cyrl-CS"/>
        </w:rPr>
        <w:t xml:space="preserve">и управљање неправилностима у поступању са финансијским средствима Европске уније (у даљем тексту: Мрежа за борбу против превара) </w:t>
      </w:r>
      <w:r w:rsidRPr="00CE7CAC">
        <w:rPr>
          <w:lang w:val="sr-Cyrl-CS"/>
        </w:rPr>
        <w:t xml:space="preserve">израда стратегије и </w:t>
      </w:r>
      <w:r w:rsidR="00751EFB" w:rsidRPr="00CE7CAC">
        <w:rPr>
          <w:lang w:val="sr-Cyrl-CS"/>
        </w:rPr>
        <w:t>а</w:t>
      </w:r>
      <w:r w:rsidRPr="00CE7CAC">
        <w:rPr>
          <w:lang w:val="sr-Cyrl-CS"/>
        </w:rPr>
        <w:t xml:space="preserve">кционог плана за њено спровођење, консултације су спроведене са члановима исте, како приликом спровођења </w:t>
      </w:r>
      <w:r w:rsidRPr="00CE7CAC">
        <w:rPr>
          <w:i/>
          <w:lang w:val="sr-Cyrl-CS"/>
        </w:rPr>
        <w:t>еx-post</w:t>
      </w:r>
      <w:r w:rsidRPr="00CE7CAC">
        <w:rPr>
          <w:lang w:val="sr-Cyrl-CS"/>
        </w:rPr>
        <w:t xml:space="preserve"> и </w:t>
      </w:r>
      <w:r w:rsidRPr="00CE7CAC">
        <w:rPr>
          <w:i/>
          <w:lang w:val="sr-Cyrl-CS"/>
        </w:rPr>
        <w:t>еx-ante</w:t>
      </w:r>
      <w:r w:rsidRPr="00CE7CAC">
        <w:rPr>
          <w:lang w:val="sr-Cyrl-CS"/>
        </w:rPr>
        <w:t xml:space="preserve"> анализе ефеката, тако и приликом израде текста Стратешког плана.</w:t>
      </w:r>
    </w:p>
    <w:p w14:paraId="69305357" w14:textId="77777777" w:rsidR="00D73972" w:rsidRPr="00CE7CAC" w:rsidRDefault="00D73972" w:rsidP="00D73972">
      <w:pPr>
        <w:pStyle w:val="PASUS"/>
        <w:spacing w:before="0" w:after="0"/>
        <w:rPr>
          <w:lang w:val="sr-Cyrl-CS"/>
        </w:rPr>
      </w:pPr>
    </w:p>
    <w:p w14:paraId="7DFA12D5" w14:textId="3B74B514"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r w:rsidRPr="00CE7CAC">
        <w:rPr>
          <w:rFonts w:ascii="Times New Roman" w:hAnsi="Times New Roman" w:cs="Times New Roman"/>
          <w:noProof/>
          <w:lang w:val="sr-Cyrl-CS"/>
        </w:rPr>
        <w:t>Мрежа за борбу против превара образована</w:t>
      </w:r>
      <w:r w:rsidRPr="00CE7CAC">
        <w:rPr>
          <w:rFonts w:ascii="Times New Roman" w:hAnsi="Times New Roman" w:cs="Times New Roman"/>
          <w:lang w:val="sr-Cyrl-CS"/>
        </w:rPr>
        <w:t xml:space="preserve"> је </w:t>
      </w:r>
      <w:r w:rsidRPr="00CE7CAC">
        <w:rPr>
          <w:rFonts w:ascii="Times New Roman" w:hAnsi="Times New Roman" w:cs="Times New Roman"/>
          <w:noProof/>
          <w:lang w:val="sr-Cyrl-CS"/>
        </w:rPr>
        <w:t xml:space="preserve">Oдлуком </w:t>
      </w:r>
      <w:r w:rsidRPr="00CE7CAC">
        <w:rPr>
          <w:rFonts w:ascii="Times New Roman" w:eastAsia="Calibri" w:hAnsi="Times New Roman" w:cs="Times New Roman"/>
          <w:noProof/>
          <w:lang w:val="sr-Cyrl-CS"/>
        </w:rPr>
        <w:t xml:space="preserve">о образовању Мреже за борбу против превара и управљање неправилностима у поступању са финансијским средствима </w:t>
      </w:r>
      <w:r w:rsidRPr="00CE7CAC">
        <w:rPr>
          <w:rFonts w:ascii="Times New Roman" w:eastAsia="Calibri" w:hAnsi="Times New Roman" w:cs="Times New Roman"/>
          <w:noProof/>
          <w:lang w:val="sr-Cyrl-CS"/>
        </w:rPr>
        <w:lastRenderedPageBreak/>
        <w:t>Европске уније</w:t>
      </w:r>
      <w:r w:rsidRPr="00CE7CAC">
        <w:rPr>
          <w:rFonts w:ascii="Times New Roman" w:eastAsia="Times New Roman" w:hAnsi="Times New Roman" w:cs="Times New Roman"/>
          <w:noProof/>
          <w:lang w:val="sr-Cyrl-CS"/>
        </w:rPr>
        <w:t xml:space="preserve"> („Службени гласник РСˮ, бр. 6/21 и 38/21 </w:t>
      </w:r>
      <w:r w:rsidR="005B2C2F" w:rsidRPr="00CE7CAC">
        <w:rPr>
          <w:rFonts w:ascii="Times New Roman" w:eastAsia="Times New Roman" w:hAnsi="Times New Roman" w:cs="Times New Roman"/>
          <w:noProof/>
          <w:lang w:val="sr-Cyrl-CS"/>
        </w:rPr>
        <w:t>–</w:t>
      </w:r>
      <w:r w:rsidRPr="00CE7CAC">
        <w:rPr>
          <w:rFonts w:ascii="Times New Roman" w:eastAsia="Times New Roman" w:hAnsi="Times New Roman" w:cs="Times New Roman"/>
          <w:noProof/>
          <w:lang w:val="sr-Cyrl-CS"/>
        </w:rPr>
        <w:t xml:space="preserve"> у даљем тексту: Одлука), са циљем борбе против превара и управљања неправилностима у поступању са финансијским средствима ЕУ у периоду пружања финансијске помоћи ЕУ Републици Србији.</w:t>
      </w:r>
    </w:p>
    <w:p w14:paraId="7DB17A99" w14:textId="2D1DAAAB"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p>
    <w:p w14:paraId="66293FEE" w14:textId="77777777" w:rsidR="005B2C2F" w:rsidRPr="00CE7CAC" w:rsidRDefault="005B2C2F" w:rsidP="00D73972">
      <w:pPr>
        <w:spacing w:after="0" w:line="240" w:lineRule="auto"/>
        <w:ind w:firstLine="720"/>
        <w:jc w:val="both"/>
        <w:rPr>
          <w:rFonts w:ascii="Times New Roman" w:eastAsia="Times New Roman" w:hAnsi="Times New Roman" w:cs="Times New Roman"/>
          <w:noProof/>
          <w:lang w:val="sr-Cyrl-CS"/>
        </w:rPr>
      </w:pPr>
    </w:p>
    <w:p w14:paraId="1CB93E4A" w14:textId="77777777"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r w:rsidRPr="00CE7CAC">
        <w:rPr>
          <w:rFonts w:ascii="Times New Roman" w:eastAsia="Times New Roman" w:hAnsi="Times New Roman" w:cs="Times New Roman"/>
          <w:noProof/>
          <w:lang w:val="sr-Cyrl-CS"/>
        </w:rPr>
        <w:t xml:space="preserve">Задаци Мреже </w:t>
      </w:r>
      <w:r w:rsidRPr="00CE7CAC">
        <w:rPr>
          <w:rFonts w:ascii="Times New Roman" w:hAnsi="Times New Roman" w:cs="Times New Roman"/>
          <w:noProof/>
          <w:lang w:val="sr-Cyrl-CS"/>
        </w:rPr>
        <w:t>за борбу против превара</w:t>
      </w:r>
      <w:r w:rsidRPr="00CE7CAC">
        <w:rPr>
          <w:rFonts w:ascii="Times New Roman" w:eastAsia="Times New Roman" w:hAnsi="Times New Roman" w:cs="Times New Roman"/>
          <w:noProof/>
          <w:lang w:val="sr-Cyrl-CS"/>
        </w:rPr>
        <w:t>, између осталог, су:</w:t>
      </w:r>
    </w:p>
    <w:p w14:paraId="0997565B" w14:textId="77777777"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p>
    <w:p w14:paraId="0DD8A0C0" w14:textId="2B7EE33A"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прикупљање, праћење и анализирање података о предузетим мерама за борбу против превара и управљање неправилностима у поступању са финансијским средствима ЕУ;</w:t>
      </w:r>
    </w:p>
    <w:p w14:paraId="4A9BA85C"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5096BD9E" w14:textId="0F094C7F"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иницирање законодавних и других мера са циљем борбе против превара и управљања неправилностима у поступању са финансијским средствима ЕУ;</w:t>
      </w:r>
    </w:p>
    <w:p w14:paraId="41F53B54"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77F1D2B0" w14:textId="4A614278"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јачање међуинституционалне сарадње и размене података између државних органа, организација и институција чији су представници укључени у рад </w:t>
      </w:r>
      <w:r w:rsidR="00D73972" w:rsidRPr="00CE7CAC">
        <w:rPr>
          <w:rFonts w:ascii="Times New Roman" w:eastAsia="Times New Roman" w:hAnsi="Times New Roman" w:cs="Times New Roman"/>
          <w:noProof/>
          <w:lang w:val="sr-Cyrl-CS"/>
        </w:rPr>
        <w:t xml:space="preserve">Мреже </w:t>
      </w:r>
      <w:r w:rsidR="00D73972" w:rsidRPr="00CE7CAC">
        <w:rPr>
          <w:rFonts w:ascii="Times New Roman" w:hAnsi="Times New Roman" w:cs="Times New Roman"/>
          <w:noProof/>
          <w:lang w:val="sr-Cyrl-CS"/>
        </w:rPr>
        <w:t>за борбу против превара о пријављеним случајевима сумње на превару, корупцију или других неправилности; и</w:t>
      </w:r>
    </w:p>
    <w:p w14:paraId="132CAD97"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340C32E1" w14:textId="4812172F"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разматрање, давање предлога, мишљења и стручних образложења у вези са свим другим питањима од значаја за борбу против превара и управљање неправилностима у поступању са финансијским средствима ЕУ.</w:t>
      </w:r>
    </w:p>
    <w:p w14:paraId="53089DFB"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0CA18186"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Чланови и заменици чланова Мреже за борбу против превара су именовани представници следећих институција:</w:t>
      </w:r>
    </w:p>
    <w:p w14:paraId="2AF2B544"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3C20C566" w14:textId="56B5A54B"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финансија;</w:t>
      </w:r>
    </w:p>
    <w:p w14:paraId="5041AFC6" w14:textId="353B96EC"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унутрашњих послова;</w:t>
      </w:r>
    </w:p>
    <w:p w14:paraId="030110FB" w14:textId="0A070709"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правде;</w:t>
      </w:r>
    </w:p>
    <w:p w14:paraId="5AF51CB0" w14:textId="2AAD7EA3"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за европске интеграције;</w:t>
      </w:r>
    </w:p>
    <w:p w14:paraId="085A6BED" w14:textId="1C88D788"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пољопривреде, шумарства и водопривреде;</w:t>
      </w:r>
    </w:p>
    <w:p w14:paraId="0FEB215E" w14:textId="1464FAB5"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Републичког јавног тужилаштва;</w:t>
      </w:r>
    </w:p>
    <w:p w14:paraId="4A6BC473" w14:textId="0CD8B5FD"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Агенције за спречавање корупције; и</w:t>
      </w:r>
    </w:p>
    <w:p w14:paraId="235C5D8D" w14:textId="2536090A"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Канцеларије за ревизију система управљања средствима Европске уније.</w:t>
      </w:r>
    </w:p>
    <w:p w14:paraId="297DA1AC" w14:textId="77777777" w:rsidR="00D73972" w:rsidRPr="00CE7CAC" w:rsidRDefault="00D73972" w:rsidP="00D73972">
      <w:pPr>
        <w:spacing w:after="0" w:line="240" w:lineRule="auto"/>
        <w:jc w:val="both"/>
        <w:rPr>
          <w:rFonts w:ascii="Times New Roman" w:hAnsi="Times New Roman" w:cs="Times New Roman"/>
          <w:noProof/>
          <w:lang w:val="sr-Cyrl-CS"/>
        </w:rPr>
      </w:pPr>
    </w:p>
    <w:p w14:paraId="53B006D8" w14:textId="24C78BEB" w:rsidR="00D73972" w:rsidRPr="00CE7CAC" w:rsidRDefault="00D73972" w:rsidP="00D73972">
      <w:pPr>
        <w:pStyle w:val="PASUS"/>
        <w:spacing w:before="0" w:after="0"/>
        <w:ind w:firstLine="0"/>
        <w:rPr>
          <w:lang w:val="sr-Cyrl-CS"/>
        </w:rPr>
      </w:pPr>
      <w:r w:rsidRPr="00CE7CAC">
        <w:rPr>
          <w:lang w:val="sr-Cyrl-CS"/>
        </w:rPr>
        <w:t xml:space="preserve">            Тачком 6. Одлуке утврђено је да се Мрежа за борбу против превара састаје по потреби</w:t>
      </w:r>
      <w:r w:rsidR="002B0EFD" w:rsidRPr="00CE7CAC">
        <w:rPr>
          <w:lang w:val="sr-Cyrl-CS"/>
        </w:rPr>
        <w:t xml:space="preserve">, </w:t>
      </w:r>
      <w:r w:rsidRPr="00CE7CAC">
        <w:rPr>
          <w:lang w:val="sr-Cyrl-CS"/>
        </w:rPr>
        <w:t xml:space="preserve">а најмање једном у два месеца. </w:t>
      </w:r>
    </w:p>
    <w:p w14:paraId="230371A0" w14:textId="77777777" w:rsidR="00D73972" w:rsidRPr="00CE7CAC" w:rsidRDefault="00D73972" w:rsidP="00D73972">
      <w:pPr>
        <w:pStyle w:val="PASUS"/>
        <w:spacing w:before="0" w:after="0"/>
        <w:ind w:firstLine="0"/>
        <w:rPr>
          <w:lang w:val="sr-Cyrl-CS"/>
        </w:rPr>
      </w:pPr>
    </w:p>
    <w:p w14:paraId="562AC2D8" w14:textId="77777777" w:rsidR="00D73972" w:rsidRPr="00CE7CAC" w:rsidRDefault="00D73972" w:rsidP="00D73972">
      <w:pPr>
        <w:pStyle w:val="PASUS"/>
        <w:spacing w:before="0" w:after="0"/>
        <w:rPr>
          <w:lang w:val="sr-Cyrl-CS"/>
        </w:rPr>
      </w:pPr>
      <w:r w:rsidRPr="00CE7CAC">
        <w:rPr>
          <w:lang w:val="sr-Cyrl-CS"/>
        </w:rPr>
        <w:t>Сходно тачки 9. Одлуке, Мрежа за борбу против превара, преко Министарства финансија, о свом раду подноси извештај надлежном одбору Владе сваких 60 дана, а Влади сваких 90 дана.</w:t>
      </w:r>
    </w:p>
    <w:p w14:paraId="4181A964" w14:textId="77777777" w:rsidR="00A228B0" w:rsidRPr="00CE7CAC" w:rsidRDefault="00A228B0" w:rsidP="00D73972">
      <w:pPr>
        <w:pStyle w:val="PASUS"/>
        <w:spacing w:before="0" w:after="0"/>
        <w:rPr>
          <w:lang w:val="sr-Cyrl-CS"/>
        </w:rPr>
      </w:pPr>
    </w:p>
    <w:p w14:paraId="264C41C3" w14:textId="22A5148C" w:rsidR="003826B0" w:rsidRPr="00CE7CAC" w:rsidRDefault="0052408C" w:rsidP="002C37ED">
      <w:pPr>
        <w:pStyle w:val="PASUS"/>
        <w:spacing w:before="0" w:after="0"/>
        <w:rPr>
          <w:lang w:val="sr-Cyrl-CS"/>
        </w:rPr>
      </w:pPr>
      <w:r w:rsidRPr="00CE7CAC">
        <w:rPr>
          <w:lang w:val="sr-Cyrl-CS"/>
        </w:rPr>
        <w:t>Ч</w:t>
      </w:r>
      <w:r w:rsidR="00996488" w:rsidRPr="00CE7CAC">
        <w:rPr>
          <w:lang w:val="sr-Cyrl-CS"/>
        </w:rPr>
        <w:t>ланом 34. Закона о планском систему Републике Србије</w:t>
      </w:r>
      <w:r w:rsidR="00B56697" w:rsidRPr="00CE7CAC">
        <w:rPr>
          <w:lang w:val="sr-Cyrl-CS"/>
        </w:rPr>
        <w:t xml:space="preserve"> („Службени гласник РС”, брoj 30/18)</w:t>
      </w:r>
      <w:r w:rsidR="00996488" w:rsidRPr="00CE7CAC">
        <w:rPr>
          <w:lang w:val="sr-Cyrl-CS"/>
        </w:rPr>
        <w:t xml:space="preserve"> </w:t>
      </w:r>
      <w:r w:rsidR="00996488" w:rsidRPr="00CE7CAC">
        <w:rPr>
          <w:iCs/>
          <w:lang w:val="sr-Cyrl-CS"/>
        </w:rPr>
        <w:t>прописано</w:t>
      </w:r>
      <w:r w:rsidRPr="00CE7CAC">
        <w:rPr>
          <w:iCs/>
          <w:lang w:val="sr-Cyrl-CS"/>
        </w:rPr>
        <w:t xml:space="preserve"> је</w:t>
      </w:r>
      <w:r w:rsidR="00996488" w:rsidRPr="00CE7CAC">
        <w:rPr>
          <w:iCs/>
          <w:lang w:val="sr-Cyrl-CS"/>
        </w:rPr>
        <w:t xml:space="preserve"> да је надлежни предлагач дужан да омогући учешће организацијама цивилног друштва у процесу консултација које спроводи током израде документа јавних политика</w:t>
      </w:r>
      <w:r w:rsidRPr="00CE7CAC">
        <w:rPr>
          <w:iCs/>
          <w:lang w:val="sr-Cyrl-CS"/>
        </w:rPr>
        <w:t>.</w:t>
      </w:r>
      <w:r w:rsidR="00996488" w:rsidRPr="00CE7CAC">
        <w:rPr>
          <w:iCs/>
          <w:lang w:val="sr-Cyrl-CS"/>
        </w:rPr>
        <w:t xml:space="preserve"> </w:t>
      </w:r>
      <w:r w:rsidRPr="00CE7CAC">
        <w:rPr>
          <w:iCs/>
          <w:lang w:val="sr-Cyrl-CS"/>
        </w:rPr>
        <w:t xml:space="preserve">С тим у вези, </w:t>
      </w:r>
      <w:r w:rsidR="00996488" w:rsidRPr="00CE7CAC">
        <w:rPr>
          <w:iCs/>
          <w:lang w:val="sr-Cyrl-CS"/>
        </w:rPr>
        <w:t>Министарство финансија је, дана 6. марта 2021. године, у сарадњи са</w:t>
      </w:r>
      <w:r w:rsidR="00996488" w:rsidRPr="00CE7CAC">
        <w:rPr>
          <w:lang w:val="sr-Cyrl-CS"/>
        </w:rPr>
        <w:t xml:space="preserve"> </w:t>
      </w:r>
      <w:r w:rsidR="00B56697" w:rsidRPr="00CE7CAC">
        <w:rPr>
          <w:lang w:val="sr-Cyrl-CS"/>
        </w:rPr>
        <w:t>Министарством за људска и мањинска права и друштвени дијалог</w:t>
      </w:r>
      <w:r w:rsidR="00996488" w:rsidRPr="00CE7CAC">
        <w:rPr>
          <w:lang w:val="sr-Cyrl-CS"/>
        </w:rPr>
        <w:t>, упутило јавни позив организацијама цивилног друштва за учешће у процесу израде новог стратешког документа.</w:t>
      </w:r>
    </w:p>
    <w:p w14:paraId="5683A6E9" w14:textId="77777777" w:rsidR="003826B0" w:rsidRPr="00CE7CAC" w:rsidRDefault="003826B0" w:rsidP="002C37ED">
      <w:pPr>
        <w:pStyle w:val="PASUS"/>
        <w:spacing w:before="0" w:after="0"/>
        <w:rPr>
          <w:lang w:val="sr-Cyrl-CS"/>
        </w:rPr>
      </w:pPr>
    </w:p>
    <w:p w14:paraId="13A72704" w14:textId="2975A394" w:rsidR="00996488" w:rsidRPr="00CE7CAC" w:rsidRDefault="00996488" w:rsidP="002C37ED">
      <w:pPr>
        <w:pStyle w:val="PASUS"/>
        <w:spacing w:before="0" w:after="0"/>
        <w:rPr>
          <w:lang w:val="sr-Cyrl-CS"/>
        </w:rPr>
      </w:pPr>
      <w:r w:rsidRPr="00CE7CAC">
        <w:rPr>
          <w:lang w:val="sr-Cyrl-CS"/>
        </w:rPr>
        <w:lastRenderedPageBreak/>
        <w:t>На јавни позив, који је био отворен у периоду од 9. до 22. марта 2021. године у 15</w:t>
      </w:r>
      <w:r w:rsidR="005B2C2F" w:rsidRPr="00CE7CAC">
        <w:rPr>
          <w:lang w:val="sr-Cyrl-CS"/>
        </w:rPr>
        <w:t>.</w:t>
      </w:r>
      <w:r w:rsidRPr="00CE7CAC">
        <w:rPr>
          <w:lang w:val="sr-Cyrl-CS"/>
        </w:rPr>
        <w:t>30 часова, није пристигла ни једна пријава</w:t>
      </w:r>
      <w:r w:rsidR="003826B0" w:rsidRPr="00CE7CAC">
        <w:rPr>
          <w:lang w:val="sr-Cyrl-CS"/>
        </w:rPr>
        <w:t xml:space="preserve">, тако да у процес претходних консултација, ради израде Стратешког плана, нису укључене </w:t>
      </w:r>
      <w:r w:rsidR="00395666" w:rsidRPr="00CE7CAC">
        <w:rPr>
          <w:lang w:val="sr-Cyrl-CS"/>
        </w:rPr>
        <w:t>релевантне</w:t>
      </w:r>
      <w:r w:rsidR="003826B0" w:rsidRPr="00CE7CAC">
        <w:rPr>
          <w:lang w:val="sr-Cyrl-CS"/>
        </w:rPr>
        <w:t xml:space="preserve"> организације</w:t>
      </w:r>
      <w:r w:rsidRPr="00CE7CAC">
        <w:rPr>
          <w:lang w:val="sr-Cyrl-CS"/>
        </w:rPr>
        <w:t xml:space="preserve"> цивилног друштва.</w:t>
      </w:r>
    </w:p>
    <w:p w14:paraId="3743229A" w14:textId="0D407180" w:rsidR="007C2600" w:rsidRPr="00CE7CAC" w:rsidRDefault="007C2600" w:rsidP="002C37ED">
      <w:pPr>
        <w:pStyle w:val="PASUS"/>
        <w:spacing w:before="0" w:after="0"/>
        <w:rPr>
          <w:lang w:val="sr-Cyrl-CS"/>
        </w:rPr>
      </w:pPr>
    </w:p>
    <w:p w14:paraId="2C9C516E" w14:textId="212A39B2" w:rsidR="00984A11" w:rsidRPr="00CE7CAC" w:rsidRDefault="007C2600" w:rsidP="00EC6D93">
      <w:pPr>
        <w:pStyle w:val="PASUS"/>
        <w:rPr>
          <w:b/>
          <w:lang w:val="sr-Cyrl-CS"/>
        </w:rPr>
      </w:pPr>
      <w:r w:rsidRPr="00CE7CAC">
        <w:rPr>
          <w:rStyle w:val="NASLOVChar"/>
          <w:lang w:val="sr-Cyrl-CS"/>
        </w:rPr>
        <w:t>II</w:t>
      </w:r>
      <w:r w:rsidR="009C7DFB" w:rsidRPr="00CE7CAC">
        <w:rPr>
          <w:b/>
          <w:lang w:val="sr-Cyrl-CS"/>
        </w:rPr>
        <w:t xml:space="preserve">. </w:t>
      </w:r>
      <w:r w:rsidRPr="00CE7CAC">
        <w:rPr>
          <w:b/>
          <w:lang w:val="sr-Cyrl-CS"/>
        </w:rPr>
        <w:t>Правни оквир</w:t>
      </w:r>
    </w:p>
    <w:p w14:paraId="6B479A72" w14:textId="4B1068B9" w:rsidR="00674403" w:rsidRPr="00CE7CAC" w:rsidRDefault="007C2600" w:rsidP="005B2C2F">
      <w:pPr>
        <w:pStyle w:val="PODNASLOV"/>
        <w:spacing w:before="0" w:after="0"/>
        <w:ind w:left="0" w:firstLine="720"/>
        <w:rPr>
          <w:color w:val="auto"/>
          <w:sz w:val="24"/>
          <w:lang w:val="sr-Cyrl-CS"/>
        </w:rPr>
      </w:pPr>
      <w:r w:rsidRPr="00CE7CAC">
        <w:rPr>
          <w:color w:val="auto"/>
          <w:sz w:val="24"/>
          <w:lang w:val="sr-Cyrl-CS"/>
        </w:rPr>
        <w:t>П</w:t>
      </w:r>
      <w:r w:rsidR="003140ED" w:rsidRPr="00CE7CAC">
        <w:rPr>
          <w:color w:val="auto"/>
          <w:sz w:val="24"/>
          <w:lang w:val="sr-Cyrl-CS"/>
        </w:rPr>
        <w:t>равни оквир Р</w:t>
      </w:r>
      <w:r w:rsidRPr="00CE7CAC">
        <w:rPr>
          <w:color w:val="auto"/>
          <w:sz w:val="24"/>
          <w:lang w:val="sr-Cyrl-CS"/>
        </w:rPr>
        <w:t xml:space="preserve">епублике </w:t>
      </w:r>
      <w:r w:rsidR="003140ED" w:rsidRPr="00CE7CAC">
        <w:rPr>
          <w:color w:val="auto"/>
          <w:sz w:val="24"/>
          <w:lang w:val="sr-Cyrl-CS"/>
        </w:rPr>
        <w:t>С</w:t>
      </w:r>
      <w:r w:rsidRPr="00CE7CAC">
        <w:rPr>
          <w:color w:val="auto"/>
          <w:sz w:val="24"/>
          <w:lang w:val="sr-Cyrl-CS"/>
        </w:rPr>
        <w:t>рбије</w:t>
      </w:r>
    </w:p>
    <w:p w14:paraId="4F8E4CA9" w14:textId="77777777" w:rsidR="004715F4" w:rsidRPr="00CE7CAC" w:rsidRDefault="004715F4" w:rsidP="004715F4">
      <w:pPr>
        <w:pStyle w:val="PODNASLOV"/>
        <w:spacing w:before="0" w:after="0"/>
        <w:rPr>
          <w:color w:val="auto"/>
          <w:lang w:val="sr-Cyrl-CS"/>
        </w:rPr>
      </w:pPr>
    </w:p>
    <w:p w14:paraId="68F4CD0A" w14:textId="580F5427" w:rsidR="00674403" w:rsidRPr="00CE7CAC" w:rsidRDefault="00674403" w:rsidP="00C606D3">
      <w:pPr>
        <w:pStyle w:val="ListParagraph"/>
        <w:spacing w:after="0" w:line="240" w:lineRule="auto"/>
        <w:ind w:left="0" w:firstLine="720"/>
        <w:jc w:val="both"/>
        <w:rPr>
          <w:noProof/>
          <w:lang w:val="sr-Cyrl-CS"/>
        </w:rPr>
      </w:pPr>
      <w:r w:rsidRPr="00CE7CAC">
        <w:rPr>
          <w:rFonts w:ascii="Times New Roman" w:hAnsi="Times New Roman" w:cs="Times New Roman"/>
          <w:noProof/>
          <w:lang w:val="sr-Cyrl-CS"/>
        </w:rPr>
        <w:t>Преговарачком позицијом за поглавље 32. Финансијски надзор, коју је Влада усвојила 25. јула 2014. године, Република Србија је прихватила правне тековине ЕУ и примењиве стандарде засноване на најбољим међународним праксама, који су обухваћени овим поглављем. Поменутом Преговарачком позицијом за поглавље 32. Финансијски надзор, представљено је тренутно стање институционалног и законодавног оквира свих потпоглавља, као и даљи план усклађивања законодавног и институционалног оквира са правним тековинама ЕУ.</w:t>
      </w:r>
    </w:p>
    <w:p w14:paraId="2D8A1033" w14:textId="77777777" w:rsidR="00674403" w:rsidRPr="00CE7CAC" w:rsidRDefault="00674403" w:rsidP="004715F4">
      <w:pPr>
        <w:spacing w:after="0" w:line="240" w:lineRule="auto"/>
        <w:jc w:val="both"/>
        <w:rPr>
          <w:noProof/>
          <w:lang w:val="sr-Cyrl-CS"/>
        </w:rPr>
      </w:pPr>
    </w:p>
    <w:p w14:paraId="73873CC9" w14:textId="28AFDAFC" w:rsidR="002F5959" w:rsidRPr="00CE7CAC" w:rsidRDefault="00674403" w:rsidP="004715F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Преговарачко по</w:t>
      </w:r>
      <w:r w:rsidR="00B56697" w:rsidRPr="00CE7CAC">
        <w:rPr>
          <w:rFonts w:ascii="Times New Roman" w:hAnsi="Times New Roman" w:cs="Times New Roman"/>
          <w:noProof/>
          <w:lang w:val="sr-Cyrl-CS"/>
        </w:rPr>
        <w:t>главље 32. Финансијски надзор</w:t>
      </w:r>
      <w:r w:rsidRPr="00CE7CAC">
        <w:rPr>
          <w:rFonts w:ascii="Times New Roman" w:hAnsi="Times New Roman" w:cs="Times New Roman"/>
          <w:noProof/>
          <w:lang w:val="sr-Cyrl-CS"/>
        </w:rPr>
        <w:t xml:space="preserve"> састоји</w:t>
      </w:r>
      <w:r w:rsidR="00B56697" w:rsidRPr="00CE7CAC">
        <w:rPr>
          <w:rFonts w:ascii="Times New Roman" w:hAnsi="Times New Roman" w:cs="Times New Roman"/>
          <w:noProof/>
          <w:lang w:val="sr-Cyrl-CS"/>
        </w:rPr>
        <w:t xml:space="preserve"> се</w:t>
      </w:r>
      <w:r w:rsidRPr="00CE7CAC">
        <w:rPr>
          <w:rFonts w:ascii="Times New Roman" w:hAnsi="Times New Roman" w:cs="Times New Roman"/>
          <w:noProof/>
          <w:lang w:val="sr-Cyrl-CS"/>
        </w:rPr>
        <w:t xml:space="preserve"> од четири потпоглавља:</w:t>
      </w:r>
    </w:p>
    <w:p w14:paraId="2ABEBB08" w14:textId="128CEC97"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Интерна финансијска контрола у јавном сектору;</w:t>
      </w:r>
    </w:p>
    <w:p w14:paraId="2C27E3C0" w14:textId="0F0FD272"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Екстерна ревизија;</w:t>
      </w:r>
    </w:p>
    <w:p w14:paraId="77C534BB" w14:textId="433F0762"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Заштита финансијских интереса ЕУ; и</w:t>
      </w:r>
    </w:p>
    <w:p w14:paraId="54CFFB3C" w14:textId="2C5BB2FD"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Заштита евра од фалсификовања.</w:t>
      </w:r>
    </w:p>
    <w:p w14:paraId="1FE764B3" w14:textId="77777777" w:rsidR="00674403" w:rsidRPr="00CE7CAC" w:rsidRDefault="00674403" w:rsidP="004715F4">
      <w:pPr>
        <w:spacing w:after="0" w:line="240" w:lineRule="auto"/>
        <w:jc w:val="both"/>
        <w:rPr>
          <w:noProof/>
          <w:lang w:val="sr-Cyrl-CS"/>
        </w:rPr>
      </w:pPr>
    </w:p>
    <w:p w14:paraId="3E905E2B" w14:textId="0EAD4133"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 xml:space="preserve">У оквиру потпоглавља Заштита финансијских интереса ЕУ, између осталог, предвиђена је припрема и усвајање </w:t>
      </w:r>
      <w:r w:rsidR="00511EB9" w:rsidRPr="00CE7CAC">
        <w:rPr>
          <w:rFonts w:ascii="Times New Roman" w:hAnsi="Times New Roman" w:cs="Times New Roman"/>
          <w:noProof/>
          <w:lang w:val="sr-Cyrl-CS"/>
        </w:rPr>
        <w:t>Националне стратегије за борбу против превара.</w:t>
      </w:r>
    </w:p>
    <w:p w14:paraId="50C21B40" w14:textId="6D6CFAA9" w:rsidR="000562A2" w:rsidRPr="00CE7CAC" w:rsidRDefault="000562A2" w:rsidP="004715F4">
      <w:pPr>
        <w:spacing w:after="0" w:line="240" w:lineRule="auto"/>
        <w:ind w:firstLine="720"/>
        <w:jc w:val="both"/>
        <w:rPr>
          <w:noProof/>
          <w:lang w:val="sr-Cyrl-CS"/>
        </w:rPr>
      </w:pPr>
    </w:p>
    <w:p w14:paraId="4E3E8BF2" w14:textId="751EF6C2"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r w:rsidRPr="00CE7CAC">
        <w:rPr>
          <w:noProof/>
          <w:lang w:val="sr-Cyrl-CS"/>
        </w:rPr>
        <w:t>Преговар</w:t>
      </w:r>
      <w:r w:rsidR="00C606D3" w:rsidRPr="00CE7CAC">
        <w:rPr>
          <w:noProof/>
          <w:lang w:val="sr-Cyrl-CS"/>
        </w:rPr>
        <w:t>ачком позицијом</w:t>
      </w:r>
      <w:r w:rsidRPr="00CE7CAC">
        <w:rPr>
          <w:noProof/>
          <w:lang w:val="sr-Cyrl-CS"/>
        </w:rPr>
        <w:t xml:space="preserve"> Републике Србије у оквиру Међувладине конференције о приступању Републике Србије </w:t>
      </w:r>
      <w:r w:rsidR="005B2C2F" w:rsidRPr="00CE7CAC">
        <w:rPr>
          <w:noProof/>
          <w:lang w:val="sr-Cyrl-CS"/>
        </w:rPr>
        <w:t>Европској унији за Поглавље 23 −</w:t>
      </w:r>
      <w:r w:rsidRPr="00CE7CAC">
        <w:rPr>
          <w:noProof/>
          <w:lang w:val="sr-Cyrl-CS"/>
        </w:rPr>
        <w:t xml:space="preserve"> Правосуђе и </w:t>
      </w:r>
      <w:r w:rsidR="000B37AF" w:rsidRPr="00CE7CAC">
        <w:rPr>
          <w:noProof/>
          <w:lang w:val="sr-Cyrl-CS"/>
        </w:rPr>
        <w:t>основна права, са припадајућим а</w:t>
      </w:r>
      <w:r w:rsidRPr="00CE7CAC">
        <w:rPr>
          <w:noProof/>
          <w:lang w:val="sr-Cyrl-CS"/>
        </w:rPr>
        <w:t xml:space="preserve">кционим планом утврђено je да Република Србија прихвата правне тековине ЕУ у Поглављу 23 </w:t>
      </w:r>
      <w:r w:rsidR="005B2C2F" w:rsidRPr="00CE7CAC">
        <w:rPr>
          <w:noProof/>
          <w:lang w:val="sr-Cyrl-CS"/>
        </w:rPr>
        <w:t>−</w:t>
      </w:r>
      <w:r w:rsidRPr="00CE7CAC">
        <w:rPr>
          <w:b/>
          <w:noProof/>
          <w:lang w:val="sr-Cyrl-CS"/>
        </w:rPr>
        <w:t xml:space="preserve"> </w:t>
      </w:r>
      <w:r w:rsidRPr="00CE7CAC">
        <w:rPr>
          <w:noProof/>
          <w:lang w:val="sr-Cyrl-CS"/>
        </w:rPr>
        <w:t xml:space="preserve">Правосуђе и основна права, како би била у позицији да их у потпуности спроведе до ступања у чланство онако како оне гласе на дан 1. јануара 2016. године. </w:t>
      </w:r>
    </w:p>
    <w:p w14:paraId="508BA42C" w14:textId="77777777"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p>
    <w:p w14:paraId="1825FCFC" w14:textId="7AC202D6"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У области правосуђа, потребно је уложити додатне напоре како би се у потпуности обезбедила судска независност, непристрасност, стручност и ефикасност. Када је у питању област основних права, </w:t>
      </w:r>
      <w:r w:rsidR="00F00E2E">
        <w:rPr>
          <w:noProof/>
          <w:lang w:val="sr-Cyrl-CS"/>
        </w:rPr>
        <w:t xml:space="preserve">Република </w:t>
      </w:r>
      <w:r w:rsidRPr="00CE7CAC">
        <w:rPr>
          <w:noProof/>
          <w:lang w:val="sr-Cyrl-CS"/>
        </w:rPr>
        <w:t>Србија у потпуности прихвата све вредности и принципе Повеље о основним правима Европске уније, а сви органи јавне власти, у оквиру својих надлежности, треба да учествују у заштити и промоцији људских права.</w:t>
      </w:r>
    </w:p>
    <w:p w14:paraId="04671097" w14:textId="77777777" w:rsidR="000562A2" w:rsidRPr="00CE7CAC" w:rsidRDefault="000562A2" w:rsidP="004715F4">
      <w:pPr>
        <w:pStyle w:val="basic-paragraph"/>
        <w:spacing w:before="0" w:beforeAutospacing="0" w:after="0" w:afterAutospacing="0"/>
        <w:jc w:val="both"/>
        <w:rPr>
          <w:b/>
          <w:noProof/>
          <w:highlight w:val="yellow"/>
          <w:lang w:val="sr-Cyrl-CS"/>
        </w:rPr>
      </w:pPr>
    </w:p>
    <w:p w14:paraId="0173AF6C" w14:textId="757F2946" w:rsidR="000562A2" w:rsidRPr="00CE7CAC" w:rsidRDefault="00C606D3" w:rsidP="00C606D3">
      <w:pPr>
        <w:pStyle w:val="basic-paragraph"/>
        <w:shd w:val="clear" w:color="auto" w:fill="FFFFFF"/>
        <w:spacing w:before="0" w:beforeAutospacing="0" w:after="0" w:afterAutospacing="0"/>
        <w:ind w:firstLine="720"/>
        <w:jc w:val="both"/>
        <w:rPr>
          <w:noProof/>
          <w:lang w:val="sr-Cyrl-CS"/>
        </w:rPr>
      </w:pPr>
      <w:r w:rsidRPr="00CE7CAC">
        <w:rPr>
          <w:noProof/>
          <w:lang w:val="sr-Cyrl-CS"/>
        </w:rPr>
        <w:t>Преговарачком</w:t>
      </w:r>
      <w:r w:rsidR="000562A2" w:rsidRPr="00CE7CAC">
        <w:rPr>
          <w:noProof/>
          <w:lang w:val="sr-Cyrl-CS"/>
        </w:rPr>
        <w:t xml:space="preserve"> позициј</w:t>
      </w:r>
      <w:r w:rsidRPr="00CE7CAC">
        <w:rPr>
          <w:noProof/>
          <w:lang w:val="sr-Cyrl-CS"/>
        </w:rPr>
        <w:t>ом</w:t>
      </w:r>
      <w:r w:rsidR="000562A2" w:rsidRPr="00CE7CAC">
        <w:rPr>
          <w:noProof/>
          <w:lang w:val="sr-Cyrl-CS"/>
        </w:rPr>
        <w:t xml:space="preserve"> Републике Србије за Међувладину конференцију о приступању Републике Србије </w:t>
      </w:r>
      <w:r w:rsidR="005B2C2F" w:rsidRPr="00CE7CAC">
        <w:rPr>
          <w:noProof/>
          <w:lang w:val="sr-Cyrl-CS"/>
        </w:rPr>
        <w:t>Европској унији за поглавље 24 −</w:t>
      </w:r>
      <w:r w:rsidR="000562A2" w:rsidRPr="00CE7CAC">
        <w:rPr>
          <w:noProof/>
          <w:lang w:val="sr-Cyrl-CS"/>
        </w:rPr>
        <w:t xml:space="preserve"> Правда, слобода</w:t>
      </w:r>
      <w:r w:rsidR="000B37AF" w:rsidRPr="00CE7CAC">
        <w:rPr>
          <w:noProof/>
          <w:lang w:val="sr-Cyrl-CS"/>
        </w:rPr>
        <w:t xml:space="preserve"> и безбедност, са припадајућим а</w:t>
      </w:r>
      <w:r w:rsidR="000562A2" w:rsidRPr="00CE7CAC">
        <w:rPr>
          <w:noProof/>
          <w:lang w:val="sr-Cyrl-CS"/>
        </w:rPr>
        <w:t xml:space="preserve">кционим планом уређено </w:t>
      </w:r>
      <w:r w:rsidRPr="00CE7CAC">
        <w:rPr>
          <w:noProof/>
          <w:lang w:val="sr-Cyrl-CS"/>
        </w:rPr>
        <w:t xml:space="preserve">је </w:t>
      </w:r>
      <w:r w:rsidR="000562A2" w:rsidRPr="00CE7CAC">
        <w:rPr>
          <w:noProof/>
          <w:lang w:val="sr-Cyrl-CS"/>
        </w:rPr>
        <w:t>да Република Србија прихвата пр</w:t>
      </w:r>
      <w:r w:rsidR="005B2C2F" w:rsidRPr="00CE7CAC">
        <w:rPr>
          <w:noProof/>
          <w:lang w:val="sr-Cyrl-CS"/>
        </w:rPr>
        <w:t>авне тековине ЕУ у поглављу 24 −</w:t>
      </w:r>
      <w:r w:rsidR="000562A2" w:rsidRPr="00CE7CAC">
        <w:rPr>
          <w:noProof/>
          <w:lang w:val="sr-Cyrl-CS"/>
        </w:rPr>
        <w:t xml:space="preserve"> Правда, слобода и безбедност како би била у позицији да их у потпуности спроведе до ступања у чланство онако како оне гласе на дан 1. јануара 2016. године. </w:t>
      </w:r>
    </w:p>
    <w:p w14:paraId="078D4C44" w14:textId="77777777" w:rsidR="00674403" w:rsidRPr="00CE7CAC" w:rsidRDefault="00674403" w:rsidP="004715F4">
      <w:pPr>
        <w:spacing w:after="0" w:line="240" w:lineRule="auto"/>
        <w:jc w:val="both"/>
        <w:rPr>
          <w:noProof/>
          <w:lang w:val="sr-Cyrl-CS"/>
        </w:rPr>
      </w:pPr>
    </w:p>
    <w:p w14:paraId="18163692" w14:textId="019BBA28"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Законом о потврђивању Оквирног споразума између Владе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w:t>
      </w:r>
      <w:r w:rsidRPr="00CE7CAC">
        <w:rPr>
          <w:rFonts w:ascii="Times New Roman" w:hAnsi="Times New Roman" w:cs="Times New Roman"/>
          <w:lang w:val="sr-Cyrl-CS"/>
        </w:rPr>
        <w:t xml:space="preserve"> </w:t>
      </w:r>
      <w:r w:rsidRPr="00CE7CAC">
        <w:rPr>
          <w:rFonts w:ascii="Times New Roman" w:hAnsi="Times New Roman" w:cs="Times New Roman"/>
          <w:noProof/>
          <w:lang w:val="sr-Cyrl-CS"/>
        </w:rPr>
        <w:t>Инструмента претприступне помоћи (ИПА) (</w:t>
      </w:r>
      <w:r w:rsidR="00EC7A1A"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Службени гласник РС </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Међународни уговори</w:t>
      </w:r>
      <w:r w:rsidR="00EC7A1A" w:rsidRPr="00CE7CAC">
        <w:rPr>
          <w:rFonts w:ascii="Times New Roman" w:hAnsi="Times New Roman" w:cs="Times New Roman"/>
          <w:noProof/>
          <w:lang w:val="sr-Cyrl-CS"/>
        </w:rPr>
        <w:t>”</w:t>
      </w:r>
      <w:r w:rsidR="006E6937" w:rsidRPr="00CE7CAC">
        <w:rPr>
          <w:rFonts w:ascii="Times New Roman" w:hAnsi="Times New Roman" w:cs="Times New Roman"/>
          <w:noProof/>
          <w:lang w:val="sr-Cyrl-CS"/>
        </w:rPr>
        <w:t>, број 124/07</w:t>
      </w:r>
      <w:r w:rsidRPr="00CE7CAC">
        <w:rPr>
          <w:rFonts w:ascii="Times New Roman" w:hAnsi="Times New Roman" w:cs="Times New Roman"/>
          <w:noProof/>
          <w:lang w:val="sr-Cyrl-CS"/>
        </w:rPr>
        <w:t>), чл. 27</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29. предвиђен је надзор, контрола и ревизија коју врши Европска комисија </w:t>
      </w:r>
      <w:r w:rsidRPr="00CE7CAC">
        <w:rPr>
          <w:rFonts w:ascii="Times New Roman" w:hAnsi="Times New Roman" w:cs="Times New Roman"/>
          <w:noProof/>
          <w:lang w:val="sr-Cyrl-CS"/>
        </w:rPr>
        <w:lastRenderedPageBreak/>
        <w:t>и Европски суд ревизора, спречавање неправилности и превара, мере против корупције, као и надокнада новчаних средстава у случају неправилности или преваре.</w:t>
      </w:r>
    </w:p>
    <w:p w14:paraId="5427F073" w14:textId="77777777" w:rsidR="00D63E1A" w:rsidRPr="00CE7CAC" w:rsidRDefault="00D63E1A" w:rsidP="004715F4">
      <w:pPr>
        <w:spacing w:after="0" w:line="240" w:lineRule="auto"/>
        <w:ind w:firstLine="720"/>
        <w:jc w:val="both"/>
        <w:rPr>
          <w:noProof/>
          <w:lang w:val="sr-Cyrl-CS"/>
        </w:rPr>
      </w:pPr>
    </w:p>
    <w:p w14:paraId="279D6528" w14:textId="1EB6E3E3" w:rsidR="00674403" w:rsidRPr="00CE7CAC" w:rsidRDefault="00515C0A" w:rsidP="004715F4">
      <w:pPr>
        <w:pStyle w:val="basic-paragraph"/>
        <w:shd w:val="clear" w:color="auto" w:fill="FFFFFF"/>
        <w:spacing w:before="0" w:beforeAutospacing="0" w:after="0" w:afterAutospacing="0"/>
        <w:ind w:firstLine="720"/>
        <w:jc w:val="both"/>
        <w:rPr>
          <w:noProof/>
          <w:lang w:val="sr-Cyrl-CS"/>
        </w:rPr>
      </w:pPr>
      <w:r w:rsidRPr="00CE7CAC">
        <w:rPr>
          <w:rFonts w:eastAsia="Calibri"/>
          <w:noProof/>
          <w:lang w:val="sr-Cyrl-CS"/>
        </w:rPr>
        <w:t xml:space="preserve"> Законом о потврђивању Оквирног споразума између Републике Србије и Европске комисије о правилима за спровођење финансијске помоћи Европске у</w:t>
      </w:r>
      <w:r w:rsidR="005B2C2F" w:rsidRPr="00CE7CAC">
        <w:rPr>
          <w:rFonts w:eastAsia="Calibri"/>
          <w:noProof/>
          <w:lang w:val="sr-Cyrl-CS"/>
        </w:rPr>
        <w:t>није Републици Србији у оквиру и</w:t>
      </w:r>
      <w:r w:rsidRPr="00CE7CAC">
        <w:rPr>
          <w:rFonts w:eastAsia="Calibri"/>
          <w:noProof/>
          <w:lang w:val="sr-Cyrl-CS"/>
        </w:rPr>
        <w:t>нструмента за претприступну помоћ ИПА II („Службени гла</w:t>
      </w:r>
      <w:r w:rsidR="00F00E2E">
        <w:rPr>
          <w:rFonts w:eastAsia="Calibri"/>
          <w:noProof/>
          <w:lang w:val="sr-Cyrl-CS"/>
        </w:rPr>
        <w:t>сник РС</w:t>
      </w:r>
      <w:r w:rsidRPr="00CE7CAC">
        <w:rPr>
          <w:rFonts w:eastAsia="Calibri"/>
          <w:noProof/>
          <w:lang w:val="sr-Cyrl-CS"/>
        </w:rPr>
        <w:t xml:space="preserve"> </w:t>
      </w:r>
      <w:r w:rsidR="005B2C2F" w:rsidRPr="00CE7CAC">
        <w:rPr>
          <w:rFonts w:eastAsia="Calibri"/>
          <w:noProof/>
          <w:lang w:val="sr-Cyrl-CS"/>
        </w:rPr>
        <w:t>–</w:t>
      </w:r>
      <w:r w:rsidRPr="00CE7CAC">
        <w:rPr>
          <w:rFonts w:eastAsia="Calibri"/>
          <w:noProof/>
          <w:lang w:val="sr-Cyrl-CS"/>
        </w:rPr>
        <w:t xml:space="preserve"> М</w:t>
      </w:r>
      <w:r w:rsidR="006E6937" w:rsidRPr="00CE7CAC">
        <w:rPr>
          <w:rFonts w:eastAsia="Calibri"/>
          <w:noProof/>
          <w:lang w:val="sr-Cyrl-CS"/>
        </w:rPr>
        <w:t>еђународни уговори”, број 19/14</w:t>
      </w:r>
      <w:r w:rsidRPr="00CE7CAC">
        <w:rPr>
          <w:rFonts w:eastAsia="Calibri"/>
          <w:noProof/>
          <w:lang w:val="sr-Cyrl-CS"/>
        </w:rPr>
        <w:t>),</w:t>
      </w:r>
      <w:r w:rsidRPr="00CE7CAC">
        <w:rPr>
          <w:noProof/>
          <w:lang w:val="sr-Cyrl-CS"/>
        </w:rPr>
        <w:t xml:space="preserve"> </w:t>
      </w:r>
      <w:r w:rsidR="00674403" w:rsidRPr="00CE7CAC">
        <w:rPr>
          <w:noProof/>
          <w:lang w:val="sr-Cyrl-CS"/>
        </w:rPr>
        <w:t>чл. 50. и 51. предвиђена је неопходност обезбеђивања заштите финансијских интереса ЕУ, успостављање механизма надзора, контроле, ревизије и извештавања по питању неправилности и превара у поступању са средствима ЕУ и одређивања службе са циљем да олакша делотворну сарадњу и размену информација, укључујући и информације оперативне природе, са ОЛАФ-ом.</w:t>
      </w:r>
    </w:p>
    <w:p w14:paraId="02B0EF6F" w14:textId="77777777" w:rsidR="00EC7A1A" w:rsidRPr="00CE7CAC" w:rsidRDefault="00EC7A1A" w:rsidP="004715F4">
      <w:pPr>
        <w:pStyle w:val="basic-paragraph"/>
        <w:shd w:val="clear" w:color="auto" w:fill="FFFFFF"/>
        <w:spacing w:before="0" w:beforeAutospacing="0" w:after="0" w:afterAutospacing="0"/>
        <w:ind w:firstLine="720"/>
        <w:jc w:val="both"/>
        <w:rPr>
          <w:noProof/>
          <w:lang w:val="sr-Cyrl-CS"/>
        </w:rPr>
      </w:pPr>
    </w:p>
    <w:p w14:paraId="2989CD7B" w14:textId="57DEEC2D" w:rsidR="00EC7A1A" w:rsidRPr="00CE7CAC" w:rsidRDefault="00EC7A1A" w:rsidP="004715F4">
      <w:pPr>
        <w:pStyle w:val="basic-paragraph"/>
        <w:shd w:val="clear" w:color="auto" w:fill="FFFFFF"/>
        <w:spacing w:before="0" w:beforeAutospacing="0" w:after="0" w:afterAutospacing="0"/>
        <w:ind w:firstLine="720"/>
        <w:jc w:val="both"/>
        <w:rPr>
          <w:rFonts w:eastAsia="Calibri"/>
          <w:noProof/>
          <w:lang w:val="sr-Cyrl-CS"/>
        </w:rPr>
      </w:pPr>
      <w:r w:rsidRPr="00CE7CAC">
        <w:rPr>
          <w:noProof/>
          <w:lang w:val="sr-Cyrl-CS"/>
        </w:rPr>
        <w:t xml:space="preserve">Очекује се до краја 2021. године ратификација оквирног споразума за ИПА III који </w:t>
      </w:r>
      <w:r w:rsidR="005B2C2F" w:rsidRPr="00CE7CAC">
        <w:rPr>
          <w:noProof/>
          <w:lang w:val="sr-Cyrl-CS"/>
        </w:rPr>
        <w:t>ће се односити на период 2021−</w:t>
      </w:r>
      <w:r w:rsidRPr="00CE7CAC">
        <w:rPr>
          <w:noProof/>
          <w:lang w:val="sr-Cyrl-CS"/>
        </w:rPr>
        <w:t>2027. године.</w:t>
      </w:r>
    </w:p>
    <w:p w14:paraId="5A0DEC95" w14:textId="77777777" w:rsidR="00EC7A1A" w:rsidRPr="00CE7CAC" w:rsidRDefault="00EC7A1A" w:rsidP="004715F4">
      <w:pPr>
        <w:pStyle w:val="basic-paragraph"/>
        <w:shd w:val="clear" w:color="auto" w:fill="FFFFFF"/>
        <w:spacing w:before="0" w:beforeAutospacing="0" w:after="0" w:afterAutospacing="0"/>
        <w:ind w:firstLine="720"/>
        <w:jc w:val="both"/>
        <w:rPr>
          <w:noProof/>
          <w:lang w:val="sr-Cyrl-CS"/>
        </w:rPr>
      </w:pPr>
    </w:p>
    <w:p w14:paraId="130E4951" w14:textId="171E445A"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Увођењем финансијске помоћи ЕУ у јавне приходе који припадају буџету Републике Србије, кроз одредбе чл. 14. и 23. Закона о буџетском систему</w:t>
      </w:r>
      <w:r w:rsidR="00515C0A" w:rsidRPr="00CE7CAC">
        <w:rPr>
          <w:rFonts w:ascii="Times New Roman" w:hAnsi="Times New Roman" w:cs="Times New Roman"/>
          <w:noProof/>
          <w:lang w:val="sr-Cyrl-CS"/>
        </w:rPr>
        <w:t xml:space="preserve"> </w:t>
      </w:r>
      <w:r w:rsidR="005B2C2F" w:rsidRPr="00CE7CAC">
        <w:rPr>
          <w:rFonts w:ascii="Times New Roman" w:hAnsi="Times New Roman"/>
          <w:lang w:val="sr-Cyrl-CS"/>
        </w:rPr>
        <w:t xml:space="preserve">(„Службени гласник РС”, бр. 54/09, 73/10, 101/10, 101/11, 93/12, 62/13, 63/13-исправка, 108/13, 142/14, 68/15-др. закон, 103/15, 99/16, 113/17, 95/18, 31/19, 72/19 и 149/20) </w:t>
      </w:r>
      <w:r w:rsidRPr="00CE7CAC">
        <w:rPr>
          <w:rFonts w:ascii="Times New Roman" w:hAnsi="Times New Roman" w:cs="Times New Roman"/>
          <w:noProof/>
          <w:lang w:val="sr-Cyrl-CS"/>
        </w:rPr>
        <w:t>обезбеђен је законски основ за заштиту финансијских интереса ЕУ у правном систему Републике Србије.</w:t>
      </w:r>
    </w:p>
    <w:p w14:paraId="201EF3B6" w14:textId="77777777" w:rsidR="00674403" w:rsidRPr="00CE7CAC" w:rsidRDefault="00674403" w:rsidP="004715F4">
      <w:pPr>
        <w:spacing w:after="0" w:line="240" w:lineRule="auto"/>
        <w:jc w:val="both"/>
        <w:rPr>
          <w:noProof/>
          <w:lang w:val="sr-Cyrl-CS"/>
        </w:rPr>
      </w:pPr>
    </w:p>
    <w:p w14:paraId="72DC67BD" w14:textId="31BADDEF"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Законом о буџетском систему предвиђено је да Влада, на предлог министра финансија, одређује поделу одговорности и начин управљања средствима финансијске помоћи ЕУ, у складу са међународним споразумом између Републике Србије и ЕУ.</w:t>
      </w:r>
      <w:r w:rsidR="00C606D3" w:rsidRPr="00CE7CAC">
        <w:rPr>
          <w:rFonts w:ascii="Times New Roman" w:hAnsi="Times New Roman" w:cs="Times New Roman"/>
          <w:noProof/>
          <w:lang w:val="sr-Cyrl-CS"/>
        </w:rPr>
        <w:t xml:space="preserve"> </w:t>
      </w:r>
      <w:r w:rsidRPr="00CE7CAC">
        <w:rPr>
          <w:rFonts w:ascii="Times New Roman" w:hAnsi="Times New Roman" w:cs="Times New Roman"/>
          <w:noProof/>
          <w:lang w:val="sr-Cyrl-CS"/>
        </w:rPr>
        <w:t>На овај начин је обезбеђено да су финансијска средства ЕУ заштићена у истој мери</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као и остали јавни приходи који припадају буџету Републике Србије.</w:t>
      </w:r>
    </w:p>
    <w:p w14:paraId="335D99F2" w14:textId="77777777" w:rsidR="00674403" w:rsidRPr="00CE7CAC" w:rsidRDefault="00674403" w:rsidP="004715F4">
      <w:pPr>
        <w:spacing w:after="0" w:line="240" w:lineRule="auto"/>
        <w:jc w:val="both"/>
        <w:rPr>
          <w:noProof/>
          <w:lang w:val="sr-Cyrl-CS"/>
        </w:rPr>
      </w:pPr>
    </w:p>
    <w:p w14:paraId="25E7C52B" w14:textId="6D657ADF"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Чланом 68б Закона о буџетском систему прописано је да послове координације активности у области спречавања неправилности и превара у поступању са финансијским средствима ЕУ, подршке раду Мреже за сузбијање неправилности и превара, као и координације правне, оперативне и техничке сарадње са ОЛАФ-ом и другим надлежним телима и службама Европске комисије обавља Министарство финансија.</w:t>
      </w:r>
    </w:p>
    <w:p w14:paraId="5C4F90E3" w14:textId="77777777" w:rsidR="00674403" w:rsidRPr="00CE7CAC" w:rsidRDefault="00674403" w:rsidP="004715F4">
      <w:pPr>
        <w:spacing w:after="0" w:line="240" w:lineRule="auto"/>
        <w:jc w:val="both"/>
        <w:rPr>
          <w:noProof/>
          <w:lang w:val="sr-Cyrl-CS"/>
        </w:rPr>
      </w:pPr>
    </w:p>
    <w:p w14:paraId="03625B12" w14:textId="27B10006"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Чланом 19. Закона о изменама и допунама Закона о буџетском систему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Службени гласник РС</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 број 99/16) извршена је допуна члана 68б кроз прописивање да вршење административних провера пријављених неправилности у поступању са финансијским средствима ЕУ обавља Министарство финансија.</w:t>
      </w:r>
    </w:p>
    <w:p w14:paraId="1CC1D3D3" w14:textId="77777777" w:rsidR="00674403" w:rsidRPr="00CE7CAC" w:rsidRDefault="00674403" w:rsidP="004715F4">
      <w:pPr>
        <w:spacing w:after="0" w:line="240" w:lineRule="auto"/>
        <w:jc w:val="both"/>
        <w:rPr>
          <w:noProof/>
          <w:lang w:val="sr-Cyrl-CS"/>
        </w:rPr>
      </w:pPr>
    </w:p>
    <w:p w14:paraId="54DAD554" w14:textId="34E7D597" w:rsidR="008C2A66" w:rsidRPr="00CE7CAC" w:rsidRDefault="00674403" w:rsidP="000F032F">
      <w:pPr>
        <w:spacing w:after="0" w:line="240" w:lineRule="auto"/>
        <w:ind w:firstLine="720"/>
        <w:contextualSpacing/>
        <w:jc w:val="both"/>
        <w:rPr>
          <w:rFonts w:ascii="Times New Roman" w:hAnsi="Times New Roman" w:cs="Times New Roman"/>
          <w:lang w:val="sr-Cyrl-CS"/>
        </w:rPr>
      </w:pPr>
      <w:r w:rsidRPr="00CE7CAC">
        <w:rPr>
          <w:rFonts w:ascii="Times New Roman" w:hAnsi="Times New Roman" w:cs="Times New Roman"/>
          <w:noProof/>
          <w:lang w:val="sr-Cyrl-CS"/>
        </w:rPr>
        <w:t>Чланом 20. Уредбе о управљању програмима претприступне помоћи Евро</w:t>
      </w:r>
      <w:r w:rsidR="00D63E1A" w:rsidRPr="00CE7CAC">
        <w:rPr>
          <w:rFonts w:ascii="Times New Roman" w:hAnsi="Times New Roman" w:cs="Times New Roman"/>
          <w:noProof/>
          <w:lang w:val="sr-Cyrl-CS"/>
        </w:rPr>
        <w:t>пске уније у оквиру компоненте I</w:t>
      </w:r>
      <w:r w:rsidRPr="00CE7CAC">
        <w:rPr>
          <w:rFonts w:ascii="Times New Roman" w:hAnsi="Times New Roman" w:cs="Times New Roman"/>
          <w:noProof/>
          <w:lang w:val="sr-Cyrl-CS"/>
        </w:rPr>
        <w:t xml:space="preserve"> Инструмента претприступне помоћи (ИПА)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Помоћ у транзицији и изградња институција за период 2007</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2013. година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Службени гласник РС</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 број 10/1</w:t>
      </w:r>
      <w:r w:rsidR="00D63E1A" w:rsidRPr="00CE7CAC">
        <w:rPr>
          <w:rFonts w:ascii="Times New Roman" w:hAnsi="Times New Roman" w:cs="Times New Roman"/>
          <w:noProof/>
          <w:lang w:val="sr-Cyrl-CS"/>
        </w:rPr>
        <w:t>9</w:t>
      </w:r>
      <w:r w:rsidRPr="00CE7CAC">
        <w:rPr>
          <w:rFonts w:ascii="Times New Roman" w:hAnsi="Times New Roman" w:cs="Times New Roman"/>
          <w:noProof/>
          <w:lang w:val="sr-Cyrl-CS"/>
        </w:rPr>
        <w:t>) и чланом 2</w:t>
      </w:r>
      <w:r w:rsidR="00086CBE" w:rsidRPr="00CE7CAC">
        <w:rPr>
          <w:rFonts w:ascii="Times New Roman" w:hAnsi="Times New Roman" w:cs="Times New Roman"/>
          <w:noProof/>
          <w:lang w:val="sr-Cyrl-CS"/>
        </w:rPr>
        <w:t>9</w:t>
      </w:r>
      <w:r w:rsidRPr="00CE7CAC">
        <w:rPr>
          <w:rFonts w:ascii="Times New Roman" w:hAnsi="Times New Roman" w:cs="Times New Roman"/>
          <w:noProof/>
          <w:lang w:val="sr-Cyrl-CS"/>
        </w:rPr>
        <w:t xml:space="preserve">. Уредбе о управљању програмима претприступне помоћи Европске уније у оквиру </w:t>
      </w:r>
      <w:r w:rsidR="008E6594" w:rsidRPr="00CE7CAC">
        <w:rPr>
          <w:rFonts w:ascii="Times New Roman" w:hAnsi="Times New Roman" w:cs="Times New Roman"/>
          <w:noProof/>
          <w:lang w:val="sr-Cyrl-CS"/>
        </w:rPr>
        <w:t>и</w:t>
      </w:r>
      <w:r w:rsidRPr="00CE7CAC">
        <w:rPr>
          <w:rFonts w:ascii="Times New Roman" w:hAnsi="Times New Roman" w:cs="Times New Roman"/>
          <w:noProof/>
          <w:lang w:val="sr-Cyrl-CS"/>
        </w:rPr>
        <w:t xml:space="preserve">нструмента за претприступну помоћ (ИПА </w:t>
      </w:r>
      <w:r w:rsidR="00D63E1A" w:rsidRPr="00CE7CAC">
        <w:rPr>
          <w:rFonts w:ascii="Times New Roman" w:hAnsi="Times New Roman" w:cs="Times New Roman"/>
          <w:noProof/>
          <w:lang w:val="sr-Cyrl-CS"/>
        </w:rPr>
        <w:t>II</w:t>
      </w:r>
      <w:r w:rsidRPr="00CE7CAC">
        <w:rPr>
          <w:rFonts w:ascii="Times New Roman" w:hAnsi="Times New Roman" w:cs="Times New Roman"/>
          <w:noProof/>
          <w:lang w:val="sr-Cyrl-CS"/>
        </w:rPr>
        <w:t>) за период 2014</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2020. године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w:t>
      </w:r>
      <w:r w:rsidRPr="00CE7CAC">
        <w:rPr>
          <w:rFonts w:ascii="Times New Roman" w:hAnsi="Times New Roman" w:cs="Times New Roman"/>
          <w:lang w:val="sr-Cyrl-CS"/>
        </w:rPr>
        <w:t>и гласник РС</w:t>
      </w:r>
      <w:r w:rsidR="00086CBE" w:rsidRPr="00CE7CAC">
        <w:rPr>
          <w:rFonts w:ascii="Times New Roman" w:hAnsi="Times New Roman" w:cs="Times New Roman"/>
          <w:lang w:val="sr-Cyrl-CS"/>
        </w:rPr>
        <w:t>”</w:t>
      </w:r>
      <w:r w:rsidRPr="00CE7CAC">
        <w:rPr>
          <w:rFonts w:ascii="Times New Roman" w:hAnsi="Times New Roman" w:cs="Times New Roman"/>
          <w:lang w:val="sr-Cyrl-CS"/>
        </w:rPr>
        <w:t xml:space="preserve">, број </w:t>
      </w:r>
      <w:r w:rsidR="00D63E1A" w:rsidRPr="00CE7CAC">
        <w:rPr>
          <w:rFonts w:ascii="Times New Roman" w:hAnsi="Times New Roman" w:cs="Times New Roman"/>
          <w:lang w:val="sr-Cyrl-CS"/>
        </w:rPr>
        <w:t>10</w:t>
      </w:r>
      <w:r w:rsidRPr="00CE7CAC">
        <w:rPr>
          <w:rFonts w:ascii="Times New Roman" w:hAnsi="Times New Roman" w:cs="Times New Roman"/>
          <w:lang w:val="sr-Cyrl-CS"/>
        </w:rPr>
        <w:t>/1</w:t>
      </w:r>
      <w:r w:rsidR="00D63E1A" w:rsidRPr="00CE7CAC">
        <w:rPr>
          <w:rFonts w:ascii="Times New Roman" w:hAnsi="Times New Roman" w:cs="Times New Roman"/>
          <w:lang w:val="sr-Cyrl-CS"/>
        </w:rPr>
        <w:t>9</w:t>
      </w:r>
      <w:r w:rsidRPr="00CE7CAC">
        <w:rPr>
          <w:rFonts w:ascii="Times New Roman" w:hAnsi="Times New Roman" w:cs="Times New Roman"/>
          <w:lang w:val="sr-Cyrl-CS"/>
        </w:rPr>
        <w:t xml:space="preserve"> </w:t>
      </w:r>
      <w:r w:rsidR="008E6594" w:rsidRPr="00CE7CAC">
        <w:rPr>
          <w:rFonts w:ascii="Times New Roman" w:hAnsi="Times New Roman" w:cs="Times New Roman"/>
          <w:lang w:val="sr-Cyrl-CS"/>
        </w:rPr>
        <w:t>–</w:t>
      </w:r>
      <w:r w:rsidRPr="00CE7CAC">
        <w:rPr>
          <w:rFonts w:ascii="Times New Roman" w:hAnsi="Times New Roman" w:cs="Times New Roman"/>
          <w:lang w:val="sr-Cyrl-CS"/>
        </w:rPr>
        <w:t xml:space="preserve"> у даљем тексту: Уредба</w:t>
      </w:r>
      <w:r w:rsidR="003A350B" w:rsidRPr="00CE7CAC">
        <w:rPr>
          <w:rFonts w:ascii="Times New Roman" w:hAnsi="Times New Roman" w:cs="Times New Roman"/>
          <w:lang w:val="sr-Cyrl-CS"/>
        </w:rPr>
        <w:t xml:space="preserve"> за ИПА </w:t>
      </w:r>
      <w:r w:rsidR="003A350B" w:rsidRPr="00CE7CAC">
        <w:rPr>
          <w:rFonts w:ascii="Times New Roman" w:hAnsi="Times New Roman" w:cs="Times New Roman"/>
          <w:noProof/>
          <w:lang w:val="sr-Cyrl-CS"/>
        </w:rPr>
        <w:t>II</w:t>
      </w:r>
      <w:r w:rsidRPr="00CE7CAC">
        <w:rPr>
          <w:rFonts w:ascii="Times New Roman" w:hAnsi="Times New Roman" w:cs="Times New Roman"/>
          <w:lang w:val="sr-Cyrl-CS"/>
        </w:rPr>
        <w:t xml:space="preserve">) дефинисане су надлежности АФКОС-а. Одлуком о одређивању одговорних лица и тела за управљање програмима претприступне </w:t>
      </w:r>
      <w:r w:rsidR="008E6594" w:rsidRPr="00CE7CAC">
        <w:rPr>
          <w:rFonts w:ascii="Times New Roman" w:hAnsi="Times New Roman" w:cs="Times New Roman"/>
          <w:lang w:val="sr-Cyrl-CS"/>
        </w:rPr>
        <w:t>помоћи Европске уније у оквиру и</w:t>
      </w:r>
      <w:r w:rsidRPr="00CE7CAC">
        <w:rPr>
          <w:rFonts w:ascii="Times New Roman" w:hAnsi="Times New Roman" w:cs="Times New Roman"/>
          <w:lang w:val="sr-Cyrl-CS"/>
        </w:rPr>
        <w:t xml:space="preserve">нструмента за претприступну помоћ (ИПА </w:t>
      </w:r>
      <w:r w:rsidR="00D63E1A" w:rsidRPr="00CE7CAC">
        <w:rPr>
          <w:rFonts w:ascii="Times New Roman" w:hAnsi="Times New Roman" w:cs="Times New Roman"/>
          <w:lang w:val="sr-Cyrl-CS"/>
        </w:rPr>
        <w:t>II</w:t>
      </w:r>
      <w:r w:rsidRPr="00CE7CAC">
        <w:rPr>
          <w:rFonts w:ascii="Times New Roman" w:hAnsi="Times New Roman" w:cs="Times New Roman"/>
          <w:lang w:val="sr-Cyrl-CS"/>
        </w:rPr>
        <w:t>) за период 2014</w:t>
      </w:r>
      <w:r w:rsidR="008E6594" w:rsidRPr="00CE7CAC">
        <w:rPr>
          <w:rFonts w:ascii="Times New Roman" w:hAnsi="Times New Roman" w:cs="Times New Roman"/>
          <w:lang w:val="sr-Cyrl-CS"/>
        </w:rPr>
        <w:t>−</w:t>
      </w:r>
      <w:r w:rsidRPr="00CE7CAC">
        <w:rPr>
          <w:rFonts w:ascii="Times New Roman" w:hAnsi="Times New Roman" w:cs="Times New Roman"/>
          <w:lang w:val="sr-Cyrl-CS"/>
        </w:rPr>
        <w:t>2020. године (</w:t>
      </w:r>
      <w:r w:rsidR="00086CBE" w:rsidRPr="00CE7CAC">
        <w:rPr>
          <w:rFonts w:ascii="Times New Roman" w:hAnsi="Times New Roman" w:cs="Times New Roman"/>
          <w:lang w:val="sr-Cyrl-CS"/>
        </w:rPr>
        <w:t>„</w:t>
      </w:r>
      <w:r w:rsidRPr="00CE7CAC">
        <w:rPr>
          <w:rFonts w:ascii="Times New Roman" w:hAnsi="Times New Roman" w:cs="Times New Roman"/>
          <w:lang w:val="sr-Cyrl-CS"/>
        </w:rPr>
        <w:t>Службени гласник РС</w:t>
      </w:r>
      <w:r w:rsidR="00086CBE" w:rsidRPr="00CE7CAC">
        <w:rPr>
          <w:rFonts w:ascii="Times New Roman" w:hAnsi="Times New Roman" w:cs="Times New Roman"/>
          <w:lang w:val="sr-Cyrl-CS"/>
        </w:rPr>
        <w:t>”</w:t>
      </w:r>
      <w:r w:rsidRPr="00CE7CAC">
        <w:rPr>
          <w:rFonts w:ascii="Times New Roman" w:hAnsi="Times New Roman" w:cs="Times New Roman"/>
          <w:lang w:val="sr-Cyrl-CS"/>
        </w:rPr>
        <w:t>, бр</w:t>
      </w:r>
      <w:r w:rsidR="0060654B" w:rsidRPr="00CE7CAC">
        <w:rPr>
          <w:rFonts w:ascii="Times New Roman" w:hAnsi="Times New Roman" w:cs="Times New Roman"/>
          <w:lang w:val="sr-Cyrl-CS"/>
        </w:rPr>
        <w:t>.</w:t>
      </w:r>
      <w:r w:rsidRPr="00CE7CAC">
        <w:rPr>
          <w:rFonts w:ascii="Times New Roman" w:hAnsi="Times New Roman" w:cs="Times New Roman"/>
          <w:lang w:val="sr-Cyrl-CS"/>
        </w:rPr>
        <w:t xml:space="preserve"> </w:t>
      </w:r>
      <w:r w:rsidR="00086CBE" w:rsidRPr="00CE7CAC">
        <w:rPr>
          <w:rFonts w:ascii="Times New Roman" w:hAnsi="Times New Roman" w:cs="Times New Roman"/>
          <w:lang w:val="sr-Cyrl-CS"/>
        </w:rPr>
        <w:t>26</w:t>
      </w:r>
      <w:r w:rsidRPr="00CE7CAC">
        <w:rPr>
          <w:rFonts w:ascii="Times New Roman" w:hAnsi="Times New Roman" w:cs="Times New Roman"/>
          <w:lang w:val="sr-Cyrl-CS"/>
        </w:rPr>
        <w:t>/1</w:t>
      </w:r>
      <w:r w:rsidR="00086CBE" w:rsidRPr="00CE7CAC">
        <w:rPr>
          <w:rFonts w:ascii="Times New Roman" w:hAnsi="Times New Roman" w:cs="Times New Roman"/>
          <w:lang w:val="sr-Cyrl-CS"/>
        </w:rPr>
        <w:t>9</w:t>
      </w:r>
      <w:r w:rsidR="0060654B" w:rsidRPr="00CE7CAC">
        <w:rPr>
          <w:rFonts w:ascii="Times New Roman" w:hAnsi="Times New Roman" w:cs="Times New Roman"/>
          <w:lang w:val="sr-Cyrl-CS"/>
        </w:rPr>
        <w:t xml:space="preserve"> и 90/21</w:t>
      </w:r>
      <w:r w:rsidRPr="00CE7CAC">
        <w:rPr>
          <w:rFonts w:ascii="Times New Roman" w:hAnsi="Times New Roman" w:cs="Times New Roman"/>
          <w:lang w:val="sr-Cyrl-CS"/>
        </w:rPr>
        <w:t>), АФКОС је одређен као организациона јединица у оквиру Министарства финансија, надлежна за послов</w:t>
      </w:r>
      <w:r w:rsidR="00C52191" w:rsidRPr="00CE7CAC">
        <w:rPr>
          <w:rFonts w:ascii="Times New Roman" w:hAnsi="Times New Roman" w:cs="Times New Roman"/>
          <w:lang w:val="sr-Cyrl-CS"/>
        </w:rPr>
        <w:t>е дефинисане чланом 2</w:t>
      </w:r>
      <w:r w:rsidR="00086CBE" w:rsidRPr="00CE7CAC">
        <w:rPr>
          <w:rFonts w:ascii="Times New Roman" w:hAnsi="Times New Roman" w:cs="Times New Roman"/>
          <w:lang w:val="sr-Cyrl-CS"/>
        </w:rPr>
        <w:t>9</w:t>
      </w:r>
      <w:r w:rsidR="00C52191" w:rsidRPr="00CE7CAC">
        <w:rPr>
          <w:rFonts w:ascii="Times New Roman" w:hAnsi="Times New Roman" w:cs="Times New Roman"/>
          <w:lang w:val="sr-Cyrl-CS"/>
        </w:rPr>
        <w:t>. Уредбе</w:t>
      </w:r>
      <w:r w:rsidR="003A350B" w:rsidRPr="00CE7CAC">
        <w:rPr>
          <w:rFonts w:ascii="Times New Roman" w:hAnsi="Times New Roman" w:cs="Times New Roman"/>
          <w:lang w:val="sr-Cyrl-CS"/>
        </w:rPr>
        <w:t xml:space="preserve"> за ИПА</w:t>
      </w:r>
      <w:r w:rsidR="003A350B" w:rsidRPr="00CE7CAC">
        <w:rPr>
          <w:rFonts w:ascii="Times New Roman" w:hAnsi="Times New Roman" w:cs="Times New Roman"/>
          <w:noProof/>
          <w:lang w:val="sr-Cyrl-CS"/>
        </w:rPr>
        <w:t xml:space="preserve"> II</w:t>
      </w:r>
      <w:r w:rsidR="00C52191" w:rsidRPr="00CE7CAC">
        <w:rPr>
          <w:rFonts w:ascii="Times New Roman" w:hAnsi="Times New Roman" w:cs="Times New Roman"/>
          <w:lang w:val="sr-Cyrl-CS"/>
        </w:rPr>
        <w:t>.</w:t>
      </w:r>
      <w:r w:rsidR="003140ED" w:rsidRPr="00CE7CAC">
        <w:rPr>
          <w:rFonts w:ascii="Times New Roman" w:hAnsi="Times New Roman" w:cs="Times New Roman"/>
          <w:lang w:val="sr-Cyrl-CS"/>
        </w:rPr>
        <w:t xml:space="preserve"> </w:t>
      </w:r>
    </w:p>
    <w:p w14:paraId="059E6E8E" w14:textId="39E54AF9" w:rsidR="00EC7A1A" w:rsidRPr="00CE7CAC" w:rsidRDefault="00EC7A1A" w:rsidP="000F032F">
      <w:pPr>
        <w:spacing w:after="0" w:line="240" w:lineRule="auto"/>
        <w:ind w:firstLine="720"/>
        <w:contextualSpacing/>
        <w:jc w:val="both"/>
        <w:rPr>
          <w:rFonts w:ascii="Times New Roman" w:hAnsi="Times New Roman" w:cs="Times New Roman"/>
          <w:lang w:val="sr-Cyrl-CS"/>
        </w:rPr>
      </w:pPr>
    </w:p>
    <w:p w14:paraId="2C79FBAA" w14:textId="2888EDA7" w:rsidR="002B0EFD" w:rsidRPr="00CE7CAC" w:rsidRDefault="002B0EFD" w:rsidP="000F032F">
      <w:pPr>
        <w:spacing w:after="0" w:line="240" w:lineRule="auto"/>
        <w:ind w:firstLine="720"/>
        <w:contextualSpacing/>
        <w:jc w:val="both"/>
        <w:rPr>
          <w:rFonts w:ascii="Times New Roman" w:hAnsi="Times New Roman" w:cs="Times New Roman"/>
          <w:lang w:val="sr-Cyrl-CS"/>
        </w:rPr>
      </w:pPr>
    </w:p>
    <w:p w14:paraId="2811EB0C" w14:textId="77777777" w:rsidR="002B0EFD" w:rsidRPr="00CE7CAC" w:rsidRDefault="002B0EFD" w:rsidP="000F032F">
      <w:pPr>
        <w:spacing w:after="0" w:line="240" w:lineRule="auto"/>
        <w:ind w:firstLine="720"/>
        <w:contextualSpacing/>
        <w:jc w:val="both"/>
        <w:rPr>
          <w:rFonts w:ascii="Times New Roman" w:hAnsi="Times New Roman" w:cs="Times New Roman"/>
          <w:lang w:val="sr-Cyrl-CS"/>
        </w:rPr>
      </w:pPr>
    </w:p>
    <w:p w14:paraId="2FC0DF80" w14:textId="73293F6C" w:rsidR="00EC7A1A" w:rsidRPr="00CE7CAC" w:rsidRDefault="004715F4" w:rsidP="000F032F">
      <w:pPr>
        <w:spacing w:after="0" w:line="240" w:lineRule="auto"/>
        <w:ind w:firstLine="720"/>
        <w:contextualSpacing/>
        <w:jc w:val="both"/>
        <w:rPr>
          <w:lang w:val="sr-Cyrl-CS"/>
        </w:rPr>
      </w:pPr>
      <w:r w:rsidRPr="00CE7CAC">
        <w:rPr>
          <w:rFonts w:ascii="Times New Roman" w:hAnsi="Times New Roman" w:cs="Times New Roman"/>
          <w:lang w:val="sr-Cyrl-CS"/>
        </w:rPr>
        <w:t>У процесу израде Стратешког плана</w:t>
      </w:r>
      <w:r w:rsidR="00EF5616" w:rsidRPr="00CE7CAC">
        <w:rPr>
          <w:rFonts w:ascii="Times New Roman" w:hAnsi="Times New Roman" w:cs="Times New Roman"/>
          <w:lang w:val="sr-Cyrl-CS"/>
        </w:rPr>
        <w:t>, п</w:t>
      </w:r>
      <w:r w:rsidR="00A81EAE" w:rsidRPr="00CE7CAC">
        <w:rPr>
          <w:rFonts w:ascii="Times New Roman" w:hAnsi="Times New Roman" w:cs="Times New Roman"/>
          <w:lang w:val="sr-Cyrl-CS"/>
        </w:rPr>
        <w:t>оред наведених аката,</w:t>
      </w:r>
      <w:r w:rsidR="00EC7A1A" w:rsidRPr="00CE7CAC">
        <w:rPr>
          <w:rFonts w:ascii="Times New Roman" w:hAnsi="Times New Roman" w:cs="Times New Roman"/>
          <w:lang w:val="sr-Cyrl-CS"/>
        </w:rPr>
        <w:t xml:space="preserve"> </w:t>
      </w:r>
      <w:r w:rsidR="00EF5616" w:rsidRPr="00CE7CAC">
        <w:rPr>
          <w:rFonts w:ascii="Times New Roman" w:hAnsi="Times New Roman" w:cs="Times New Roman"/>
          <w:lang w:val="sr-Cyrl-CS"/>
        </w:rPr>
        <w:t>узети су у обзир и</w:t>
      </w:r>
      <w:r w:rsidR="00EC7A1A" w:rsidRPr="00CE7CAC">
        <w:rPr>
          <w:rFonts w:ascii="Times New Roman" w:hAnsi="Times New Roman" w:cs="Times New Roman"/>
          <w:lang w:val="sr-Cyrl-CS"/>
        </w:rPr>
        <w:t>:</w:t>
      </w:r>
    </w:p>
    <w:p w14:paraId="2404F413" w14:textId="2984F667" w:rsidR="00C73464" w:rsidRPr="00CE7CAC" w:rsidRDefault="00C73464" w:rsidP="0078455B">
      <w:pPr>
        <w:pStyle w:val="ListParagraph"/>
        <w:spacing w:after="0" w:line="240" w:lineRule="auto"/>
        <w:jc w:val="both"/>
        <w:rPr>
          <w:rFonts w:ascii="Times New Roman" w:hAnsi="Times New Roman" w:cs="Times New Roman"/>
          <w:noProof/>
          <w:lang w:val="sr-Cyrl-CS"/>
        </w:rPr>
      </w:pPr>
    </w:p>
    <w:p w14:paraId="6D144C66" w14:textId="76F1D16F" w:rsidR="00232798" w:rsidRPr="00CE7CAC" w:rsidDel="009E514C" w:rsidRDefault="008E6594" w:rsidP="008E659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r w:rsidR="009F68CB" w:rsidRPr="00CE7CAC" w:rsidDel="009E514C">
        <w:rPr>
          <w:rFonts w:ascii="Times New Roman" w:hAnsi="Times New Roman" w:cs="Times New Roman"/>
          <w:noProof/>
          <w:lang w:val="sr-Cyrl-CS"/>
        </w:rPr>
        <w:t>Стратегија развоја правосуђа за период 2020</w:t>
      </w:r>
      <w:r w:rsidRPr="00CE7CAC">
        <w:rPr>
          <w:rFonts w:ascii="Times New Roman" w:hAnsi="Times New Roman" w:cs="Times New Roman"/>
          <w:noProof/>
          <w:lang w:val="sr-Cyrl-CS"/>
        </w:rPr>
        <w:t>−</w:t>
      </w:r>
      <w:r w:rsidR="009F68CB" w:rsidRPr="00CE7CAC" w:rsidDel="009E514C">
        <w:rPr>
          <w:rFonts w:ascii="Times New Roman" w:hAnsi="Times New Roman" w:cs="Times New Roman"/>
          <w:noProof/>
          <w:lang w:val="sr-Cyrl-CS"/>
        </w:rPr>
        <w:t>2025. године („Службени гласник РС”, број 101/20)</w:t>
      </w:r>
      <w:r w:rsidR="004178B4" w:rsidRPr="00CE7CAC" w:rsidDel="009E514C">
        <w:rPr>
          <w:rFonts w:ascii="Times New Roman" w:hAnsi="Times New Roman" w:cs="Times New Roman"/>
          <w:noProof/>
          <w:lang w:val="sr-Cyrl-CS"/>
        </w:rPr>
        <w:t>;</w:t>
      </w:r>
    </w:p>
    <w:p w14:paraId="7AA3D924" w14:textId="7D801DDF" w:rsidR="00232798" w:rsidRPr="00CE7CAC" w:rsidDel="009E514C" w:rsidRDefault="008E6594" w:rsidP="008E659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r w:rsidR="00232798" w:rsidRPr="00CE7CAC" w:rsidDel="009E514C">
        <w:rPr>
          <w:rFonts w:ascii="Times New Roman" w:hAnsi="Times New Roman" w:cs="Times New Roman"/>
          <w:noProof/>
          <w:lang w:val="sr-Cyrl-CS"/>
        </w:rPr>
        <w:t>Стратеш</w:t>
      </w:r>
      <w:r w:rsidR="009B1A8A" w:rsidRPr="00CE7CAC" w:rsidDel="009E514C">
        <w:rPr>
          <w:rFonts w:ascii="Times New Roman" w:hAnsi="Times New Roman" w:cs="Times New Roman"/>
          <w:noProof/>
          <w:lang w:val="sr-Cyrl-CS"/>
        </w:rPr>
        <w:t>ки план Агенције за спречавање</w:t>
      </w:r>
      <w:r w:rsidR="00232798" w:rsidRPr="00CE7CAC" w:rsidDel="009E514C">
        <w:rPr>
          <w:rFonts w:ascii="Times New Roman" w:hAnsi="Times New Roman" w:cs="Times New Roman"/>
          <w:noProof/>
          <w:lang w:val="sr-Cyrl-CS"/>
        </w:rPr>
        <w:t xml:space="preserve"> корупције за период 2019</w:t>
      </w:r>
      <w:r w:rsidRPr="00CE7CAC">
        <w:rPr>
          <w:rFonts w:ascii="Times New Roman" w:hAnsi="Times New Roman" w:cs="Times New Roman"/>
          <w:noProof/>
          <w:lang w:val="sr-Cyrl-CS"/>
        </w:rPr>
        <w:t>−</w:t>
      </w:r>
      <w:r w:rsidR="00232798" w:rsidRPr="00CE7CAC" w:rsidDel="009E514C">
        <w:rPr>
          <w:rFonts w:ascii="Times New Roman" w:hAnsi="Times New Roman" w:cs="Times New Roman"/>
          <w:noProof/>
          <w:lang w:val="sr-Cyrl-CS"/>
        </w:rPr>
        <w:t>2023. године</w:t>
      </w:r>
      <w:r w:rsidR="004178B4" w:rsidRPr="00CE7CAC" w:rsidDel="009E514C">
        <w:rPr>
          <w:rFonts w:ascii="Times New Roman" w:hAnsi="Times New Roman" w:cs="Times New Roman"/>
          <w:noProof/>
          <w:lang w:val="sr-Cyrl-CS"/>
        </w:rPr>
        <w:t>;</w:t>
      </w:r>
    </w:p>
    <w:p w14:paraId="50E1790B" w14:textId="617688FF" w:rsidR="009F68CB" w:rsidRPr="00CE7CAC" w:rsidDel="009E514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sidDel="009E514C">
        <w:rPr>
          <w:noProof/>
          <w:lang w:val="sr-Cyrl-CS"/>
        </w:rPr>
        <w:t>Стратегија за борбу против прања новца и финансирањ</w:t>
      </w:r>
      <w:r w:rsidR="00E6760B" w:rsidRPr="00CE7CAC" w:rsidDel="009E514C">
        <w:rPr>
          <w:noProof/>
          <w:lang w:val="sr-Cyrl-CS"/>
        </w:rPr>
        <w:t>а</w:t>
      </w:r>
      <w:r w:rsidR="009F68CB" w:rsidRPr="00CE7CAC" w:rsidDel="009E514C">
        <w:rPr>
          <w:noProof/>
          <w:lang w:val="sr-Cyrl-CS"/>
        </w:rPr>
        <w:t xml:space="preserve"> тероризма за период 2020</w:t>
      </w:r>
      <w:r w:rsidRPr="00CE7CAC">
        <w:rPr>
          <w:noProof/>
          <w:lang w:val="sr-Cyrl-CS"/>
        </w:rPr>
        <w:t>−</w:t>
      </w:r>
      <w:r w:rsidR="009F68CB" w:rsidRPr="00CE7CAC" w:rsidDel="009E514C">
        <w:rPr>
          <w:noProof/>
          <w:lang w:val="sr-Cyrl-CS"/>
        </w:rPr>
        <w:t>2024. године („Службени гласник РС”, број 14/20)</w:t>
      </w:r>
      <w:r w:rsidR="004178B4" w:rsidRPr="00CE7CAC" w:rsidDel="009E514C">
        <w:rPr>
          <w:noProof/>
          <w:lang w:val="sr-Cyrl-CS"/>
        </w:rPr>
        <w:t>;</w:t>
      </w:r>
    </w:p>
    <w:p w14:paraId="4993807F" w14:textId="559F8A6D"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Кривични законик („Службени гласник РСˮ, бр. 85/05, 88/05-исп</w:t>
      </w:r>
      <w:r w:rsidR="00D80A56" w:rsidRPr="00CE7CAC">
        <w:rPr>
          <w:noProof/>
          <w:lang w:val="sr-Cyrl-CS"/>
        </w:rPr>
        <w:t>равка</w:t>
      </w:r>
      <w:r w:rsidR="009F68CB" w:rsidRPr="00CE7CAC">
        <w:rPr>
          <w:noProof/>
          <w:lang w:val="sr-Cyrl-CS"/>
        </w:rPr>
        <w:t>, 107/05-исп</w:t>
      </w:r>
      <w:r w:rsidR="00D80A56" w:rsidRPr="00CE7CAC">
        <w:rPr>
          <w:noProof/>
          <w:lang w:val="sr-Cyrl-CS"/>
        </w:rPr>
        <w:t>равка</w:t>
      </w:r>
      <w:r w:rsidR="009F68CB" w:rsidRPr="00CE7CAC">
        <w:rPr>
          <w:noProof/>
          <w:lang w:val="sr-Cyrl-CS"/>
        </w:rPr>
        <w:t>, 72/09, 111/09, 121/12, 104/13, 108/14, 94/16 и 35/19);</w:t>
      </w:r>
    </w:p>
    <w:p w14:paraId="5E9BA18A" w14:textId="01C53E8A"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Законик о кривичном поступку („Службени гласник РСˮ, бр. 72/11, 101/11, 121/12, 32/13, 45/13, 55/14</w:t>
      </w:r>
      <w:r w:rsidR="00D80A56" w:rsidRPr="00CE7CAC">
        <w:rPr>
          <w:noProof/>
          <w:lang w:val="sr-Cyrl-CS"/>
        </w:rPr>
        <w:t>,</w:t>
      </w:r>
      <w:r w:rsidR="009F68CB" w:rsidRPr="00CE7CAC">
        <w:rPr>
          <w:noProof/>
          <w:lang w:val="sr-Cyrl-CS"/>
        </w:rPr>
        <w:t xml:space="preserve"> 35/19</w:t>
      </w:r>
      <w:r w:rsidR="00D80A56" w:rsidRPr="00CE7CAC">
        <w:rPr>
          <w:noProof/>
          <w:lang w:val="sr-Cyrl-CS"/>
        </w:rPr>
        <w:t>, 27/21-УС и 62/21-УС</w:t>
      </w:r>
      <w:r w:rsidR="009F68CB" w:rsidRPr="00CE7CAC">
        <w:rPr>
          <w:noProof/>
          <w:lang w:val="sr-Cyrl-CS"/>
        </w:rPr>
        <w:t>);</w:t>
      </w:r>
    </w:p>
    <w:p w14:paraId="3E308DDA" w14:textId="07EA2B9E" w:rsidR="00137F92"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137F92" w:rsidRPr="00CE7CAC">
        <w:rPr>
          <w:noProof/>
          <w:lang w:val="sr-Cyrl-CS"/>
        </w:rPr>
        <w:t>Закон о организацији и надлежности државних органа у сузбијању организованог криминала, тероризма и корупције („Службени гласник РСˮ, бр. 94/16 и 87/18</w:t>
      </w:r>
      <w:r w:rsidR="00D80A56" w:rsidRPr="00CE7CAC">
        <w:rPr>
          <w:noProof/>
          <w:lang w:val="sr-Cyrl-CS"/>
        </w:rPr>
        <w:t>-др. закон</w:t>
      </w:r>
      <w:r w:rsidR="00137F92" w:rsidRPr="00CE7CAC">
        <w:rPr>
          <w:noProof/>
          <w:lang w:val="sr-Cyrl-CS"/>
        </w:rPr>
        <w:t>);</w:t>
      </w:r>
    </w:p>
    <w:p w14:paraId="1C33E971" w14:textId="2584B037"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Закон о одговорности правних лица за кривична дела („Службени гласник РСˮ, број 97/08);</w:t>
      </w:r>
    </w:p>
    <w:p w14:paraId="7CBB520D" w14:textId="58296DC8" w:rsidR="00E7040E"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82514F" w:rsidRPr="00CE7CAC">
        <w:rPr>
          <w:noProof/>
          <w:lang w:val="sr-Cyrl-CS"/>
        </w:rPr>
        <w:t>Уредба о спровођењу програма прекограничне и транснационалне сарадње са државама чланицама Eвропске уније у Републици Србији у оквиру инструмента за претприступну помоћ (ИПА II) за период 2014</w:t>
      </w:r>
      <w:r w:rsidRPr="00CE7CAC">
        <w:rPr>
          <w:noProof/>
          <w:lang w:val="sr-Cyrl-CS"/>
        </w:rPr>
        <w:t>−</w:t>
      </w:r>
      <w:r w:rsidR="0082514F" w:rsidRPr="00CE7CAC">
        <w:rPr>
          <w:noProof/>
          <w:lang w:val="sr-Cyrl-CS"/>
        </w:rPr>
        <w:t>2020. године („Службени гласник РС</w:t>
      </w:r>
      <w:r w:rsidR="0082514F" w:rsidRPr="00CE7CAC">
        <w:rPr>
          <w:rFonts w:eastAsia="Calibri"/>
          <w:noProof/>
          <w:lang w:val="sr-Cyrl-CS"/>
        </w:rPr>
        <w:t>”</w:t>
      </w:r>
      <w:r w:rsidR="00233096" w:rsidRPr="00CE7CAC">
        <w:rPr>
          <w:noProof/>
          <w:lang w:val="sr-Cyrl-CS"/>
        </w:rPr>
        <w:t>, број 37/18</w:t>
      </w:r>
      <w:r w:rsidR="0082514F" w:rsidRPr="00CE7CAC">
        <w:rPr>
          <w:noProof/>
          <w:lang w:val="sr-Cyrl-CS"/>
        </w:rPr>
        <w:t>)</w:t>
      </w:r>
      <w:r w:rsidR="00961AC8" w:rsidRPr="00CE7CAC">
        <w:rPr>
          <w:noProof/>
          <w:lang w:val="sr-Cyrl-CS"/>
        </w:rPr>
        <w:t>;</w:t>
      </w:r>
    </w:p>
    <w:p w14:paraId="0DB4FE0A" w14:textId="72419526" w:rsidR="005C733F"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5C733F" w:rsidRPr="00CE7CAC">
        <w:rPr>
          <w:noProof/>
          <w:lang w:val="sr-Cyrl-CS"/>
        </w:rPr>
        <w:t>Уредба о одређивању тела за ревизију система управљања програмима претприступне помоћи Европске уније у оквиру инструмента претприступне помоћи ИПА (</w:t>
      </w:r>
      <w:r w:rsidR="009B47B2" w:rsidRPr="00CE7CAC">
        <w:rPr>
          <w:noProof/>
          <w:lang w:val="sr-Cyrl-CS"/>
        </w:rPr>
        <w:t>„Службени гласник РС</w:t>
      </w:r>
      <w:r w:rsidR="009B47B2" w:rsidRPr="00CE7CAC">
        <w:rPr>
          <w:rFonts w:eastAsia="Calibri"/>
          <w:noProof/>
          <w:lang w:val="sr-Cyrl-CS"/>
        </w:rPr>
        <w:t>”</w:t>
      </w:r>
      <w:r w:rsidR="009B47B2" w:rsidRPr="00CE7CAC">
        <w:rPr>
          <w:noProof/>
          <w:lang w:val="sr-Cyrl-CS"/>
        </w:rPr>
        <w:t>, број 113/1</w:t>
      </w:r>
      <w:r w:rsidR="003640C0" w:rsidRPr="00CE7CAC">
        <w:rPr>
          <w:noProof/>
          <w:lang w:val="sr-Cyrl-CS"/>
        </w:rPr>
        <w:t>3</w:t>
      </w:r>
      <w:r w:rsidR="005C733F" w:rsidRPr="00CE7CAC">
        <w:rPr>
          <w:noProof/>
          <w:lang w:val="sr-Cyrl-CS"/>
        </w:rPr>
        <w:t>);</w:t>
      </w:r>
    </w:p>
    <w:p w14:paraId="72CE31EA" w14:textId="53E4557F" w:rsidR="006604A0"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6604A0" w:rsidRPr="00CE7CAC">
        <w:rPr>
          <w:noProof/>
          <w:lang w:val="sr-Cyrl-CS"/>
        </w:rPr>
        <w:t xml:space="preserve">Уредба o одређивању тела за ревизију система управљања програмима претприступне помоћи Европске уније у оквиру инструмента за претприступну помоћ </w:t>
      </w:r>
      <w:r w:rsidR="006034B0" w:rsidRPr="00CE7CAC">
        <w:rPr>
          <w:noProof/>
          <w:lang w:val="sr-Cyrl-CS"/>
        </w:rPr>
        <w:t>(</w:t>
      </w:r>
      <w:r w:rsidR="006604A0" w:rsidRPr="00CE7CAC">
        <w:rPr>
          <w:noProof/>
          <w:lang w:val="sr-Cyrl-CS"/>
        </w:rPr>
        <w:t xml:space="preserve">ИПА </w:t>
      </w:r>
      <w:r w:rsidR="003640C0" w:rsidRPr="00CE7CAC">
        <w:rPr>
          <w:noProof/>
          <w:lang w:val="sr-Cyrl-CS"/>
        </w:rPr>
        <w:t>II</w:t>
      </w:r>
      <w:r w:rsidR="006034B0" w:rsidRPr="00CE7CAC">
        <w:rPr>
          <w:noProof/>
          <w:lang w:val="sr-Cyrl-CS"/>
        </w:rPr>
        <w:t>)</w:t>
      </w:r>
      <w:r w:rsidR="003640C0" w:rsidRPr="00CE7CAC">
        <w:rPr>
          <w:noProof/>
          <w:lang w:val="sr-Cyrl-CS"/>
        </w:rPr>
        <w:t xml:space="preserve"> </w:t>
      </w:r>
      <w:r w:rsidR="006604A0" w:rsidRPr="00CE7CAC">
        <w:rPr>
          <w:noProof/>
          <w:lang w:val="sr-Cyrl-CS"/>
        </w:rPr>
        <w:t>(</w:t>
      </w:r>
      <w:r w:rsidR="00337525" w:rsidRPr="00CE7CAC">
        <w:rPr>
          <w:noProof/>
          <w:lang w:val="sr-Cyrl-CS"/>
        </w:rPr>
        <w:t>„Службени г</w:t>
      </w:r>
      <w:r w:rsidR="003640C0" w:rsidRPr="00CE7CAC">
        <w:rPr>
          <w:noProof/>
          <w:lang w:val="sr-Cyrl-CS"/>
        </w:rPr>
        <w:t>ласник РС</w:t>
      </w:r>
      <w:r w:rsidR="00C93626" w:rsidRPr="00CE7CAC">
        <w:rPr>
          <w:rFonts w:eastAsia="Calibri"/>
          <w:noProof/>
          <w:lang w:val="sr-Cyrl-CS"/>
        </w:rPr>
        <w:t>”</w:t>
      </w:r>
      <w:r w:rsidR="005078F7" w:rsidRPr="00CE7CAC">
        <w:rPr>
          <w:rFonts w:eastAsia="Calibri"/>
          <w:noProof/>
          <w:lang w:val="sr-Cyrl-CS"/>
        </w:rPr>
        <w:t>,</w:t>
      </w:r>
      <w:r w:rsidR="003640C0" w:rsidRPr="00CE7CAC">
        <w:rPr>
          <w:noProof/>
          <w:lang w:val="sr-Cyrl-CS"/>
        </w:rPr>
        <w:t xml:space="preserve"> број 86/</w:t>
      </w:r>
      <w:r w:rsidR="006604A0" w:rsidRPr="00CE7CAC">
        <w:rPr>
          <w:noProof/>
          <w:lang w:val="sr-Cyrl-CS"/>
        </w:rPr>
        <w:t>15);</w:t>
      </w:r>
    </w:p>
    <w:p w14:paraId="0928A621" w14:textId="20C34AA8" w:rsidR="00442729"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442729" w:rsidRPr="00CE7CAC">
        <w:rPr>
          <w:noProof/>
          <w:lang w:val="sr-Cyrl-CS"/>
        </w:rPr>
        <w:t>Директива о спровођењу административних провера</w:t>
      </w:r>
      <w:r w:rsidR="00EF5616" w:rsidRPr="00CE7CAC">
        <w:rPr>
          <w:noProof/>
          <w:lang w:val="sr-Cyrl-CS"/>
        </w:rPr>
        <w:t>; и</w:t>
      </w:r>
    </w:p>
    <w:p w14:paraId="05DF33C9" w14:textId="5240376C" w:rsidR="00E832B7"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442729" w:rsidRPr="00CE7CAC">
        <w:rPr>
          <w:noProof/>
          <w:lang w:val="sr-Cyrl-CS"/>
        </w:rPr>
        <w:t>Методолошко упутство за управљање ризицима у вези са појавом неправилности и превара у поступању са финансијским средствима Европске уније</w:t>
      </w:r>
      <w:r w:rsidR="000F032F" w:rsidRPr="00CE7CAC">
        <w:rPr>
          <w:noProof/>
          <w:lang w:val="sr-Cyrl-CS"/>
        </w:rPr>
        <w:t>.</w:t>
      </w:r>
    </w:p>
    <w:p w14:paraId="5ED269E7" w14:textId="77777777" w:rsidR="00E832B7" w:rsidRPr="00CE7CAC" w:rsidRDefault="00E832B7" w:rsidP="006034B0">
      <w:pPr>
        <w:pStyle w:val="PODNASLOV"/>
        <w:ind w:left="0" w:firstLine="720"/>
        <w:rPr>
          <w:color w:val="auto"/>
          <w:sz w:val="24"/>
          <w:lang w:val="sr-Cyrl-CS"/>
        </w:rPr>
      </w:pPr>
      <w:r w:rsidRPr="00CE7CAC">
        <w:rPr>
          <w:color w:val="auto"/>
          <w:sz w:val="24"/>
          <w:lang w:val="sr-Cyrl-CS"/>
        </w:rPr>
        <w:t>Правни оквир ЕУ</w:t>
      </w:r>
    </w:p>
    <w:p w14:paraId="4935B27C" w14:textId="05A01C1D" w:rsidR="00E832B7" w:rsidRDefault="00E832B7" w:rsidP="00E832B7">
      <w:pPr>
        <w:pStyle w:val="PASUS"/>
        <w:spacing w:before="0" w:after="0"/>
        <w:rPr>
          <w:lang w:val="sr-Cyrl-CS"/>
        </w:rPr>
      </w:pPr>
      <w:r w:rsidRPr="00CE7CAC">
        <w:rPr>
          <w:lang w:val="sr-Cyrl-CS"/>
        </w:rPr>
        <w:t xml:space="preserve">Главoм II Уговорa о функционисању Европске уније </w:t>
      </w:r>
      <w:r w:rsidR="004564E8" w:rsidRPr="00CE7CAC">
        <w:rPr>
          <w:i/>
          <w:lang w:val="sr-Cyrl-CS"/>
        </w:rPr>
        <w:t>(</w:t>
      </w:r>
      <w:r w:rsidR="004564E8" w:rsidRPr="00CE7CAC">
        <w:rPr>
          <w:i/>
          <w:shd w:val="clear" w:color="auto" w:fill="FFFFFF"/>
          <w:lang w:val="sr-Cyrl-CS"/>
        </w:rPr>
        <w:t>Treaty on the Functioning of the European Union)</w:t>
      </w:r>
      <w:r w:rsidR="004564E8" w:rsidRPr="00CE7CAC">
        <w:rPr>
          <w:rFonts w:ascii="Segoe UI" w:hAnsi="Segoe UI" w:cs="Segoe UI"/>
          <w:sz w:val="21"/>
          <w:szCs w:val="21"/>
          <w:shd w:val="clear" w:color="auto" w:fill="FFFFFF"/>
          <w:lang w:val="sr-Cyrl-CS"/>
        </w:rPr>
        <w:t xml:space="preserve"> </w:t>
      </w:r>
      <w:r w:rsidRPr="00CE7CAC">
        <w:rPr>
          <w:lang w:val="sr-Cyrl-CS"/>
        </w:rPr>
        <w:t>која се односи на Финансијске одредбе уређена је борба против превара. Чланом 325. наведеног уговора установљена је обавеза ЕУ и држава чланица да сузбијају преваре и друге противправне активности усмерене против финансијских интереса ЕУ. Државе чланице дужне су да, ради сузбијања превара које угрожавају финансијске интересе ЕУ, предузимају исте мере</w:t>
      </w:r>
      <w:r w:rsidR="006034B0" w:rsidRPr="00CE7CAC">
        <w:rPr>
          <w:lang w:val="sr-Cyrl-CS"/>
        </w:rPr>
        <w:t>,</w:t>
      </w:r>
      <w:r w:rsidRPr="00CE7CAC">
        <w:rPr>
          <w:lang w:val="sr-Cyrl-CS"/>
        </w:rPr>
        <w:t xml:space="preserve"> као и у случају сузбијања превара које штете њиховим сопственим финансијским интересима. Такође, државе чланице су у обавези да координирају своје деловање усмерено на заштиту финансијских интереса ЕУ, као и да организују редовну сарадњу између надлежних националних тела. Поред наведеног, утврђена је и потреба за доношењем мера које имају за циљ сузбијање и борбу против превара усмерених против финансијских интереса ЕУ.</w:t>
      </w:r>
    </w:p>
    <w:p w14:paraId="6A632653" w14:textId="0DE939EE" w:rsidR="00C466D7" w:rsidRDefault="00C466D7" w:rsidP="00E832B7">
      <w:pPr>
        <w:pStyle w:val="PASUS"/>
        <w:spacing w:before="0" w:after="0"/>
        <w:rPr>
          <w:lang w:val="sr-Cyrl-CS"/>
        </w:rPr>
      </w:pPr>
    </w:p>
    <w:p w14:paraId="476029CA" w14:textId="77777777" w:rsidR="00C466D7" w:rsidRPr="00CE7CAC" w:rsidRDefault="00C466D7" w:rsidP="00E832B7">
      <w:pPr>
        <w:pStyle w:val="PASUS"/>
        <w:spacing w:before="0" w:after="0"/>
        <w:rPr>
          <w:lang w:val="sr-Cyrl-CS"/>
        </w:rPr>
      </w:pPr>
    </w:p>
    <w:p w14:paraId="2C0D2AA5" w14:textId="77777777" w:rsidR="00E832B7" w:rsidRPr="00CE7CAC" w:rsidRDefault="00E832B7" w:rsidP="00E832B7">
      <w:pPr>
        <w:pStyle w:val="PASUS"/>
        <w:spacing w:before="0" w:after="0"/>
        <w:rPr>
          <w:lang w:val="sr-Cyrl-CS"/>
        </w:rPr>
      </w:pPr>
    </w:p>
    <w:p w14:paraId="1029CF7D" w14:textId="77777777" w:rsidR="00E832B7" w:rsidRPr="00CE7CAC" w:rsidRDefault="00E832B7" w:rsidP="00E832B7">
      <w:pPr>
        <w:pStyle w:val="PASUS"/>
        <w:spacing w:before="0" w:after="0"/>
        <w:rPr>
          <w:rFonts w:eastAsia="Times New Roman"/>
          <w:lang w:val="sr-Cyrl-CS"/>
        </w:rPr>
      </w:pPr>
      <w:r w:rsidRPr="00CE7CAC">
        <w:rPr>
          <w:rFonts w:eastAsia="Times New Roman"/>
          <w:lang w:val="sr-Cyrl-CS"/>
        </w:rPr>
        <w:lastRenderedPageBreak/>
        <w:t>Република Србија је, као држава кандидат за чланство у ЕУ, преузела обавезу усклађивања свог националног законодавства са законодавством ЕУ, као и обавезу успостављања свих органа и тела који су потребни за правилну примену обавеза које произилазе из чланства.</w:t>
      </w:r>
    </w:p>
    <w:p w14:paraId="2F09B631" w14:textId="77777777" w:rsidR="00E832B7" w:rsidRPr="00CE7CAC" w:rsidRDefault="00E832B7" w:rsidP="00E832B7">
      <w:pPr>
        <w:pStyle w:val="PASUS"/>
        <w:spacing w:before="0" w:after="0"/>
        <w:rPr>
          <w:rFonts w:eastAsia="Times New Roman"/>
          <w:lang w:val="sr-Cyrl-CS"/>
        </w:rPr>
      </w:pPr>
    </w:p>
    <w:p w14:paraId="229F5017" w14:textId="77777777" w:rsidR="00E832B7" w:rsidRPr="00CE7CAC" w:rsidRDefault="00E832B7" w:rsidP="00E832B7">
      <w:pPr>
        <w:pStyle w:val="PASUS"/>
        <w:spacing w:before="0" w:after="0"/>
        <w:rPr>
          <w:lang w:val="sr-Cyrl-CS"/>
        </w:rPr>
      </w:pPr>
      <w:r w:rsidRPr="00CE7CAC">
        <w:rPr>
          <w:rFonts w:eastAsia="Times New Roman"/>
          <w:lang w:val="sr-Cyrl-CS"/>
        </w:rPr>
        <w:t xml:space="preserve">Успостављање заштите финансијских интереса ЕУ представља меру институционалне надоградње којом Република Србија показује спремност да пружи ефикасну заштиту средствима ЕУ, у једнакој мери и под истим третманом, као да је реч о сопственим буџетским средствима. </w:t>
      </w:r>
      <w:r w:rsidRPr="00CE7CAC">
        <w:rPr>
          <w:lang w:val="sr-Cyrl-CS"/>
        </w:rPr>
        <w:t>Заштита финансијских интереса ЕУ представља обавезу свих земаља чланица ЕУ, као и земаља које су у процесу приступања ЕУ.</w:t>
      </w:r>
    </w:p>
    <w:p w14:paraId="54D05779" w14:textId="77777777" w:rsidR="00E832B7" w:rsidRPr="00CE7CAC" w:rsidRDefault="00E832B7" w:rsidP="00E832B7">
      <w:pPr>
        <w:pStyle w:val="PASUS"/>
        <w:spacing w:before="0" w:after="0"/>
        <w:rPr>
          <w:lang w:val="sr-Cyrl-CS"/>
        </w:rPr>
      </w:pPr>
    </w:p>
    <w:p w14:paraId="57B8A3FB" w14:textId="77777777" w:rsidR="00E832B7" w:rsidRPr="00CE7CAC" w:rsidRDefault="00E832B7" w:rsidP="00E832B7">
      <w:pPr>
        <w:pStyle w:val="PASUS"/>
        <w:spacing w:before="0" w:after="0"/>
        <w:rPr>
          <w:lang w:val="sr-Cyrl-CS"/>
        </w:rPr>
      </w:pPr>
      <w:r w:rsidRPr="00CE7CAC">
        <w:rPr>
          <w:lang w:val="sr-Cyrl-CS"/>
        </w:rPr>
        <w:t>Уредба бр. 883/2013 Европског парламента и Савета од 11. септембра 2013. године донета је у циљу јачања борбе против превара, корупције и других незаконитих активности којима се угрожавају финансијски интереси ЕУ.</w:t>
      </w:r>
    </w:p>
    <w:p w14:paraId="6177CB05" w14:textId="77777777" w:rsidR="00E832B7" w:rsidRPr="00CE7CAC" w:rsidRDefault="00E832B7" w:rsidP="00E832B7">
      <w:pPr>
        <w:pStyle w:val="PASUS"/>
        <w:spacing w:before="0" w:after="0"/>
        <w:rPr>
          <w:lang w:val="sr-Cyrl-CS"/>
        </w:rPr>
      </w:pPr>
    </w:p>
    <w:p w14:paraId="4BB45BCD" w14:textId="1D5120D8" w:rsidR="00E832B7" w:rsidRPr="00CE7CAC" w:rsidRDefault="00E832B7" w:rsidP="00E832B7">
      <w:pPr>
        <w:pStyle w:val="PASUS"/>
        <w:spacing w:before="0" w:after="0"/>
        <w:rPr>
          <w:lang w:val="sr-Cyrl-CS"/>
        </w:rPr>
      </w:pPr>
      <w:r w:rsidRPr="00CE7CAC">
        <w:rPr>
          <w:lang w:val="sr-Cyrl-CS"/>
        </w:rPr>
        <w:t xml:space="preserve">Ради остварења наведеног циља, </w:t>
      </w:r>
      <w:r w:rsidR="00233096" w:rsidRPr="00CE7CAC">
        <w:rPr>
          <w:lang w:val="sr-Cyrl-CS"/>
        </w:rPr>
        <w:t>ОЛАФ</w:t>
      </w:r>
      <w:r w:rsidRPr="00CE7CAC">
        <w:rPr>
          <w:lang w:val="sr-Cyrl-CS"/>
        </w:rPr>
        <w:t xml:space="preserve"> пружа помоћ државама чланицама у организовању редовне сарадње између надлежних националних тела како би активности које имају за циљ заштиту финансијских интереса ЕУ биле усклађене.</w:t>
      </w:r>
    </w:p>
    <w:p w14:paraId="6132B145" w14:textId="77777777" w:rsidR="00E832B7" w:rsidRPr="00CE7CAC" w:rsidRDefault="00E832B7" w:rsidP="00E832B7">
      <w:pPr>
        <w:pStyle w:val="PASUS"/>
        <w:spacing w:before="0" w:after="0"/>
        <w:rPr>
          <w:lang w:val="sr-Cyrl-CS"/>
        </w:rPr>
      </w:pPr>
    </w:p>
    <w:p w14:paraId="70C7902F" w14:textId="77777777" w:rsidR="00E832B7" w:rsidRPr="00CE7CAC" w:rsidRDefault="00E832B7" w:rsidP="00E832B7">
      <w:pPr>
        <w:pStyle w:val="PASUS"/>
        <w:spacing w:before="0" w:after="0"/>
        <w:rPr>
          <w:lang w:val="sr-Cyrl-CS"/>
        </w:rPr>
      </w:pPr>
      <w:r w:rsidRPr="00CE7CAC">
        <w:rPr>
          <w:lang w:val="sr-Cyrl-CS"/>
        </w:rPr>
        <w:t>Такође, ОЛАФ спроводи административне истраге у циљу борбе против превара, корупције и других незаконитих активности којима се штети финансијским интересима ЕУ. Приликом спровођења ових истрага, ОЛАФ има могућност да спроводи провере и инспекције на лицу места, како у државама чланицама ЕУ, тако и у трећим земљама, као и у просторијама међународних организација.</w:t>
      </w:r>
    </w:p>
    <w:p w14:paraId="32F35F66" w14:textId="77777777" w:rsidR="00E832B7" w:rsidRPr="00CE7CAC" w:rsidRDefault="00E832B7" w:rsidP="00E832B7">
      <w:pPr>
        <w:pStyle w:val="PASUS"/>
        <w:spacing w:before="0" w:after="0"/>
        <w:rPr>
          <w:lang w:val="sr-Cyrl-CS"/>
        </w:rPr>
      </w:pPr>
      <w:r w:rsidRPr="00CE7CAC">
        <w:rPr>
          <w:lang w:val="sr-Cyrl-CS"/>
        </w:rPr>
        <w:t xml:space="preserve"> </w:t>
      </w:r>
    </w:p>
    <w:p w14:paraId="3D9F9D81" w14:textId="77777777" w:rsidR="00E832B7" w:rsidRPr="00CE7CAC" w:rsidRDefault="00E832B7" w:rsidP="00E832B7">
      <w:pPr>
        <w:pStyle w:val="PASUS"/>
        <w:spacing w:before="0" w:after="0"/>
        <w:rPr>
          <w:lang w:val="sr-Cyrl-CS"/>
        </w:rPr>
      </w:pPr>
      <w:r w:rsidRPr="00CE7CAC">
        <w:rPr>
          <w:lang w:val="sr-Cyrl-CS"/>
        </w:rPr>
        <w:t>Наведене контролне активности ОЛАФ спроводи на основу овлашћења која су Европској комисији додељена Уредбом број 2185/96, као и у складу са важећим споразумима о сарадњи и међусобној помоћи. Током провера и инспекција на лицу места, ОЛАФ поступа сагласно важећем праву ЕУ, правилима и праксама државе чланице, која је на захтев ОЛАФ-а дужна пружити неопходну помоћ његовом особљу у циљу успешног обављања контролних активности.</w:t>
      </w:r>
    </w:p>
    <w:p w14:paraId="2F6A2259" w14:textId="77777777" w:rsidR="00E832B7" w:rsidRPr="00CE7CAC" w:rsidRDefault="00E832B7" w:rsidP="00E832B7">
      <w:pPr>
        <w:pStyle w:val="PASUS"/>
        <w:spacing w:before="0" w:after="0"/>
        <w:rPr>
          <w:lang w:val="sr-Cyrl-CS"/>
        </w:rPr>
      </w:pPr>
    </w:p>
    <w:p w14:paraId="15B48AEC" w14:textId="550A67BA" w:rsidR="00E832B7" w:rsidRPr="00CE7CAC" w:rsidRDefault="00E832B7" w:rsidP="00E832B7">
      <w:pPr>
        <w:pStyle w:val="PASUS"/>
        <w:spacing w:before="0" w:after="0"/>
        <w:rPr>
          <w:lang w:val="sr-Cyrl-CS"/>
        </w:rPr>
      </w:pPr>
      <w:r w:rsidRPr="00CE7CAC">
        <w:rPr>
          <w:lang w:val="sr-Cyrl-CS"/>
        </w:rPr>
        <w:t xml:space="preserve">Чланом 12а Уредбе бр. 883/2013 прописано је, без детаљнијег дефинисања мандата, задатака и институционалног оквира, да свака држава чланица треба да установи службу за координацију борбе против превара </w:t>
      </w:r>
      <w:r w:rsidRPr="00CE7CAC">
        <w:rPr>
          <w:i/>
          <w:lang w:val="sr-Cyrl-CS"/>
        </w:rPr>
        <w:t>(A</w:t>
      </w:r>
      <w:r w:rsidR="008E6594" w:rsidRPr="00CE7CAC">
        <w:rPr>
          <w:i/>
          <w:lang w:val="sr-Cyrl-CS"/>
        </w:rPr>
        <w:t xml:space="preserve">nti-fraud coordination service </w:t>
      </w:r>
      <w:r w:rsidR="008E6594" w:rsidRPr="00CE7CAC">
        <w:rPr>
          <w:lang w:val="sr-Cyrl-CS"/>
        </w:rPr>
        <w:t>−</w:t>
      </w:r>
      <w:r w:rsidRPr="00CE7CAC">
        <w:rPr>
          <w:i/>
          <w:lang w:val="sr-Cyrl-CS"/>
        </w:rPr>
        <w:t xml:space="preserve"> AFCOS)</w:t>
      </w:r>
      <w:r w:rsidRPr="00CE7CAC">
        <w:rPr>
          <w:lang w:val="sr-Cyrl-CS"/>
        </w:rPr>
        <w:t xml:space="preserve"> са циљем унапређења сарадње и размене информација са ОЛАФ-ом. </w:t>
      </w:r>
    </w:p>
    <w:p w14:paraId="4A424A5D" w14:textId="77777777" w:rsidR="00E832B7" w:rsidRPr="00CE7CAC" w:rsidRDefault="00E832B7" w:rsidP="00E832B7">
      <w:pPr>
        <w:pStyle w:val="PASUS"/>
        <w:spacing w:before="0" w:after="0"/>
        <w:rPr>
          <w:lang w:val="sr-Cyrl-CS"/>
        </w:rPr>
      </w:pPr>
    </w:p>
    <w:p w14:paraId="6C2BA853" w14:textId="6AD76831" w:rsidR="00E832B7" w:rsidRPr="00CE7CAC" w:rsidRDefault="00E832B7" w:rsidP="00E832B7">
      <w:pPr>
        <w:pStyle w:val="PASUS"/>
        <w:spacing w:before="0" w:after="0"/>
        <w:rPr>
          <w:lang w:val="sr-Cyrl-CS"/>
        </w:rPr>
      </w:pPr>
      <w:r w:rsidRPr="00CE7CAC">
        <w:rPr>
          <w:lang w:val="sr-Cyrl-CS"/>
        </w:rPr>
        <w:t>С тим у вези, Европс</w:t>
      </w:r>
      <w:r w:rsidR="00233096" w:rsidRPr="00CE7CAC">
        <w:rPr>
          <w:lang w:val="sr-Cyrl-CS"/>
        </w:rPr>
        <w:t>ка комисија и ОЛАФ објавили су „</w:t>
      </w:r>
      <w:r w:rsidRPr="00CE7CAC">
        <w:rPr>
          <w:i/>
          <w:lang w:val="sr-Cyrl-CS"/>
        </w:rPr>
        <w:t>Guidance note on main tasks and responsibilities of an Anti-Fraud Co-ordination Service (AFCOS)</w:t>
      </w:r>
      <w:r w:rsidR="006034B0" w:rsidRPr="00CE7CAC">
        <w:rPr>
          <w:lang w:val="sr-Cyrl-CS"/>
        </w:rPr>
        <w:t>” („</w:t>
      </w:r>
      <w:r w:rsidRPr="00CE7CAC">
        <w:rPr>
          <w:lang w:val="sr-Cyrl-CS"/>
        </w:rPr>
        <w:t xml:space="preserve">Смернице о главним задацима и одговорностима Службе за координацију борбе против превара </w:t>
      </w:r>
      <w:r w:rsidRPr="00CE7CAC">
        <w:rPr>
          <w:i/>
          <w:lang w:val="sr-Cyrl-CS"/>
        </w:rPr>
        <w:t>(AFCOS)</w:t>
      </w:r>
      <w:r w:rsidRPr="00CE7CAC">
        <w:rPr>
          <w:lang w:val="sr-Cyrl-CS"/>
        </w:rPr>
        <w:t>”</w:t>
      </w:r>
      <w:r w:rsidRPr="00CE7CAC">
        <w:rPr>
          <w:i/>
          <w:lang w:val="sr-Cyrl-CS"/>
        </w:rPr>
        <w:t>)</w:t>
      </w:r>
      <w:r w:rsidRPr="00CE7CAC">
        <w:rPr>
          <w:lang w:val="sr-Cyrl-CS"/>
        </w:rPr>
        <w:t xml:space="preserve"> које имају за циљ пружање подршке државама приликом успостављања </w:t>
      </w:r>
      <w:r w:rsidRPr="00CE7CAC">
        <w:rPr>
          <w:i/>
          <w:lang w:val="sr-Cyrl-CS"/>
        </w:rPr>
        <w:t>AFCOS</w:t>
      </w:r>
      <w:r w:rsidRPr="00CE7CAC">
        <w:rPr>
          <w:lang w:val="sr-Cyrl-CS"/>
        </w:rPr>
        <w:t xml:space="preserve">-а и утврђивања надлежности и делокруга истог. Према овом документу, мандат </w:t>
      </w:r>
      <w:r w:rsidRPr="00CE7CAC">
        <w:rPr>
          <w:i/>
          <w:lang w:val="sr-Cyrl-CS"/>
        </w:rPr>
        <w:t>AFCOS</w:t>
      </w:r>
      <w:r w:rsidRPr="00CE7CAC">
        <w:rPr>
          <w:lang w:val="sr-Cyrl-CS"/>
        </w:rPr>
        <w:t xml:space="preserve">-а може се разликовати од земље до земље узимајући у обзир специфичност сваке понаособ. Минимум утврђен поменутим смерницама налаже да </w:t>
      </w:r>
      <w:r w:rsidRPr="00CE7CAC">
        <w:rPr>
          <w:i/>
          <w:lang w:val="sr-Cyrl-CS"/>
        </w:rPr>
        <w:t>AFCOS</w:t>
      </w:r>
      <w:r w:rsidRPr="00CE7CAC">
        <w:rPr>
          <w:lang w:val="sr-Cyrl-CS"/>
        </w:rPr>
        <w:t xml:space="preserve"> унутар земље координира свим законодавним, административним и истражним обавезама и активностима у вези са заштитом финансијских интереса ЕУ, као и да осигура сарадњу са ОЛАФ-ом. На захтев ОЛАФ-а, наведена служба пружа потребну помоћ пре доношења одлуке о спровођењу истраге, током истраге, као и након спровoђења исте.</w:t>
      </w:r>
    </w:p>
    <w:p w14:paraId="61E5707C" w14:textId="77777777" w:rsidR="00E832B7" w:rsidRPr="00CE7CAC" w:rsidRDefault="00E832B7" w:rsidP="00E832B7">
      <w:pPr>
        <w:pStyle w:val="PASUS"/>
        <w:spacing w:before="0" w:after="0"/>
        <w:rPr>
          <w:lang w:val="sr-Cyrl-CS"/>
        </w:rPr>
      </w:pPr>
    </w:p>
    <w:p w14:paraId="3A193A76" w14:textId="09C2A8EF" w:rsidR="00E832B7" w:rsidRPr="00CE7CAC" w:rsidRDefault="00E832B7" w:rsidP="00E832B7">
      <w:pPr>
        <w:pStyle w:val="PASUS"/>
        <w:spacing w:before="0" w:after="0"/>
        <w:rPr>
          <w:lang w:val="sr-Cyrl-CS"/>
        </w:rPr>
      </w:pPr>
      <w:r w:rsidRPr="00CE7CAC">
        <w:rPr>
          <w:lang w:val="sr-Cyrl-CS"/>
        </w:rPr>
        <w:lastRenderedPageBreak/>
        <w:t xml:space="preserve">У већини држава чланица ЕУ, </w:t>
      </w:r>
      <w:r w:rsidRPr="00CE7CAC">
        <w:rPr>
          <w:i/>
          <w:lang w:val="sr-Cyrl-CS"/>
        </w:rPr>
        <w:t>AFCOS</w:t>
      </w:r>
      <w:r w:rsidRPr="00CE7CAC">
        <w:rPr>
          <w:lang w:val="sr-Cyrl-CS"/>
        </w:rPr>
        <w:t xml:space="preserve"> је позициониран у Министарству финансија, док се надлежност и улога истог разликују и варирају од координационе улоге до независне службе са истражним овлашћењима (нпр. </w:t>
      </w:r>
      <w:r w:rsidRPr="00CE7CAC">
        <w:rPr>
          <w:i/>
          <w:lang w:val="sr-Cyrl-CS"/>
        </w:rPr>
        <w:t xml:space="preserve">Fight Against Fraud Department </w:t>
      </w:r>
      <w:r w:rsidR="008E6594" w:rsidRPr="00CE7CAC">
        <w:rPr>
          <w:i/>
          <w:lang w:val="sr-Cyrl-CS"/>
        </w:rPr>
        <w:t>–</w:t>
      </w:r>
      <w:r w:rsidRPr="00CE7CAC">
        <w:rPr>
          <w:i/>
          <w:lang w:val="sr-Cyrl-CS"/>
        </w:rPr>
        <w:t xml:space="preserve"> DLAF, Romania</w:t>
      </w:r>
      <w:r w:rsidRPr="00CE7CAC">
        <w:rPr>
          <w:lang w:val="sr-Cyrl-CS"/>
        </w:rPr>
        <w:t>).</w:t>
      </w:r>
    </w:p>
    <w:p w14:paraId="74E48C8B" w14:textId="77777777" w:rsidR="00E832B7" w:rsidRPr="00CE7CAC" w:rsidRDefault="00E832B7" w:rsidP="00E832B7">
      <w:pPr>
        <w:pStyle w:val="PASUS"/>
        <w:spacing w:before="0" w:after="0"/>
        <w:rPr>
          <w:lang w:val="sr-Cyrl-CS"/>
        </w:rPr>
      </w:pPr>
    </w:p>
    <w:p w14:paraId="7EF09BDD" w14:textId="77777777" w:rsidR="00E832B7" w:rsidRPr="00CE7CAC" w:rsidRDefault="00E832B7" w:rsidP="00E832B7">
      <w:pPr>
        <w:pStyle w:val="PASUS"/>
        <w:spacing w:before="0" w:after="0"/>
        <w:rPr>
          <w:lang w:val="sr-Cyrl-CS"/>
        </w:rPr>
      </w:pPr>
      <w:r w:rsidRPr="00CE7CAC">
        <w:rPr>
          <w:lang w:val="sr-Cyrl-CS"/>
        </w:rPr>
        <w:t xml:space="preserve">Уредба 2020/2223 Европског парламента и </w:t>
      </w:r>
      <w:r w:rsidR="005E5D35" w:rsidRPr="00CE7CAC">
        <w:rPr>
          <w:lang w:val="sr-Cyrl-CS"/>
        </w:rPr>
        <w:t>Савета</w:t>
      </w:r>
      <w:r w:rsidRPr="00CE7CAC">
        <w:rPr>
          <w:lang w:val="sr-Cyrl-CS"/>
        </w:rPr>
        <w:t xml:space="preserve"> од 23. децембра 2020. године односи се на измену и допуну Уредбе бр. 883/2013, а у погледу дефинисања нових правила за даље јачање ОЛАФ-а и утврђивања начинa рада и координације са Европском канцеларијом јавних тужилаца (</w:t>
      </w:r>
      <w:r w:rsidRPr="00CE7CAC">
        <w:rPr>
          <w:i/>
          <w:iCs/>
          <w:lang w:val="sr-Cyrl-CS"/>
        </w:rPr>
        <w:t>EPPO</w:t>
      </w:r>
      <w:r w:rsidRPr="00CE7CAC">
        <w:rPr>
          <w:lang w:val="sr-Cyrl-CS"/>
        </w:rPr>
        <w:t>). Европска канцеларија јавних тужилаца (</w:t>
      </w:r>
      <w:r w:rsidRPr="00CE7CAC">
        <w:rPr>
          <w:i/>
          <w:iCs/>
          <w:lang w:val="sr-Cyrl-CS"/>
        </w:rPr>
        <w:t>EPPO</w:t>
      </w:r>
      <w:r w:rsidRPr="00CE7CAC">
        <w:rPr>
          <w:lang w:val="sr-Cyrl-CS"/>
        </w:rPr>
        <w:t>)</w:t>
      </w:r>
      <w:r w:rsidR="005E5D35" w:rsidRPr="00CE7CAC">
        <w:rPr>
          <w:lang w:val="sr-Cyrl-CS"/>
        </w:rPr>
        <w:t>, успостављена Уредбом Савета 2017/1939,</w:t>
      </w:r>
      <w:r w:rsidRPr="00CE7CAC">
        <w:rPr>
          <w:lang w:val="sr-Cyrl-CS"/>
        </w:rPr>
        <w:t xml:space="preserve"> представља прво наднационално јавно тужилаштво које ће деловати у 22 државе чланице ЕУ, са основним циљем који се односи на спровођење истрага и процесуирање извршилаца кривичних дела која погађају финансијске интересе ЕУ.</w:t>
      </w:r>
    </w:p>
    <w:p w14:paraId="6F9878B9" w14:textId="77777777" w:rsidR="00E832B7" w:rsidRPr="00CE7CAC" w:rsidRDefault="00E832B7" w:rsidP="00E832B7">
      <w:pPr>
        <w:pStyle w:val="PASUS"/>
        <w:spacing w:before="0" w:after="0"/>
        <w:rPr>
          <w:lang w:val="sr-Cyrl-CS"/>
        </w:rPr>
      </w:pPr>
    </w:p>
    <w:p w14:paraId="475C52C2" w14:textId="5D4FCA04" w:rsidR="00E832B7" w:rsidRPr="00CE7CAC" w:rsidRDefault="00E832B7" w:rsidP="00E832B7">
      <w:pPr>
        <w:pStyle w:val="PASUS"/>
        <w:spacing w:before="0" w:after="0"/>
        <w:rPr>
          <w:lang w:val="sr-Cyrl-CS"/>
        </w:rPr>
      </w:pPr>
      <w:r w:rsidRPr="00CE7CAC">
        <w:rPr>
          <w:lang w:val="sr-Cyrl-CS"/>
        </w:rPr>
        <w:t>Стратегијом Европске комисије за борбу против превара</w:t>
      </w:r>
      <w:r w:rsidR="00521D80" w:rsidRPr="00CE7CAC">
        <w:rPr>
          <w:lang w:val="sr-Cyrl-CS"/>
        </w:rPr>
        <w:t xml:space="preserve"> </w:t>
      </w:r>
      <w:r w:rsidR="00521D80" w:rsidRPr="00CE7CAC">
        <w:rPr>
          <w:i/>
          <w:lang w:val="sr-Cyrl-CS"/>
        </w:rPr>
        <w:t>COM(2019) 196 final</w:t>
      </w:r>
      <w:r w:rsidRPr="00CE7CAC">
        <w:rPr>
          <w:lang w:val="sr-Cyrl-CS"/>
        </w:rPr>
        <w:t xml:space="preserve"> представљен је нови приступ борби против превара кроз прилагођене и појачане активности у одређеним областима, а у циљу заштите финансијских интереса ЕУ.</w:t>
      </w:r>
    </w:p>
    <w:p w14:paraId="3BDFB890" w14:textId="77777777" w:rsidR="00E832B7" w:rsidRPr="00CE7CAC" w:rsidRDefault="00E832B7" w:rsidP="00E832B7">
      <w:pPr>
        <w:pStyle w:val="PASUS"/>
        <w:spacing w:before="0" w:after="0"/>
        <w:rPr>
          <w:lang w:val="sr-Cyrl-CS"/>
        </w:rPr>
      </w:pPr>
    </w:p>
    <w:p w14:paraId="10B84F39" w14:textId="77777777" w:rsidR="00E832B7" w:rsidRPr="00CE7CAC" w:rsidRDefault="00E832B7" w:rsidP="00E832B7">
      <w:pPr>
        <w:pStyle w:val="PASUS"/>
        <w:spacing w:before="0" w:after="0"/>
        <w:rPr>
          <w:lang w:val="sr-Cyrl-CS"/>
        </w:rPr>
      </w:pPr>
      <w:r w:rsidRPr="00CE7CAC">
        <w:rPr>
          <w:lang w:val="sr-Cyrl-CS"/>
        </w:rPr>
        <w:t xml:space="preserve">Посебан акценат у овој стратегији ставља се на интензивну борбу против превара које наносе штету приходној страни буџета ЕУ. Кључна подручја покривена поменутом стратегијом су пореске преваре, злоупотребе поступака јавних набавки, као и повреде професионалних дужности од стране особља које припада институцијама и телима ЕУ. </w:t>
      </w:r>
    </w:p>
    <w:p w14:paraId="0D651131" w14:textId="7AB17792" w:rsidR="00113F5A" w:rsidRPr="00CE7CAC" w:rsidRDefault="009C7DFB" w:rsidP="00EC6D93">
      <w:pPr>
        <w:pStyle w:val="PASUS"/>
        <w:rPr>
          <w:b/>
          <w:lang w:val="sr-Cyrl-CS"/>
        </w:rPr>
      </w:pPr>
      <w:r w:rsidRPr="00CE7CAC">
        <w:rPr>
          <w:b/>
          <w:lang w:val="sr-Cyrl-CS"/>
        </w:rPr>
        <w:t>III.</w:t>
      </w:r>
      <w:r w:rsidR="001120CD" w:rsidRPr="00CE7CAC">
        <w:rPr>
          <w:b/>
          <w:lang w:val="sr-Cyrl-CS"/>
        </w:rPr>
        <w:t xml:space="preserve"> </w:t>
      </w:r>
      <w:r w:rsidR="00BB6A98" w:rsidRPr="00CE7CAC">
        <w:rPr>
          <w:b/>
          <w:lang w:val="sr-Cyrl-CS"/>
        </w:rPr>
        <w:t>Анализа ефеката</w:t>
      </w:r>
      <w:r w:rsidR="00E44207" w:rsidRPr="00CE7CAC">
        <w:rPr>
          <w:b/>
          <w:lang w:val="sr-Cyrl-CS"/>
        </w:rPr>
        <w:t xml:space="preserve"> Стратегије</w:t>
      </w:r>
      <w:r w:rsidR="00BB6A98" w:rsidRPr="00CE7CAC">
        <w:rPr>
          <w:b/>
          <w:lang w:val="sr-Cyrl-CS"/>
        </w:rPr>
        <w:t xml:space="preserve"> 2017</w:t>
      </w:r>
      <w:r w:rsidR="008E6594" w:rsidRPr="00CE7CAC">
        <w:rPr>
          <w:lang w:val="sr-Cyrl-CS"/>
        </w:rPr>
        <w:t>−</w:t>
      </w:r>
      <w:r w:rsidR="00BB6A98" w:rsidRPr="00CE7CAC">
        <w:rPr>
          <w:b/>
          <w:lang w:val="sr-Cyrl-CS"/>
        </w:rPr>
        <w:t>2020</w:t>
      </w:r>
      <w:r w:rsidR="00E44207" w:rsidRPr="00CE7CAC">
        <w:rPr>
          <w:b/>
          <w:lang w:val="sr-Cyrl-CS"/>
        </w:rPr>
        <w:t xml:space="preserve"> </w:t>
      </w:r>
    </w:p>
    <w:p w14:paraId="79512AC9" w14:textId="6C222E31" w:rsidR="0073404C" w:rsidRPr="00CE7CAC" w:rsidRDefault="00600B9D" w:rsidP="00073569">
      <w:pPr>
        <w:pStyle w:val="PASUS"/>
        <w:spacing w:before="0" w:after="0"/>
        <w:rPr>
          <w:lang w:val="sr-Cyrl-CS"/>
        </w:rPr>
      </w:pPr>
      <w:r w:rsidRPr="00CE7CAC">
        <w:rPr>
          <w:lang w:val="sr-Cyrl-CS"/>
        </w:rPr>
        <w:t xml:space="preserve">У циљу спровођења </w:t>
      </w:r>
      <w:r w:rsidRPr="00CE7CAC">
        <w:rPr>
          <w:i/>
          <w:lang w:val="sr-Cyrl-CS"/>
        </w:rPr>
        <w:t>ex-post</w:t>
      </w:r>
      <w:r w:rsidRPr="00CE7CAC">
        <w:rPr>
          <w:lang w:val="sr-Cyrl-CS"/>
        </w:rPr>
        <w:t xml:space="preserve"> анализе ефеката, сачињен је упитник који је достављен члановима Мреже ради давања одговора на постављена питања. Упитник је </w:t>
      </w:r>
      <w:r w:rsidR="00705C25" w:rsidRPr="00CE7CAC">
        <w:rPr>
          <w:lang w:val="sr-Cyrl-CS"/>
        </w:rPr>
        <w:t xml:space="preserve">био </w:t>
      </w:r>
      <w:r w:rsidRPr="00CE7CAC">
        <w:rPr>
          <w:lang w:val="sr-Cyrl-CS"/>
        </w:rPr>
        <w:t>подељен на четири области (релевантност/значај, ефективност, ефикасност и одрживост) и садрж</w:t>
      </w:r>
      <w:r w:rsidR="00705C25" w:rsidRPr="00CE7CAC">
        <w:rPr>
          <w:lang w:val="sr-Cyrl-CS"/>
        </w:rPr>
        <w:t>ао је</w:t>
      </w:r>
      <w:r w:rsidRPr="00CE7CAC">
        <w:rPr>
          <w:lang w:val="sr-Cyrl-CS"/>
        </w:rPr>
        <w:t xml:space="preserve"> 36 питања која с</w:t>
      </w:r>
      <w:r w:rsidR="00705C25" w:rsidRPr="00CE7CAC">
        <w:rPr>
          <w:lang w:val="sr-Cyrl-CS"/>
        </w:rPr>
        <w:t>у се</w:t>
      </w:r>
      <w:r w:rsidRPr="00CE7CAC">
        <w:rPr>
          <w:lang w:val="sr-Cyrl-CS"/>
        </w:rPr>
        <w:t xml:space="preserve"> однос</w:t>
      </w:r>
      <w:r w:rsidR="00705C25" w:rsidRPr="00CE7CAC">
        <w:rPr>
          <w:lang w:val="sr-Cyrl-CS"/>
        </w:rPr>
        <w:t>ила</w:t>
      </w:r>
      <w:r w:rsidRPr="00CE7CAC">
        <w:rPr>
          <w:lang w:val="sr-Cyrl-CS"/>
        </w:rPr>
        <w:t xml:space="preserve"> на тренутно стање и спровођење активности из</w:t>
      </w:r>
      <w:r w:rsidR="00B9619A" w:rsidRPr="00CE7CAC">
        <w:rPr>
          <w:lang w:val="sr-Cyrl-CS"/>
        </w:rPr>
        <w:t xml:space="preserve"> Стратегиј</w:t>
      </w:r>
      <w:r w:rsidR="005B66BA" w:rsidRPr="00CE7CAC">
        <w:rPr>
          <w:lang w:val="sr-Cyrl-CS"/>
        </w:rPr>
        <w:t>e</w:t>
      </w:r>
      <w:r w:rsidR="00B9619A" w:rsidRPr="00CE7CAC">
        <w:rPr>
          <w:lang w:val="sr-Cyrl-CS"/>
        </w:rPr>
        <w:t xml:space="preserve"> 2017</w:t>
      </w:r>
      <w:r w:rsidR="006034B0" w:rsidRPr="00CE7CAC">
        <w:rPr>
          <w:lang w:val="sr-Cyrl-CS"/>
        </w:rPr>
        <w:t>−</w:t>
      </w:r>
      <w:r w:rsidR="00B9619A" w:rsidRPr="00CE7CAC">
        <w:rPr>
          <w:lang w:val="sr-Cyrl-CS"/>
        </w:rPr>
        <w:t>2020</w:t>
      </w:r>
      <w:r w:rsidRPr="00CE7CAC">
        <w:rPr>
          <w:lang w:val="sr-Cyrl-CS"/>
        </w:rPr>
        <w:t xml:space="preserve">. Чланови Мреже су имали задатак да опишу тренутно стање, дају оцену досадашње ситуације и предложе мере за примену у будућности. </w:t>
      </w:r>
    </w:p>
    <w:p w14:paraId="611D3706" w14:textId="32D5E291" w:rsidR="00145350" w:rsidRPr="00CE7CAC" w:rsidRDefault="00145350" w:rsidP="00F97D62">
      <w:pPr>
        <w:pStyle w:val="PODNASLOV"/>
        <w:numPr>
          <w:ilvl w:val="0"/>
          <w:numId w:val="3"/>
        </w:numPr>
        <w:tabs>
          <w:tab w:val="left" w:pos="993"/>
        </w:tabs>
        <w:ind w:hanging="11"/>
        <w:rPr>
          <w:color w:val="auto"/>
          <w:sz w:val="24"/>
          <w:lang w:val="sr-Cyrl-CS"/>
        </w:rPr>
      </w:pPr>
      <w:bookmarkStart w:id="0" w:name="_Toc53735530"/>
      <w:r w:rsidRPr="00CE7CAC">
        <w:rPr>
          <w:color w:val="auto"/>
          <w:sz w:val="24"/>
          <w:lang w:val="sr-Cyrl-CS"/>
        </w:rPr>
        <w:t>Релевантност</w:t>
      </w:r>
      <w:r w:rsidR="00BB6A98" w:rsidRPr="00CE7CAC">
        <w:rPr>
          <w:color w:val="auto"/>
          <w:sz w:val="24"/>
          <w:lang w:val="sr-Cyrl-CS"/>
        </w:rPr>
        <w:t>/</w:t>
      </w:r>
      <w:r w:rsidRPr="00CE7CAC">
        <w:rPr>
          <w:color w:val="auto"/>
          <w:sz w:val="24"/>
          <w:lang w:val="sr-Cyrl-CS"/>
        </w:rPr>
        <w:t>значај</w:t>
      </w:r>
      <w:bookmarkEnd w:id="0"/>
    </w:p>
    <w:p w14:paraId="38D4C7FB" w14:textId="77777777" w:rsidR="00FE62B7" w:rsidRPr="00CE7CAC" w:rsidRDefault="00145350" w:rsidP="00FE62B7">
      <w:pPr>
        <w:keepNext/>
        <w:spacing w:after="0" w:line="240" w:lineRule="auto"/>
        <w:ind w:firstLine="720"/>
        <w:jc w:val="both"/>
        <w:rPr>
          <w:noProof/>
          <w:lang w:val="sr-Cyrl-CS"/>
        </w:rPr>
      </w:pPr>
      <w:r w:rsidRPr="00CE7CAC">
        <w:rPr>
          <w:rFonts w:ascii="Times New Roman" w:hAnsi="Times New Roman" w:cs="Times New Roman"/>
          <w:noProof/>
        </w:rPr>
        <w:drawing>
          <wp:inline distT="0" distB="0" distL="0" distR="0" wp14:anchorId="0CADE396" wp14:editId="4ED59596">
            <wp:extent cx="5040000" cy="2520000"/>
            <wp:effectExtent l="0" t="0" r="8255" b="1397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08CA1D" w14:textId="4C6ED5C7" w:rsidR="00145350" w:rsidRPr="00CE7CAC" w:rsidRDefault="00FE62B7" w:rsidP="00FE62B7">
      <w:pPr>
        <w:pStyle w:val="Caption"/>
        <w:jc w:val="center"/>
        <w:rPr>
          <w:rFonts w:ascii="Times New Roman" w:hAnsi="Times New Roman" w:cs="Times New Roman"/>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1</w:t>
      </w:r>
      <w:r w:rsidRPr="00CE7CAC">
        <w:rPr>
          <w:rFonts w:ascii="Times New Roman" w:hAnsi="Times New Roman" w:cs="Times New Roman"/>
          <w:noProof/>
          <w:color w:val="auto"/>
          <w:sz w:val="24"/>
          <w:szCs w:val="24"/>
          <w:lang w:val="sr-Cyrl-CS"/>
        </w:rPr>
        <w:fldChar w:fldCharType="end"/>
      </w:r>
    </w:p>
    <w:p w14:paraId="2A3EA3E3" w14:textId="639C8EF8" w:rsidR="00145350" w:rsidRPr="00CE7CAC" w:rsidRDefault="006177F4" w:rsidP="00073569">
      <w:pPr>
        <w:pStyle w:val="PASUS"/>
        <w:spacing w:before="0" w:after="0"/>
        <w:rPr>
          <w:lang w:val="sr-Cyrl-CS"/>
        </w:rPr>
      </w:pPr>
      <w:r>
        <w:rPr>
          <w:lang w:val="sr-Cyrl-CS"/>
        </w:rPr>
        <w:t xml:space="preserve">Увидом у </w:t>
      </w:r>
      <w:r>
        <w:t>Г</w:t>
      </w:r>
      <w:r w:rsidR="00145350" w:rsidRPr="00CE7CAC">
        <w:rPr>
          <w:lang w:val="sr-Cyrl-CS"/>
        </w:rPr>
        <w:t>рафикон 1 може се констатовати да је средња оцена одговора у погледу релевантности Стратегије</w:t>
      </w:r>
      <w:r w:rsidR="00B9619A" w:rsidRPr="00CE7CAC">
        <w:rPr>
          <w:lang w:val="sr-Cyrl-CS"/>
        </w:rPr>
        <w:t xml:space="preserve"> 2017</w:t>
      </w:r>
      <w:r w:rsidR="008E6594" w:rsidRPr="00CE7CAC">
        <w:rPr>
          <w:lang w:val="sr-Cyrl-CS"/>
        </w:rPr>
        <w:t>−</w:t>
      </w:r>
      <w:r w:rsidR="00B9619A" w:rsidRPr="00CE7CAC">
        <w:rPr>
          <w:lang w:val="sr-Cyrl-CS"/>
        </w:rPr>
        <w:t>2020</w:t>
      </w:r>
      <w:r w:rsidR="00145350" w:rsidRPr="00CE7CAC">
        <w:rPr>
          <w:lang w:val="sr-Cyrl-CS"/>
        </w:rPr>
        <w:t xml:space="preserve"> висока (4.4/5) и указује на оправданост и потребу </w:t>
      </w:r>
      <w:r w:rsidR="00145350" w:rsidRPr="00CE7CAC">
        <w:rPr>
          <w:lang w:val="sr-Cyrl-CS"/>
        </w:rPr>
        <w:lastRenderedPageBreak/>
        <w:t>наставка стратешког деловања у области заштите финансијских интереса Е</w:t>
      </w:r>
      <w:r w:rsidR="00285118" w:rsidRPr="00CE7CAC">
        <w:rPr>
          <w:lang w:val="sr-Cyrl-CS"/>
        </w:rPr>
        <w:t>У</w:t>
      </w:r>
      <w:r w:rsidR="00145350" w:rsidRPr="00CE7CAC">
        <w:rPr>
          <w:lang w:val="sr-Cyrl-CS"/>
        </w:rPr>
        <w:t>. У прикупљеним одговорима се истиче препознавање неопходности наставка политике у вези са заштитом финансијских интереса ЕУ и даљег развоја ове области као „интегралног дела процеса ЕУ интеграција”.</w:t>
      </w:r>
    </w:p>
    <w:p w14:paraId="4021FDC7" w14:textId="77777777" w:rsidR="00073569" w:rsidRPr="00CE7CAC" w:rsidRDefault="00073569" w:rsidP="00073569">
      <w:pPr>
        <w:pStyle w:val="PASUS"/>
        <w:spacing w:before="0" w:after="0"/>
        <w:rPr>
          <w:lang w:val="sr-Cyrl-CS"/>
        </w:rPr>
      </w:pPr>
    </w:p>
    <w:p w14:paraId="73118B9D" w14:textId="77777777" w:rsidR="002A4D48" w:rsidRPr="00CE7CAC" w:rsidRDefault="00145350" w:rsidP="00073569">
      <w:pPr>
        <w:pStyle w:val="PASUS"/>
        <w:spacing w:before="0" w:after="0"/>
        <w:rPr>
          <w:lang w:val="sr-Cyrl-CS"/>
        </w:rPr>
      </w:pPr>
      <w:r w:rsidRPr="00CE7CAC">
        <w:rPr>
          <w:lang w:val="sr-Cyrl-CS"/>
        </w:rPr>
        <w:t>У исто време, прикупљене информације указују на простор за побољшање „учешћа организација цивилног друштва” док се у домену „уочених проблема у току спровођења стратегије” може констатовати да је потребно оснажити праћење имплементације кроз редовне анализе проблема у току спровођења мера и проактивно деловање на њиховом отклањању.</w:t>
      </w:r>
    </w:p>
    <w:p w14:paraId="0325FB74" w14:textId="77777777" w:rsidR="00492053" w:rsidRPr="00CE7CAC" w:rsidRDefault="00492053" w:rsidP="00073569">
      <w:pPr>
        <w:pStyle w:val="PASUS"/>
        <w:spacing w:before="0" w:after="0"/>
        <w:rPr>
          <w:lang w:val="sr-Cyrl-CS"/>
        </w:rPr>
      </w:pPr>
    </w:p>
    <w:p w14:paraId="632C3687" w14:textId="77777777" w:rsidR="00492053" w:rsidRPr="00CE7CAC" w:rsidRDefault="00492053" w:rsidP="00492053">
      <w:pPr>
        <w:pStyle w:val="PASUS"/>
        <w:spacing w:before="0" w:after="0"/>
        <w:rPr>
          <w:lang w:val="sr-Cyrl-CS"/>
        </w:rPr>
      </w:pPr>
      <w:r w:rsidRPr="00CE7CAC">
        <w:rPr>
          <w:lang w:val="sr-Cyrl-CS"/>
        </w:rPr>
        <w:t xml:space="preserve">У наредном периоду потребно је јавности и заинтересованим странама активније промовисати резултате имплементације, што су поједине институције из Мреже предложиле у погледу унапређења јавне доступности будуће стратегије и извештаја о праћењу. </w:t>
      </w:r>
    </w:p>
    <w:p w14:paraId="17DC1C31"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1" w:name="_Toc53735531"/>
      <w:r w:rsidRPr="00CE7CAC">
        <w:rPr>
          <w:color w:val="auto"/>
          <w:sz w:val="24"/>
          <w:lang w:val="sr-Cyrl-CS"/>
        </w:rPr>
        <w:t>Ефективност</w:t>
      </w:r>
      <w:bookmarkEnd w:id="1"/>
      <w:r w:rsidRPr="00CE7CAC">
        <w:rPr>
          <w:color w:val="auto"/>
          <w:sz w:val="24"/>
          <w:lang w:val="sr-Cyrl-CS"/>
        </w:rPr>
        <w:t xml:space="preserve"> </w:t>
      </w:r>
    </w:p>
    <w:p w14:paraId="723240A4"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604D00B5" wp14:editId="0520FBEB">
            <wp:extent cx="5040000" cy="2520000"/>
            <wp:effectExtent l="0" t="0" r="8255" b="139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CE6C04D" w14:textId="5E50B5D1" w:rsidR="00145350" w:rsidRPr="00CE7CAC" w:rsidRDefault="00E9056C" w:rsidP="00E9056C">
      <w:pPr>
        <w:pStyle w:val="Caption"/>
        <w:jc w:val="center"/>
        <w:rPr>
          <w:rFonts w:ascii="Times New Roman" w:hAnsi="Times New Roman" w:cs="Times New Roman"/>
          <w:i w:val="0"/>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2</w:t>
      </w:r>
      <w:r w:rsidRPr="00CE7CAC">
        <w:rPr>
          <w:rFonts w:ascii="Times New Roman" w:hAnsi="Times New Roman" w:cs="Times New Roman"/>
          <w:noProof/>
          <w:color w:val="auto"/>
          <w:sz w:val="24"/>
          <w:szCs w:val="24"/>
          <w:lang w:val="sr-Cyrl-CS"/>
        </w:rPr>
        <w:fldChar w:fldCharType="end"/>
      </w:r>
    </w:p>
    <w:p w14:paraId="0B6C1308" w14:textId="77777777" w:rsidR="00145350" w:rsidRPr="00CE7CAC" w:rsidRDefault="00145350" w:rsidP="00073569">
      <w:pPr>
        <w:pStyle w:val="PASUS"/>
        <w:spacing w:before="0" w:after="0"/>
        <w:rPr>
          <w:lang w:val="sr-Cyrl-CS"/>
        </w:rPr>
      </w:pPr>
      <w:r w:rsidRPr="00CE7CAC">
        <w:rPr>
          <w:lang w:val="sr-Cyrl-CS"/>
        </w:rPr>
        <w:t>Анализом питања која се односе на ефективност</w:t>
      </w:r>
      <w:r w:rsidR="00285118" w:rsidRPr="00CE7CAC">
        <w:rPr>
          <w:lang w:val="sr-Cyrl-CS"/>
        </w:rPr>
        <w:t>,</w:t>
      </w:r>
      <w:r w:rsidRPr="00CE7CAC">
        <w:rPr>
          <w:lang w:val="sr-Cyrl-CS"/>
        </w:rPr>
        <w:t xml:space="preserve"> уочава се да је средња оцена досадашње имплементације релативно ниска (3.6/5)</w:t>
      </w:r>
      <w:r w:rsidR="00D45853" w:rsidRPr="00CE7CAC">
        <w:rPr>
          <w:lang w:val="sr-Cyrl-CS"/>
        </w:rPr>
        <w:t xml:space="preserve">. </w:t>
      </w:r>
      <w:r w:rsidR="0063402F" w:rsidRPr="00CE7CAC">
        <w:rPr>
          <w:lang w:val="sr-Cyrl-CS"/>
        </w:rPr>
        <w:t>Ц</w:t>
      </w:r>
      <w:r w:rsidRPr="00CE7CAC">
        <w:rPr>
          <w:lang w:val="sr-Cyrl-CS"/>
        </w:rPr>
        <w:t>иљев</w:t>
      </w:r>
      <w:r w:rsidR="0063402F" w:rsidRPr="00CE7CAC">
        <w:rPr>
          <w:lang w:val="sr-Cyrl-CS"/>
        </w:rPr>
        <w:t>и</w:t>
      </w:r>
      <w:r w:rsidRPr="00CE7CAC">
        <w:rPr>
          <w:lang w:val="sr-Cyrl-CS"/>
        </w:rPr>
        <w:t xml:space="preserve"> у вези са подизањем нивоа свести јавности</w:t>
      </w:r>
      <w:r w:rsidR="00AC32C0" w:rsidRPr="00CE7CAC">
        <w:rPr>
          <w:lang w:val="sr-Cyrl-CS"/>
        </w:rPr>
        <w:t xml:space="preserve"> </w:t>
      </w:r>
      <w:r w:rsidRPr="00CE7CAC">
        <w:rPr>
          <w:lang w:val="sr-Cyrl-CS"/>
        </w:rPr>
        <w:t>и јачање</w:t>
      </w:r>
      <w:r w:rsidR="00E74FC2" w:rsidRPr="00CE7CAC">
        <w:rPr>
          <w:lang w:val="sr-Cyrl-CS"/>
        </w:rPr>
        <w:t>м</w:t>
      </w:r>
      <w:r w:rsidRPr="00CE7CAC">
        <w:rPr>
          <w:lang w:val="sr-Cyrl-CS"/>
        </w:rPr>
        <w:t xml:space="preserve"> институција кроз обуке</w:t>
      </w:r>
      <w:r w:rsidR="0063402F" w:rsidRPr="00CE7CAC">
        <w:rPr>
          <w:lang w:val="sr-Cyrl-CS"/>
        </w:rPr>
        <w:t xml:space="preserve"> оцењени су ниским вредностима</w:t>
      </w:r>
      <w:r w:rsidR="00E501CA" w:rsidRPr="00CE7CAC">
        <w:rPr>
          <w:lang w:val="sr-Cyrl-CS"/>
        </w:rPr>
        <w:t>,</w:t>
      </w:r>
      <w:r w:rsidR="00AC32C0" w:rsidRPr="00CE7CAC">
        <w:rPr>
          <w:lang w:val="sr-Cyrl-CS"/>
        </w:rPr>
        <w:t xml:space="preserve"> </w:t>
      </w:r>
      <w:r w:rsidRPr="00CE7CAC">
        <w:rPr>
          <w:lang w:val="sr-Cyrl-CS"/>
        </w:rPr>
        <w:t xml:space="preserve">док су остали стратешки циљеви оцењени тек незнатно вишим просечним вредностима. Код циља који се односи на „јачање АФКОС-а” сугерисано је да би даље капацитете требало побољшати </w:t>
      </w:r>
      <w:r w:rsidR="00E74FC2" w:rsidRPr="00CE7CAC">
        <w:rPr>
          <w:lang w:val="sr-Cyrl-CS"/>
        </w:rPr>
        <w:t xml:space="preserve">у складу са </w:t>
      </w:r>
      <w:r w:rsidRPr="00CE7CAC">
        <w:rPr>
          <w:lang w:val="sr-Cyrl-CS"/>
        </w:rPr>
        <w:t>анализ</w:t>
      </w:r>
      <w:r w:rsidR="00E74FC2" w:rsidRPr="00CE7CAC">
        <w:rPr>
          <w:lang w:val="sr-Cyrl-CS"/>
        </w:rPr>
        <w:t>ом</w:t>
      </w:r>
      <w:r w:rsidRPr="00CE7CAC">
        <w:rPr>
          <w:lang w:val="sr-Cyrl-CS"/>
        </w:rPr>
        <w:t xml:space="preserve"> потреба за деловањем у наредном периоду. </w:t>
      </w:r>
      <w:r w:rsidR="00897A63" w:rsidRPr="00CE7CAC">
        <w:rPr>
          <w:lang w:val="sr-Cyrl-CS"/>
        </w:rPr>
        <w:t>Одговори прикупљени у вези циљ</w:t>
      </w:r>
      <w:r w:rsidR="00D23805" w:rsidRPr="00CE7CAC">
        <w:rPr>
          <w:lang w:val="sr-Cyrl-CS"/>
        </w:rPr>
        <w:t>а</w:t>
      </w:r>
      <w:r w:rsidR="00E501CA" w:rsidRPr="00CE7CAC">
        <w:rPr>
          <w:lang w:val="sr-Cyrl-CS"/>
        </w:rPr>
        <w:t xml:space="preserve"> </w:t>
      </w:r>
      <w:r w:rsidRPr="00CE7CAC">
        <w:rPr>
          <w:lang w:val="sr-Cyrl-CS"/>
        </w:rPr>
        <w:t>„унапређењ</w:t>
      </w:r>
      <w:r w:rsidR="00E501CA" w:rsidRPr="00CE7CAC">
        <w:rPr>
          <w:lang w:val="sr-Cyrl-CS"/>
        </w:rPr>
        <w:t>е</w:t>
      </w:r>
      <w:r w:rsidRPr="00CE7CAC">
        <w:rPr>
          <w:lang w:val="sr-Cyrl-CS"/>
        </w:rPr>
        <w:t xml:space="preserve"> правног оквира” указују на потребу приоритизације (бржег усвајања) оних правних решења која су усмерена на усклађивање са правилима ЕУ. </w:t>
      </w:r>
      <w:r w:rsidR="007A04A0" w:rsidRPr="00CE7CAC">
        <w:rPr>
          <w:lang w:val="sr-Cyrl-CS"/>
        </w:rPr>
        <w:t>П</w:t>
      </w:r>
      <w:r w:rsidR="00BB1980" w:rsidRPr="00CE7CAC">
        <w:rPr>
          <w:lang w:val="sr-Cyrl-CS"/>
        </w:rPr>
        <w:t xml:space="preserve">риликом оцене циљева </w:t>
      </w:r>
      <w:r w:rsidR="00C02970" w:rsidRPr="00CE7CAC">
        <w:rPr>
          <w:lang w:val="sr-Cyrl-CS"/>
        </w:rPr>
        <w:t>„успостављање</w:t>
      </w:r>
      <w:r w:rsidR="00BB1980" w:rsidRPr="00CE7CAC">
        <w:rPr>
          <w:lang w:val="sr-Cyrl-CS"/>
        </w:rPr>
        <w:t xml:space="preserve"> ефикасног система за сузбијање неправилности и превара</w:t>
      </w:r>
      <w:r w:rsidR="00C02970" w:rsidRPr="00CE7CAC">
        <w:rPr>
          <w:lang w:val="sr-Cyrl-CS"/>
        </w:rPr>
        <w:t>”</w:t>
      </w:r>
      <w:r w:rsidR="00BB1980" w:rsidRPr="00CE7CAC">
        <w:rPr>
          <w:lang w:val="sr-Cyrl-CS"/>
        </w:rPr>
        <w:t xml:space="preserve"> и </w:t>
      </w:r>
      <w:r w:rsidR="00C02970" w:rsidRPr="00CE7CAC">
        <w:rPr>
          <w:lang w:val="sr-Cyrl-CS"/>
        </w:rPr>
        <w:t>„</w:t>
      </w:r>
      <w:r w:rsidR="00BB1980" w:rsidRPr="00CE7CAC">
        <w:rPr>
          <w:lang w:val="sr-Cyrl-CS"/>
        </w:rPr>
        <w:t>јачање сарадње АФКОС-а</w:t>
      </w:r>
      <w:r w:rsidR="00C02970" w:rsidRPr="00CE7CAC">
        <w:rPr>
          <w:lang w:val="sr-Cyrl-CS"/>
        </w:rPr>
        <w:t xml:space="preserve"> </w:t>
      </w:r>
      <w:r w:rsidR="00BB1980" w:rsidRPr="00CE7CAC">
        <w:rPr>
          <w:lang w:val="sr-Cyrl-CS"/>
        </w:rPr>
        <w:t>са националним и међународним институцијама</w:t>
      </w:r>
      <w:r w:rsidR="00C02970" w:rsidRPr="00CE7CAC">
        <w:rPr>
          <w:lang w:val="sr-Cyrl-CS"/>
        </w:rPr>
        <w:t>”</w:t>
      </w:r>
      <w:r w:rsidR="00BB1980" w:rsidRPr="00CE7CAC">
        <w:rPr>
          <w:lang w:val="sr-Cyrl-CS"/>
        </w:rPr>
        <w:t xml:space="preserve"> </w:t>
      </w:r>
      <w:r w:rsidR="007A04A0" w:rsidRPr="00CE7CAC">
        <w:rPr>
          <w:lang w:val="sr-Cyrl-CS"/>
        </w:rPr>
        <w:t>н</w:t>
      </w:r>
      <w:r w:rsidRPr="00CE7CAC">
        <w:rPr>
          <w:lang w:val="sr-Cyrl-CS"/>
        </w:rPr>
        <w:t xml:space="preserve">ије прикупљено довољно квалитативних информација </w:t>
      </w:r>
      <w:r w:rsidR="00A44195" w:rsidRPr="00CE7CAC">
        <w:rPr>
          <w:lang w:val="sr-Cyrl-CS"/>
        </w:rPr>
        <w:t xml:space="preserve">тако да је </w:t>
      </w:r>
      <w:r w:rsidR="007A04A0" w:rsidRPr="00CE7CAC">
        <w:rPr>
          <w:lang w:val="sr-Cyrl-CS"/>
        </w:rPr>
        <w:t xml:space="preserve">изостала </w:t>
      </w:r>
      <w:r w:rsidRPr="00CE7CAC">
        <w:rPr>
          <w:lang w:val="sr-Cyrl-CS"/>
        </w:rPr>
        <w:t>анализ</w:t>
      </w:r>
      <w:r w:rsidR="007A04A0" w:rsidRPr="00CE7CAC">
        <w:rPr>
          <w:lang w:val="sr-Cyrl-CS"/>
        </w:rPr>
        <w:t>а</w:t>
      </w:r>
      <w:r w:rsidRPr="00CE7CAC">
        <w:rPr>
          <w:lang w:val="sr-Cyrl-CS"/>
        </w:rPr>
        <w:t xml:space="preserve"> ниских оцена</w:t>
      </w:r>
      <w:r w:rsidR="007A04A0" w:rsidRPr="00CE7CAC">
        <w:rPr>
          <w:lang w:val="sr-Cyrl-CS"/>
        </w:rPr>
        <w:t xml:space="preserve"> </w:t>
      </w:r>
      <w:r w:rsidR="00A44195" w:rsidRPr="00CE7CAC">
        <w:rPr>
          <w:lang w:val="sr-Cyrl-CS"/>
        </w:rPr>
        <w:t xml:space="preserve">ових </w:t>
      </w:r>
      <w:r w:rsidR="007A04A0" w:rsidRPr="00CE7CAC">
        <w:rPr>
          <w:lang w:val="sr-Cyrl-CS"/>
        </w:rPr>
        <w:t>циљева</w:t>
      </w:r>
      <w:r w:rsidRPr="00CE7CAC">
        <w:rPr>
          <w:lang w:val="sr-Cyrl-CS"/>
        </w:rPr>
        <w:t xml:space="preserve"> и могућих проблема у њиховом остваривању.</w:t>
      </w:r>
    </w:p>
    <w:p w14:paraId="4C22D134" w14:textId="77777777" w:rsidR="00073569" w:rsidRPr="00CE7CAC" w:rsidRDefault="00073569" w:rsidP="00073569">
      <w:pPr>
        <w:pStyle w:val="PASUS"/>
        <w:spacing w:before="0" w:after="0"/>
        <w:rPr>
          <w:lang w:val="sr-Cyrl-CS"/>
        </w:rPr>
      </w:pPr>
    </w:p>
    <w:p w14:paraId="6EC093AD" w14:textId="7CDE5381" w:rsidR="00145350" w:rsidRPr="00CE7CAC" w:rsidRDefault="00145350" w:rsidP="00073569">
      <w:pPr>
        <w:pStyle w:val="PASUS"/>
        <w:spacing w:before="0" w:after="0"/>
        <w:rPr>
          <w:lang w:val="sr-Cyrl-CS"/>
        </w:rPr>
      </w:pPr>
      <w:r w:rsidRPr="00CE7CAC">
        <w:rPr>
          <w:lang w:val="sr-Cyrl-CS"/>
        </w:rPr>
        <w:t xml:space="preserve">Када се заједно погледају прикупљене информације у сегменту релевантности и ефективности, а на основу достављених одговора из упитника, може се констатовати да је Стратегија </w:t>
      </w:r>
      <w:r w:rsidR="00C901BD" w:rsidRPr="00CE7CAC">
        <w:rPr>
          <w:lang w:val="sr-Cyrl-CS"/>
        </w:rPr>
        <w:t>2017</w:t>
      </w:r>
      <w:r w:rsidR="008E6594" w:rsidRPr="00CE7CAC">
        <w:rPr>
          <w:lang w:val="sr-Cyrl-CS"/>
        </w:rPr>
        <w:t>−</w:t>
      </w:r>
      <w:r w:rsidR="00C901BD" w:rsidRPr="00CE7CAC">
        <w:rPr>
          <w:lang w:val="sr-Cyrl-CS"/>
        </w:rPr>
        <w:t xml:space="preserve">2020 </w:t>
      </w:r>
      <w:r w:rsidRPr="00CE7CAC">
        <w:rPr>
          <w:lang w:val="sr-Cyrl-CS"/>
        </w:rPr>
        <w:t xml:space="preserve">била усмерена на праве области. </w:t>
      </w:r>
    </w:p>
    <w:p w14:paraId="6CEE413E" w14:textId="77777777" w:rsidR="00073569" w:rsidRPr="00CE7CAC" w:rsidRDefault="00073569" w:rsidP="00073569">
      <w:pPr>
        <w:pStyle w:val="PASUS"/>
        <w:spacing w:before="0" w:after="0"/>
        <w:rPr>
          <w:lang w:val="sr-Cyrl-CS"/>
        </w:rPr>
      </w:pPr>
    </w:p>
    <w:p w14:paraId="0B49C8DC" w14:textId="63605FF1" w:rsidR="006D28A5" w:rsidRPr="00CE7CAC" w:rsidRDefault="00145350" w:rsidP="00073569">
      <w:pPr>
        <w:pStyle w:val="PASUS"/>
        <w:spacing w:before="0" w:after="0"/>
        <w:rPr>
          <w:lang w:val="sr-Cyrl-CS"/>
        </w:rPr>
      </w:pPr>
      <w:r w:rsidRPr="00CE7CAC">
        <w:rPr>
          <w:lang w:val="sr-Cyrl-CS"/>
        </w:rPr>
        <w:t xml:space="preserve">Кумулативно, налази из </w:t>
      </w:r>
      <w:r w:rsidRPr="00CE7CAC">
        <w:rPr>
          <w:i/>
          <w:lang w:val="sr-Cyrl-CS"/>
        </w:rPr>
        <w:t>еx-post</w:t>
      </w:r>
      <w:r w:rsidRPr="00CE7CAC">
        <w:rPr>
          <w:lang w:val="sr-Cyrl-CS"/>
        </w:rPr>
        <w:t xml:space="preserve"> анализе указују да би сагледавање циљева у перспективи</w:t>
      </w:r>
      <w:r w:rsidR="00285118" w:rsidRPr="00CE7CAC">
        <w:rPr>
          <w:lang w:val="sr-Cyrl-CS"/>
        </w:rPr>
        <w:t>,</w:t>
      </w:r>
      <w:r w:rsidRPr="00CE7CAC">
        <w:rPr>
          <w:lang w:val="sr-Cyrl-CS"/>
        </w:rPr>
        <w:t xml:space="preserve"> </w:t>
      </w:r>
      <w:r w:rsidR="00285118" w:rsidRPr="00CE7CAC">
        <w:rPr>
          <w:lang w:val="sr-Cyrl-CS"/>
        </w:rPr>
        <w:t xml:space="preserve">за период </w:t>
      </w:r>
      <w:r w:rsidRPr="00CE7CAC">
        <w:rPr>
          <w:lang w:val="sr-Cyrl-CS"/>
        </w:rPr>
        <w:t>2021</w:t>
      </w:r>
      <w:r w:rsidR="008E6594" w:rsidRPr="00CE7CAC">
        <w:rPr>
          <w:lang w:val="sr-Cyrl-CS"/>
        </w:rPr>
        <w:t>−</w:t>
      </w:r>
      <w:r w:rsidRPr="00CE7CAC">
        <w:rPr>
          <w:lang w:val="sr-Cyrl-CS"/>
        </w:rPr>
        <w:t>2023.</w:t>
      </w:r>
      <w:r w:rsidR="00285118" w:rsidRPr="00CE7CAC">
        <w:rPr>
          <w:lang w:val="sr-Cyrl-CS"/>
        </w:rPr>
        <w:t xml:space="preserve"> године,</w:t>
      </w:r>
      <w:r w:rsidRPr="00CE7CAC">
        <w:rPr>
          <w:lang w:val="sr-Cyrl-CS"/>
        </w:rPr>
        <w:t xml:space="preserve"> требало почети са детаљнијом</w:t>
      </w:r>
      <w:r w:rsidR="00C901BD" w:rsidRPr="00CE7CAC">
        <w:rPr>
          <w:lang w:val="sr-Cyrl-CS"/>
        </w:rPr>
        <w:t xml:space="preserve"> </w:t>
      </w:r>
      <w:r w:rsidR="00432E88" w:rsidRPr="00CE7CAC">
        <w:rPr>
          <w:lang w:val="sr-Cyrl-CS"/>
        </w:rPr>
        <w:t xml:space="preserve">анализом испуњености </w:t>
      </w:r>
      <w:r w:rsidRPr="00CE7CAC">
        <w:rPr>
          <w:lang w:val="sr-Cyrl-CS"/>
        </w:rPr>
        <w:t>циљева</w:t>
      </w:r>
      <w:r w:rsidR="00BE034D" w:rsidRPr="00CE7CAC">
        <w:rPr>
          <w:lang w:val="sr-Cyrl-CS"/>
        </w:rPr>
        <w:t xml:space="preserve"> из </w:t>
      </w:r>
      <w:r w:rsidR="00C901BD" w:rsidRPr="00CE7CAC">
        <w:rPr>
          <w:lang w:val="sr-Cyrl-CS"/>
        </w:rPr>
        <w:t>С</w:t>
      </w:r>
      <w:r w:rsidR="00BE034D" w:rsidRPr="00CE7CAC">
        <w:rPr>
          <w:lang w:val="sr-Cyrl-CS"/>
        </w:rPr>
        <w:t>тратегије</w:t>
      </w:r>
      <w:r w:rsidR="00C901BD" w:rsidRPr="00CE7CAC">
        <w:rPr>
          <w:lang w:val="sr-Cyrl-CS"/>
        </w:rPr>
        <w:t xml:space="preserve"> 2017</w:t>
      </w:r>
      <w:r w:rsidR="008E6594" w:rsidRPr="00CE7CAC">
        <w:rPr>
          <w:lang w:val="sr-Cyrl-CS"/>
        </w:rPr>
        <w:t>−</w:t>
      </w:r>
      <w:r w:rsidR="00C901BD" w:rsidRPr="00CE7CAC">
        <w:rPr>
          <w:lang w:val="sr-Cyrl-CS"/>
        </w:rPr>
        <w:t>2020</w:t>
      </w:r>
      <w:r w:rsidRPr="00CE7CAC">
        <w:rPr>
          <w:lang w:val="sr-Cyrl-CS"/>
        </w:rPr>
        <w:t>, уз обавезну анализу ризика и фактора који су допринели нижој реализацији, како би исти могли бити</w:t>
      </w:r>
      <w:r w:rsidR="00C466D7">
        <w:rPr>
          <w:lang w:val="sr-Cyrl-CS"/>
        </w:rPr>
        <w:t xml:space="preserve"> отклоњени у наредном периоду.</w:t>
      </w:r>
    </w:p>
    <w:p w14:paraId="08FEEC0A" w14:textId="77777777" w:rsidR="008470C1" w:rsidRPr="00CE7CAC" w:rsidRDefault="008470C1" w:rsidP="00073569">
      <w:pPr>
        <w:pStyle w:val="PASUS"/>
        <w:spacing w:before="0" w:after="0"/>
        <w:rPr>
          <w:lang w:val="sr-Cyrl-CS"/>
        </w:rPr>
      </w:pPr>
    </w:p>
    <w:p w14:paraId="0E42489F"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2" w:name="_Toc53735532"/>
      <w:r w:rsidRPr="00CE7CAC">
        <w:rPr>
          <w:color w:val="auto"/>
          <w:sz w:val="24"/>
          <w:lang w:val="sr-Cyrl-CS"/>
        </w:rPr>
        <w:t>Ефикасност</w:t>
      </w:r>
      <w:bookmarkEnd w:id="2"/>
    </w:p>
    <w:p w14:paraId="1FE8BC6D"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5D6D29E1" wp14:editId="3FEC8FD4">
            <wp:extent cx="5040000" cy="2520000"/>
            <wp:effectExtent l="0" t="0" r="8255" b="1397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917212" w14:textId="0939D7D2" w:rsidR="00145350" w:rsidRPr="00CE7CAC" w:rsidRDefault="00E9056C" w:rsidP="000219EF">
      <w:pPr>
        <w:pStyle w:val="Caption"/>
        <w:jc w:val="center"/>
        <w:rPr>
          <w:rFonts w:ascii="Times New Roman" w:hAnsi="Times New Roman" w:cs="Times New Roman"/>
          <w:noProof/>
          <w:color w:val="auto"/>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3</w:t>
      </w:r>
      <w:r w:rsidRPr="00CE7CAC">
        <w:rPr>
          <w:rFonts w:ascii="Times New Roman" w:hAnsi="Times New Roman" w:cs="Times New Roman"/>
          <w:noProof/>
          <w:color w:val="auto"/>
          <w:sz w:val="24"/>
          <w:szCs w:val="24"/>
          <w:lang w:val="sr-Cyrl-CS"/>
        </w:rPr>
        <w:fldChar w:fldCharType="end"/>
      </w:r>
    </w:p>
    <w:p w14:paraId="6CD1F986" w14:textId="0F6807AE" w:rsidR="00145350" w:rsidRDefault="00145350" w:rsidP="00073569">
      <w:pPr>
        <w:pStyle w:val="PASUS"/>
        <w:spacing w:before="0" w:after="0"/>
        <w:rPr>
          <w:lang w:val="sr-Cyrl-CS"/>
        </w:rPr>
      </w:pPr>
      <w:r w:rsidRPr="00CE7CAC">
        <w:rPr>
          <w:lang w:val="sr-Cyrl-CS"/>
        </w:rPr>
        <w:t xml:space="preserve">Одговори у сегменту ефикасности указују да су параметри ефикасности у имплементацији Стратегије </w:t>
      </w:r>
      <w:r w:rsidR="00C776A7" w:rsidRPr="00CE7CAC">
        <w:rPr>
          <w:lang w:val="sr-Cyrl-CS"/>
        </w:rPr>
        <w:t>2017</w:t>
      </w:r>
      <w:r w:rsidR="008E6594" w:rsidRPr="00CE7CAC">
        <w:rPr>
          <w:lang w:val="sr-Cyrl-CS"/>
        </w:rPr>
        <w:t>−</w:t>
      </w:r>
      <w:r w:rsidR="00C776A7" w:rsidRPr="00CE7CAC">
        <w:rPr>
          <w:lang w:val="sr-Cyrl-CS"/>
        </w:rPr>
        <w:t xml:space="preserve">2020 </w:t>
      </w:r>
      <w:r w:rsidRPr="00CE7CAC">
        <w:rPr>
          <w:lang w:val="sr-Cyrl-CS"/>
        </w:rPr>
        <w:t xml:space="preserve">оцењени доста високо са средњом оценом </w:t>
      </w:r>
      <w:r w:rsidR="005D0667" w:rsidRPr="00CE7CAC">
        <w:rPr>
          <w:lang w:val="sr-Cyrl-CS"/>
        </w:rPr>
        <w:t>(</w:t>
      </w:r>
      <w:r w:rsidRPr="00CE7CAC">
        <w:rPr>
          <w:lang w:val="sr-Cyrl-CS"/>
        </w:rPr>
        <w:t>4.37/5</w:t>
      </w:r>
      <w:r w:rsidR="005D0667" w:rsidRPr="00CE7CAC">
        <w:rPr>
          <w:lang w:val="sr-Cyrl-CS"/>
        </w:rPr>
        <w:t>).</w:t>
      </w:r>
      <w:r w:rsidRPr="00CE7CAC">
        <w:rPr>
          <w:lang w:val="sr-Cyrl-CS"/>
        </w:rPr>
        <w:t xml:space="preserve"> Релативно ниже кумулативне вредности везују се уз „релевантност”, „адекватност” и „рокове” у којима су реализоване активности за имплементацију Стратегије</w:t>
      </w:r>
      <w:r w:rsidR="00C776A7" w:rsidRPr="00CE7CAC">
        <w:rPr>
          <w:lang w:val="sr-Cyrl-CS"/>
        </w:rPr>
        <w:t xml:space="preserve"> 2017</w:t>
      </w:r>
      <w:r w:rsidR="008E6594" w:rsidRPr="00CE7CAC">
        <w:rPr>
          <w:lang w:val="sr-Cyrl-CS"/>
        </w:rPr>
        <w:t>−</w:t>
      </w:r>
      <w:r w:rsidR="00C776A7" w:rsidRPr="00CE7CAC">
        <w:rPr>
          <w:lang w:val="sr-Cyrl-CS"/>
        </w:rPr>
        <w:t>2020</w:t>
      </w:r>
      <w:r w:rsidRPr="00CE7CAC">
        <w:rPr>
          <w:lang w:val="sr-Cyrl-CS"/>
        </w:rPr>
        <w:t>. Наведено указује на потребу да се нов</w:t>
      </w:r>
      <w:r w:rsidR="001549EA" w:rsidRPr="00CE7CAC">
        <w:rPr>
          <w:lang w:val="sr-Cyrl-CS"/>
        </w:rPr>
        <w:t>и</w:t>
      </w:r>
      <w:r w:rsidRPr="00CE7CAC">
        <w:rPr>
          <w:lang w:val="sr-Cyrl-CS"/>
        </w:rPr>
        <w:t>м страте</w:t>
      </w:r>
      <w:r w:rsidR="001549EA" w:rsidRPr="00CE7CAC">
        <w:rPr>
          <w:lang w:val="sr-Cyrl-CS"/>
        </w:rPr>
        <w:t>шким документом</w:t>
      </w:r>
      <w:r w:rsidRPr="00CE7CAC">
        <w:rPr>
          <w:lang w:val="sr-Cyrl-CS"/>
        </w:rPr>
        <w:t xml:space="preserve"> ојача приступ праћењу и извештавању. Предвиђени једногодишњи формат акционог плана је погодан за ажурирање активности</w:t>
      </w:r>
      <w:r w:rsidR="00C776A7" w:rsidRPr="00CE7CAC">
        <w:rPr>
          <w:lang w:val="sr-Cyrl-CS"/>
        </w:rPr>
        <w:t>,</w:t>
      </w:r>
      <w:r w:rsidRPr="00CE7CAC">
        <w:rPr>
          <w:lang w:val="sr-Cyrl-CS"/>
        </w:rPr>
        <w:t xml:space="preserve"> </w:t>
      </w:r>
      <w:r w:rsidR="00203055" w:rsidRPr="00CE7CAC">
        <w:rPr>
          <w:lang w:val="sr-Cyrl-CS"/>
        </w:rPr>
        <w:t>сагласно потребама</w:t>
      </w:r>
      <w:r w:rsidR="00C776A7" w:rsidRPr="00CE7CAC">
        <w:rPr>
          <w:lang w:val="sr-Cyrl-CS"/>
        </w:rPr>
        <w:t>,</w:t>
      </w:r>
      <w:r w:rsidR="00203055" w:rsidRPr="00CE7CAC">
        <w:rPr>
          <w:lang w:val="sr-Cyrl-CS"/>
        </w:rPr>
        <w:t xml:space="preserve"> </w:t>
      </w:r>
      <w:r w:rsidRPr="00CE7CAC">
        <w:rPr>
          <w:lang w:val="sr-Cyrl-CS"/>
        </w:rPr>
        <w:t>и његово прилагођавање у циљу отклањања проблема који се јављају у току имплементације. То је уједно и научена лекција из првог циклуса стратешког деловања у овој области која је указала на потребу да се задржи флексибилност код одговора на питања која се отварају током имплементације стратешког документа</w:t>
      </w:r>
      <w:r w:rsidR="00694346" w:rsidRPr="00CE7CAC">
        <w:rPr>
          <w:lang w:val="sr-Cyrl-CS"/>
        </w:rPr>
        <w:t>,</w:t>
      </w:r>
      <w:r w:rsidRPr="00CE7CAC">
        <w:rPr>
          <w:lang w:val="sr-Cyrl-CS"/>
        </w:rPr>
        <w:t xml:space="preserve"> а која није било могуће предвидети у време његовог усвајања. Прикупљене информације указују да на реализацију активности није утицало ограничење ресурса, односно да су ресурси за имплементацију Стратегије</w:t>
      </w:r>
      <w:r w:rsidR="00C776A7" w:rsidRPr="00CE7CAC">
        <w:rPr>
          <w:lang w:val="sr-Cyrl-CS"/>
        </w:rPr>
        <w:t xml:space="preserve"> 2017</w:t>
      </w:r>
      <w:r w:rsidR="006034B0" w:rsidRPr="00CE7CAC">
        <w:rPr>
          <w:lang w:val="sr-Cyrl-CS"/>
        </w:rPr>
        <w:t>−</w:t>
      </w:r>
      <w:r w:rsidR="00C776A7" w:rsidRPr="00CE7CAC">
        <w:rPr>
          <w:lang w:val="sr-Cyrl-CS"/>
        </w:rPr>
        <w:t>2020</w:t>
      </w:r>
      <w:r w:rsidRPr="00CE7CAC">
        <w:rPr>
          <w:lang w:val="sr-Cyrl-CS"/>
        </w:rPr>
        <w:t xml:space="preserve"> били адекватно алоцирани.</w:t>
      </w:r>
    </w:p>
    <w:p w14:paraId="24FB4EC4" w14:textId="4BFED498" w:rsidR="006177F4" w:rsidRDefault="006177F4" w:rsidP="00073569">
      <w:pPr>
        <w:pStyle w:val="PASUS"/>
        <w:spacing w:before="0" w:after="0"/>
        <w:rPr>
          <w:lang w:val="sr-Cyrl-CS"/>
        </w:rPr>
      </w:pPr>
    </w:p>
    <w:p w14:paraId="0A2EB15A" w14:textId="193E201A" w:rsidR="006177F4" w:rsidRDefault="006177F4" w:rsidP="00073569">
      <w:pPr>
        <w:pStyle w:val="PASUS"/>
        <w:spacing w:before="0" w:after="0"/>
        <w:rPr>
          <w:lang w:val="sr-Cyrl-CS"/>
        </w:rPr>
      </w:pPr>
    </w:p>
    <w:p w14:paraId="7F625192" w14:textId="14C45C5C" w:rsidR="006177F4" w:rsidRDefault="006177F4" w:rsidP="00073569">
      <w:pPr>
        <w:pStyle w:val="PASUS"/>
        <w:spacing w:before="0" w:after="0"/>
        <w:rPr>
          <w:lang w:val="sr-Cyrl-CS"/>
        </w:rPr>
      </w:pPr>
    </w:p>
    <w:p w14:paraId="4C17E214" w14:textId="53C1B202" w:rsidR="006177F4" w:rsidRDefault="006177F4" w:rsidP="00073569">
      <w:pPr>
        <w:pStyle w:val="PASUS"/>
        <w:spacing w:before="0" w:after="0"/>
        <w:rPr>
          <w:lang w:val="sr-Cyrl-CS"/>
        </w:rPr>
      </w:pPr>
    </w:p>
    <w:p w14:paraId="48D6D091" w14:textId="45F06820" w:rsidR="006177F4" w:rsidRDefault="006177F4" w:rsidP="00073569">
      <w:pPr>
        <w:pStyle w:val="PASUS"/>
        <w:spacing w:before="0" w:after="0"/>
        <w:rPr>
          <w:lang w:val="sr-Cyrl-CS"/>
        </w:rPr>
      </w:pPr>
    </w:p>
    <w:p w14:paraId="32D76479" w14:textId="7E937018" w:rsidR="006177F4" w:rsidRDefault="006177F4" w:rsidP="00073569">
      <w:pPr>
        <w:pStyle w:val="PASUS"/>
        <w:spacing w:before="0" w:after="0"/>
        <w:rPr>
          <w:lang w:val="sr-Cyrl-CS"/>
        </w:rPr>
      </w:pPr>
    </w:p>
    <w:p w14:paraId="79403DE7" w14:textId="62EFC2C5" w:rsidR="006177F4" w:rsidRDefault="006177F4" w:rsidP="00073569">
      <w:pPr>
        <w:pStyle w:val="PASUS"/>
        <w:spacing w:before="0" w:after="0"/>
        <w:rPr>
          <w:lang w:val="sr-Cyrl-CS"/>
        </w:rPr>
      </w:pPr>
    </w:p>
    <w:p w14:paraId="230FEE50" w14:textId="44E97F2A" w:rsidR="006177F4" w:rsidRDefault="006177F4" w:rsidP="00073569">
      <w:pPr>
        <w:pStyle w:val="PASUS"/>
        <w:spacing w:before="0" w:after="0"/>
        <w:rPr>
          <w:lang w:val="sr-Cyrl-CS"/>
        </w:rPr>
      </w:pPr>
    </w:p>
    <w:p w14:paraId="4CC034EA" w14:textId="77777777" w:rsidR="006177F4" w:rsidRPr="00CE7CAC" w:rsidRDefault="006177F4" w:rsidP="00073569">
      <w:pPr>
        <w:pStyle w:val="PASUS"/>
        <w:spacing w:before="0" w:after="0"/>
        <w:rPr>
          <w:lang w:val="sr-Cyrl-CS"/>
        </w:rPr>
      </w:pPr>
    </w:p>
    <w:p w14:paraId="1880FB72"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3" w:name="_Toc53735533"/>
      <w:r w:rsidRPr="00CE7CAC">
        <w:rPr>
          <w:color w:val="auto"/>
          <w:sz w:val="24"/>
          <w:lang w:val="sr-Cyrl-CS"/>
        </w:rPr>
        <w:lastRenderedPageBreak/>
        <w:t>Одрживост</w:t>
      </w:r>
      <w:bookmarkEnd w:id="3"/>
    </w:p>
    <w:p w14:paraId="273AFC03"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715691DA" wp14:editId="2126503C">
            <wp:extent cx="5039995" cy="2400300"/>
            <wp:effectExtent l="0" t="0" r="825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CE2D064" w14:textId="5F1DA6B8" w:rsidR="00145350" w:rsidRPr="00CE7CAC" w:rsidRDefault="00F2441C" w:rsidP="00456102">
      <w:pPr>
        <w:pStyle w:val="Caption"/>
        <w:jc w:val="center"/>
        <w:rPr>
          <w:rFonts w:ascii="Times New Roman" w:hAnsi="Times New Roman" w:cs="Times New Roman"/>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4</w:t>
      </w:r>
      <w:r w:rsidRPr="00CE7CAC">
        <w:rPr>
          <w:rFonts w:ascii="Times New Roman" w:hAnsi="Times New Roman" w:cs="Times New Roman"/>
          <w:noProof/>
          <w:color w:val="auto"/>
          <w:sz w:val="24"/>
          <w:szCs w:val="24"/>
          <w:lang w:val="sr-Cyrl-CS"/>
        </w:rPr>
        <w:fldChar w:fldCharType="end"/>
      </w:r>
    </w:p>
    <w:p w14:paraId="446142E0" w14:textId="5B393F49" w:rsidR="00145350" w:rsidRPr="00CE7CAC" w:rsidRDefault="00145350" w:rsidP="00073569">
      <w:pPr>
        <w:pStyle w:val="PASUS"/>
        <w:spacing w:before="0" w:after="0"/>
        <w:rPr>
          <w:lang w:val="sr-Cyrl-CS"/>
        </w:rPr>
      </w:pPr>
      <w:r w:rsidRPr="00CE7CAC">
        <w:rPr>
          <w:lang w:val="sr-Cyrl-CS"/>
        </w:rPr>
        <w:t>Сре</w:t>
      </w:r>
      <w:r w:rsidR="00432E88" w:rsidRPr="00CE7CAC">
        <w:rPr>
          <w:lang w:val="sr-Cyrl-CS"/>
        </w:rPr>
        <w:t xml:space="preserve">дња оцена у области одрживости </w:t>
      </w:r>
      <w:r w:rsidRPr="00CE7CAC">
        <w:rPr>
          <w:lang w:val="sr-Cyrl-CS"/>
        </w:rPr>
        <w:t xml:space="preserve">је релативно висока (4.36/5). Одговори упућују </w:t>
      </w:r>
      <w:r w:rsidR="00BE034D" w:rsidRPr="00CE7CAC">
        <w:rPr>
          <w:lang w:val="sr-Cyrl-CS"/>
        </w:rPr>
        <w:t xml:space="preserve">на то </w:t>
      </w:r>
      <w:r w:rsidRPr="00CE7CAC">
        <w:rPr>
          <w:lang w:val="sr-Cyrl-CS"/>
        </w:rPr>
        <w:t xml:space="preserve">да је АФКОС обезбедио функционисање координационе </w:t>
      </w:r>
      <w:r w:rsidR="00694346" w:rsidRPr="00CE7CAC">
        <w:rPr>
          <w:lang w:val="sr-Cyrl-CS"/>
        </w:rPr>
        <w:t>улоге</w:t>
      </w:r>
      <w:r w:rsidRPr="00CE7CAC">
        <w:rPr>
          <w:lang w:val="sr-Cyrl-CS"/>
        </w:rPr>
        <w:t xml:space="preserve"> што не искључује потребу за њеним јачањем у будућности. Нешто нижа оцена у погледу „одрживости ефеката Стратегије” је очекивана јер Стратегија</w:t>
      </w:r>
      <w:r w:rsidR="00F65B48" w:rsidRPr="00CE7CAC">
        <w:rPr>
          <w:lang w:val="sr-Cyrl-CS"/>
        </w:rPr>
        <w:t xml:space="preserve"> 2017</w:t>
      </w:r>
      <w:r w:rsidR="008E6594" w:rsidRPr="00CE7CAC">
        <w:rPr>
          <w:lang w:val="sr-Cyrl-CS"/>
        </w:rPr>
        <w:t>−</w:t>
      </w:r>
      <w:r w:rsidR="00F65B48" w:rsidRPr="00CE7CAC">
        <w:rPr>
          <w:lang w:val="sr-Cyrl-CS"/>
        </w:rPr>
        <w:t xml:space="preserve">2020 </w:t>
      </w:r>
      <w:r w:rsidRPr="00CE7CAC">
        <w:rPr>
          <w:lang w:val="sr-Cyrl-CS"/>
        </w:rPr>
        <w:t xml:space="preserve">није прецизно </w:t>
      </w:r>
      <w:r w:rsidR="00694346" w:rsidRPr="00CE7CAC">
        <w:rPr>
          <w:lang w:val="sr-Cyrl-CS"/>
        </w:rPr>
        <w:t>утврдила</w:t>
      </w:r>
      <w:r w:rsidRPr="00CE7CAC">
        <w:rPr>
          <w:lang w:val="sr-Cyrl-CS"/>
        </w:rPr>
        <w:t xml:space="preserve"> ефекте дефинисане по СМАРТ критеријумима. </w:t>
      </w:r>
    </w:p>
    <w:p w14:paraId="624F6E34" w14:textId="35EA902C" w:rsidR="006D444E" w:rsidRPr="00CE7CAC" w:rsidRDefault="00F37637" w:rsidP="004A6F1A">
      <w:pPr>
        <w:pStyle w:val="PODNASLOV"/>
        <w:ind w:left="714"/>
        <w:rPr>
          <w:color w:val="auto"/>
          <w:sz w:val="24"/>
          <w:lang w:val="sr-Cyrl-CS"/>
        </w:rPr>
      </w:pPr>
      <w:r w:rsidRPr="00CE7CAC">
        <w:rPr>
          <w:color w:val="auto"/>
          <w:sz w:val="24"/>
          <w:lang w:val="sr-Cyrl-CS"/>
        </w:rPr>
        <w:t>Тренутно стање у борби против превара са а</w:t>
      </w:r>
      <w:r w:rsidR="006D444E" w:rsidRPr="00CE7CAC">
        <w:rPr>
          <w:color w:val="auto"/>
          <w:sz w:val="24"/>
          <w:lang w:val="sr-Cyrl-CS"/>
        </w:rPr>
        <w:t>нализ</w:t>
      </w:r>
      <w:r w:rsidRPr="00CE7CAC">
        <w:rPr>
          <w:color w:val="auto"/>
          <w:sz w:val="24"/>
          <w:lang w:val="sr-Cyrl-CS"/>
        </w:rPr>
        <w:t>ом могућих</w:t>
      </w:r>
      <w:r w:rsidR="006D444E" w:rsidRPr="00CE7CAC">
        <w:rPr>
          <w:color w:val="auto"/>
          <w:sz w:val="24"/>
          <w:lang w:val="sr-Cyrl-CS"/>
        </w:rPr>
        <w:t xml:space="preserve"> проблема</w:t>
      </w:r>
      <w:r w:rsidRPr="00CE7CAC">
        <w:rPr>
          <w:color w:val="auto"/>
          <w:sz w:val="24"/>
          <w:lang w:val="sr-Cyrl-CS"/>
        </w:rPr>
        <w:t xml:space="preserve">  </w:t>
      </w:r>
    </w:p>
    <w:p w14:paraId="7862E0D6" w14:textId="50FED11C" w:rsidR="0018265B" w:rsidRPr="00CE7CAC" w:rsidRDefault="0018265B" w:rsidP="00192DE3">
      <w:pPr>
        <w:spacing w:after="0" w:line="240" w:lineRule="auto"/>
        <w:ind w:firstLine="714"/>
        <w:jc w:val="both"/>
        <w:rPr>
          <w:rFonts w:ascii="Times New Roman" w:hAnsi="Times New Roman"/>
          <w:noProof/>
          <w:lang w:val="sr-Cyrl-CS"/>
        </w:rPr>
      </w:pPr>
      <w:r w:rsidRPr="00CE7CAC">
        <w:rPr>
          <w:rFonts w:ascii="Times New Roman" w:hAnsi="Times New Roman"/>
          <w:lang w:val="sr-Cyrl-CS"/>
        </w:rPr>
        <w:t>Како је Стратегија 2017</w:t>
      </w:r>
      <w:r w:rsidR="008E6594" w:rsidRPr="00CE7CAC">
        <w:rPr>
          <w:rFonts w:ascii="Times New Roman" w:hAnsi="Times New Roman" w:cs="Times New Roman"/>
          <w:noProof/>
          <w:lang w:val="sr-Cyrl-CS"/>
        </w:rPr>
        <w:t>−</w:t>
      </w:r>
      <w:r w:rsidR="006034B0" w:rsidRPr="00CE7CAC">
        <w:rPr>
          <w:rFonts w:ascii="Times New Roman" w:hAnsi="Times New Roman"/>
          <w:lang w:val="sr-Cyrl-CS"/>
        </w:rPr>
        <w:t>2020</w:t>
      </w:r>
      <w:r w:rsidRPr="00CE7CAC">
        <w:rPr>
          <w:rFonts w:ascii="Times New Roman" w:hAnsi="Times New Roman"/>
          <w:lang w:val="sr-Cyrl-CS"/>
        </w:rPr>
        <w:t xml:space="preserve">  представљала документ који је први пут у Републици Србији дефинисао област заштите финансијских интереса ЕУ, а самим тим и питање заштите сопствених буџетских средстава, истом су успостављени </w:t>
      </w:r>
      <w:r w:rsidRPr="00CE7CAC">
        <w:rPr>
          <w:rFonts w:ascii="Times New Roman" w:hAnsi="Times New Roman"/>
          <w:noProof/>
          <w:lang w:val="sr-Cyrl-CS"/>
        </w:rPr>
        <w:t xml:space="preserve">институционални и административни капацитети </w:t>
      </w:r>
      <w:r w:rsidRPr="00CE7CAC">
        <w:rPr>
          <w:rFonts w:ascii="Times New Roman" w:hAnsi="Times New Roman"/>
          <w:lang w:val="sr-Cyrl-CS"/>
        </w:rPr>
        <w:t xml:space="preserve">система који је у свом делокругу имао поменуту област. Систем је повезао релевантне државне органе и институције у циљу спровођења мера и поступака за превенцију, контролу, откривање и санкционисање превара и управљање неправилностима у поступању са </w:t>
      </w:r>
      <w:r w:rsidRPr="00CE7CAC">
        <w:rPr>
          <w:rFonts w:ascii="Times New Roman" w:hAnsi="Times New Roman"/>
          <w:noProof/>
          <w:lang w:val="sr-Cyrl-CS"/>
        </w:rPr>
        <w:t xml:space="preserve">финансијским </w:t>
      </w:r>
      <w:r w:rsidRPr="00CE7CAC">
        <w:rPr>
          <w:rFonts w:ascii="Times New Roman" w:hAnsi="Times New Roman"/>
          <w:lang w:val="sr-Cyrl-CS"/>
        </w:rPr>
        <w:t>средствима</w:t>
      </w:r>
      <w:r w:rsidR="00C466D7">
        <w:rPr>
          <w:rFonts w:ascii="Times New Roman" w:hAnsi="Times New Roman"/>
          <w:lang w:val="sr-Cyrl-CS"/>
        </w:rPr>
        <w:t xml:space="preserve"> ЕУ</w:t>
      </w:r>
      <w:r w:rsidRPr="00CE7CAC">
        <w:rPr>
          <w:rFonts w:ascii="Times New Roman" w:hAnsi="Times New Roman"/>
          <w:noProof/>
          <w:lang w:val="sr-Cyrl-CS"/>
        </w:rPr>
        <w:t>.</w:t>
      </w:r>
    </w:p>
    <w:p w14:paraId="04585AB8" w14:textId="77777777" w:rsidR="0018265B" w:rsidRPr="00CE7CAC" w:rsidRDefault="0018265B">
      <w:pPr>
        <w:spacing w:after="0" w:line="240" w:lineRule="auto"/>
        <w:ind w:firstLine="720"/>
        <w:jc w:val="both"/>
        <w:rPr>
          <w:rFonts w:ascii="Times New Roman" w:hAnsi="Times New Roman"/>
          <w:lang w:val="sr-Cyrl-CS"/>
        </w:rPr>
      </w:pPr>
      <w:r w:rsidRPr="00CE7CAC">
        <w:rPr>
          <w:rFonts w:ascii="Times New Roman" w:hAnsi="Times New Roman"/>
          <w:lang w:val="sr-Cyrl-CS"/>
        </w:rPr>
        <w:t xml:space="preserve">  </w:t>
      </w:r>
    </w:p>
    <w:p w14:paraId="4C9D0AC0" w14:textId="07DEDAF9" w:rsidR="0018265B" w:rsidRPr="00CE7CAC" w:rsidRDefault="00192DE3">
      <w:pPr>
        <w:spacing w:after="0" w:line="240" w:lineRule="auto"/>
        <w:ind w:firstLine="720"/>
        <w:jc w:val="both"/>
        <w:rPr>
          <w:rFonts w:ascii="Times New Roman" w:hAnsi="Times New Roman"/>
          <w:lang w:val="sr-Cyrl-CS"/>
        </w:rPr>
      </w:pPr>
      <w:r w:rsidRPr="00CE7CAC">
        <w:rPr>
          <w:rFonts w:ascii="Times New Roman" w:hAnsi="Times New Roman"/>
          <w:lang w:val="sr-Cyrl-CS"/>
        </w:rPr>
        <w:t xml:space="preserve"> </w:t>
      </w:r>
      <w:r w:rsidR="0018265B" w:rsidRPr="00CE7CAC">
        <w:rPr>
          <w:rFonts w:ascii="Times New Roman" w:hAnsi="Times New Roman"/>
          <w:lang w:val="sr-Cyrl-CS"/>
        </w:rPr>
        <w:t>С обзиром на то да је Стратегијом 2017</w:t>
      </w:r>
      <w:r w:rsidR="008E6594" w:rsidRPr="00CE7CAC">
        <w:rPr>
          <w:rFonts w:ascii="Times New Roman" w:hAnsi="Times New Roman" w:cs="Times New Roman"/>
          <w:noProof/>
          <w:lang w:val="sr-Cyrl-CS"/>
        </w:rPr>
        <w:t>−</w:t>
      </w:r>
      <w:r w:rsidR="006034B0" w:rsidRPr="00CE7CAC">
        <w:rPr>
          <w:rFonts w:ascii="Times New Roman" w:hAnsi="Times New Roman"/>
          <w:lang w:val="sr-Cyrl-CS"/>
        </w:rPr>
        <w:t>2020</w:t>
      </w:r>
      <w:r w:rsidR="0018265B" w:rsidRPr="00CE7CAC">
        <w:rPr>
          <w:rFonts w:ascii="Times New Roman" w:hAnsi="Times New Roman"/>
          <w:lang w:val="sr-Cyrl-CS"/>
        </w:rPr>
        <w:t xml:space="preserve"> успостављен систем заштите финансијских интереса ЕУ са неопходним субјектима,</w:t>
      </w:r>
      <w:r w:rsidR="00F97D62" w:rsidRPr="00CE7CAC">
        <w:rPr>
          <w:rFonts w:ascii="Times New Roman" w:hAnsi="Times New Roman"/>
          <w:lang w:val="sr-Cyrl-CS"/>
        </w:rPr>
        <w:t xml:space="preserve"> овим</w:t>
      </w:r>
      <w:r w:rsidR="0018265B" w:rsidRPr="00CE7CAC">
        <w:rPr>
          <w:rFonts w:ascii="Times New Roman" w:hAnsi="Times New Roman"/>
          <w:lang w:val="sr-Cyrl-CS"/>
        </w:rPr>
        <w:t xml:space="preserve"> </w:t>
      </w:r>
      <w:r w:rsidR="00F97D62" w:rsidRPr="00CE7CAC">
        <w:rPr>
          <w:rFonts w:ascii="Times New Roman" w:hAnsi="Times New Roman"/>
          <w:lang w:val="sr-Cyrl-CS"/>
        </w:rPr>
        <w:t>с</w:t>
      </w:r>
      <w:r w:rsidR="0018265B" w:rsidRPr="00CE7CAC">
        <w:rPr>
          <w:rFonts w:ascii="Times New Roman" w:hAnsi="Times New Roman"/>
          <w:lang w:val="sr-Cyrl-CS"/>
        </w:rPr>
        <w:t>трате</w:t>
      </w:r>
      <w:r w:rsidR="00BB6A98" w:rsidRPr="00CE7CAC">
        <w:rPr>
          <w:rFonts w:ascii="Times New Roman" w:hAnsi="Times New Roman"/>
          <w:lang w:val="sr-Cyrl-CS"/>
        </w:rPr>
        <w:t>шким планом</w:t>
      </w:r>
      <w:r w:rsidR="0018265B" w:rsidRPr="00CE7CAC">
        <w:rPr>
          <w:rFonts w:ascii="Times New Roman" w:hAnsi="Times New Roman"/>
          <w:lang w:val="sr-Cyrl-CS"/>
        </w:rPr>
        <w:t xml:space="preserve"> ће се унапредити механизми који ће, на ефикаснији начин, довести до испуњења задатих циљева, уз ефективну алокацију финансијских и кадровских ресурса.</w:t>
      </w:r>
    </w:p>
    <w:p w14:paraId="20932076" w14:textId="77777777" w:rsidR="0018265B" w:rsidRPr="00CE7CAC" w:rsidRDefault="0018265B">
      <w:pPr>
        <w:spacing w:after="0" w:line="240" w:lineRule="auto"/>
        <w:ind w:firstLine="720"/>
        <w:jc w:val="both"/>
        <w:rPr>
          <w:rFonts w:ascii="Times New Roman" w:hAnsi="Times New Roman"/>
          <w:lang w:val="sr-Cyrl-CS"/>
        </w:rPr>
      </w:pPr>
    </w:p>
    <w:p w14:paraId="1C43B123" w14:textId="7D33355A" w:rsidR="004E17CF" w:rsidRPr="00CE7CAC" w:rsidRDefault="004E17CF" w:rsidP="000441F3">
      <w:pPr>
        <w:pStyle w:val="PASUS"/>
        <w:spacing w:before="0" w:after="0"/>
        <w:rPr>
          <w:lang w:val="sr-Cyrl-CS"/>
        </w:rPr>
      </w:pPr>
      <w:r w:rsidRPr="00CE7CAC">
        <w:rPr>
          <w:rStyle w:val="PASUSChar"/>
          <w:lang w:val="sr-Cyrl-CS"/>
        </w:rPr>
        <w:t xml:space="preserve">Кроз преглед остварења циљева </w:t>
      </w:r>
      <w:r w:rsidR="007C1669" w:rsidRPr="00CE7CAC">
        <w:rPr>
          <w:rStyle w:val="PASUSChar"/>
          <w:lang w:val="sr-Cyrl-CS"/>
        </w:rPr>
        <w:t>Стратегијe 2017</w:t>
      </w:r>
      <w:r w:rsidR="008E6594" w:rsidRPr="00CE7CAC">
        <w:rPr>
          <w:lang w:val="sr-Cyrl-CS"/>
        </w:rPr>
        <w:t>−</w:t>
      </w:r>
      <w:r w:rsidR="007C1669" w:rsidRPr="00CE7CAC">
        <w:rPr>
          <w:rStyle w:val="PASUSChar"/>
          <w:lang w:val="sr-Cyrl-CS"/>
        </w:rPr>
        <w:t>2020</w:t>
      </w:r>
      <w:r w:rsidRPr="00CE7CAC">
        <w:rPr>
          <w:rStyle w:val="PASUSChar"/>
          <w:lang w:val="sr-Cyrl-CS"/>
        </w:rPr>
        <w:t>, изведени су следећи закључци по областима</w:t>
      </w:r>
      <w:r w:rsidRPr="00CE7CAC">
        <w:rPr>
          <w:lang w:val="sr-Cyrl-CS"/>
        </w:rPr>
        <w:t xml:space="preserve"> на које се циљеви односе:</w:t>
      </w:r>
    </w:p>
    <w:p w14:paraId="3C12599A" w14:textId="77777777" w:rsidR="0018265B" w:rsidRPr="00CE7CAC" w:rsidRDefault="0018265B" w:rsidP="000441F3">
      <w:pPr>
        <w:pStyle w:val="PASUS"/>
        <w:spacing w:before="0" w:after="0"/>
        <w:rPr>
          <w:lang w:val="sr-Cyrl-CS"/>
        </w:rPr>
      </w:pPr>
    </w:p>
    <w:p w14:paraId="6BEF42EF" w14:textId="7EFDD018" w:rsidR="00CD1F9E" w:rsidRPr="00CE7CAC" w:rsidRDefault="00076517" w:rsidP="00CD1F9E">
      <w:pPr>
        <w:pStyle w:val="Caption"/>
        <w:keepNext/>
        <w:rPr>
          <w:rFonts w:ascii="Times New Roman" w:eastAsia="Calibri" w:hAnsi="Times New Roman" w:cs="Times New Roman"/>
          <w:noProof/>
          <w:color w:val="auto"/>
          <w:sz w:val="24"/>
          <w:szCs w:val="24"/>
          <w:lang w:val="sr-Cyrl-CS"/>
        </w:rPr>
      </w:pPr>
      <w:r w:rsidRPr="00CE7CAC">
        <w:rPr>
          <w:rFonts w:ascii="Times New Roman" w:hAnsi="Times New Roman" w:cs="Times New Roman"/>
          <w:i w:val="0"/>
          <w:noProof/>
          <w:color w:val="auto"/>
          <w:sz w:val="24"/>
          <w:szCs w:val="24"/>
          <w:lang w:val="sr-Cyrl-CS"/>
        </w:rPr>
        <w:lastRenderedPageBreak/>
        <w:t xml:space="preserve">Табела </w:t>
      </w:r>
      <w:r w:rsidRPr="00CE7CAC">
        <w:rPr>
          <w:rFonts w:ascii="Times New Roman" w:hAnsi="Times New Roman" w:cs="Times New Roman"/>
          <w:i w:val="0"/>
          <w:noProof/>
          <w:color w:val="auto"/>
          <w:sz w:val="24"/>
          <w:szCs w:val="24"/>
          <w:lang w:val="sr-Cyrl-CS"/>
        </w:rPr>
        <w:fldChar w:fldCharType="begin"/>
      </w:r>
      <w:r w:rsidRPr="00CE7CAC">
        <w:rPr>
          <w:rFonts w:ascii="Times New Roman" w:hAnsi="Times New Roman" w:cs="Times New Roman"/>
          <w:i w:val="0"/>
          <w:noProof/>
          <w:color w:val="auto"/>
          <w:sz w:val="24"/>
          <w:szCs w:val="24"/>
          <w:lang w:val="sr-Cyrl-CS"/>
        </w:rPr>
        <w:instrText xml:space="preserve"> SEQ Табела \* ARABIC </w:instrText>
      </w:r>
      <w:r w:rsidRPr="00CE7CAC">
        <w:rPr>
          <w:rFonts w:ascii="Times New Roman" w:hAnsi="Times New Roman" w:cs="Times New Roman"/>
          <w:i w:val="0"/>
          <w:noProof/>
          <w:color w:val="auto"/>
          <w:sz w:val="24"/>
          <w:szCs w:val="24"/>
          <w:lang w:val="sr-Cyrl-CS"/>
        </w:rPr>
        <w:fldChar w:fldCharType="separate"/>
      </w:r>
      <w:r w:rsidR="008470C1" w:rsidRPr="00CE7CAC">
        <w:rPr>
          <w:rFonts w:ascii="Times New Roman" w:hAnsi="Times New Roman" w:cs="Times New Roman"/>
          <w:i w:val="0"/>
          <w:noProof/>
          <w:color w:val="auto"/>
          <w:sz w:val="24"/>
          <w:szCs w:val="24"/>
          <w:lang w:val="sr-Cyrl-CS"/>
        </w:rPr>
        <w:t>1</w:t>
      </w:r>
      <w:r w:rsidRPr="00CE7CAC">
        <w:rPr>
          <w:rFonts w:ascii="Times New Roman" w:hAnsi="Times New Roman" w:cs="Times New Roman"/>
          <w:i w:val="0"/>
          <w:noProof/>
          <w:color w:val="auto"/>
          <w:sz w:val="24"/>
          <w:szCs w:val="24"/>
          <w:lang w:val="sr-Cyrl-CS"/>
        </w:rPr>
        <w:fldChar w:fldCharType="end"/>
      </w:r>
      <w:r w:rsidR="00CD1F9E" w:rsidRPr="00CE7CAC">
        <w:rPr>
          <w:rFonts w:ascii="Times New Roman" w:hAnsi="Times New Roman" w:cs="Times New Roman"/>
          <w:noProof/>
          <w:color w:val="auto"/>
          <w:sz w:val="24"/>
          <w:szCs w:val="24"/>
          <w:lang w:val="sr-Cyrl-CS"/>
        </w:rPr>
        <w:t xml:space="preserve"> </w:t>
      </w:r>
      <w:r w:rsidR="008E6594" w:rsidRPr="00CE7CAC">
        <w:rPr>
          <w:rFonts w:ascii="Times New Roman" w:hAnsi="Times New Roman" w:cs="Times New Roman"/>
          <w:noProof/>
          <w:color w:val="auto"/>
          <w:sz w:val="24"/>
          <w:szCs w:val="24"/>
          <w:lang w:val="sr-Cyrl-CS"/>
        </w:rPr>
        <w:t>–</w:t>
      </w:r>
      <w:r w:rsidR="00CD1F9E" w:rsidRPr="00CE7CAC">
        <w:rPr>
          <w:rFonts w:ascii="Times New Roman" w:hAnsi="Times New Roman" w:cs="Times New Roman"/>
          <w:noProof/>
          <w:color w:val="auto"/>
          <w:sz w:val="24"/>
          <w:szCs w:val="24"/>
          <w:lang w:val="sr-Cyrl-CS"/>
        </w:rPr>
        <w:t xml:space="preserve"> </w:t>
      </w:r>
      <w:r w:rsidR="00CD1F9E" w:rsidRPr="00CE7CAC">
        <w:rPr>
          <w:rFonts w:ascii="Times New Roman" w:eastAsia="Calibri" w:hAnsi="Times New Roman" w:cs="Times New Roman"/>
          <w:noProof/>
          <w:color w:val="auto"/>
          <w:sz w:val="24"/>
          <w:szCs w:val="24"/>
          <w:lang w:val="sr-Cyrl-CS"/>
        </w:rPr>
        <w:t>Идентификовани могући проблеми по фазама циклуса борбе против превара</w:t>
      </w:r>
    </w:p>
    <w:tbl>
      <w:tblPr>
        <w:tblStyle w:val="TableGrid3"/>
        <w:tblW w:w="9715" w:type="dxa"/>
        <w:tblLayout w:type="fixed"/>
        <w:tblLook w:val="04A0" w:firstRow="1" w:lastRow="0" w:firstColumn="1" w:lastColumn="0" w:noHBand="0" w:noVBand="1"/>
      </w:tblPr>
      <w:tblGrid>
        <w:gridCol w:w="1555"/>
        <w:gridCol w:w="8160"/>
      </w:tblGrid>
      <w:tr w:rsidR="00192DE3" w:rsidRPr="00CE7CAC" w14:paraId="040A8BC2" w14:textId="77777777" w:rsidTr="00192DE3">
        <w:trPr>
          <w:tblHeader/>
        </w:trPr>
        <w:tc>
          <w:tcPr>
            <w:tcW w:w="1555" w:type="dxa"/>
            <w:shd w:val="clear" w:color="auto" w:fill="D9D9D9"/>
          </w:tcPr>
          <w:p w14:paraId="54E7C601" w14:textId="77777777" w:rsidR="00EA153D" w:rsidRPr="00CE7CAC" w:rsidRDefault="00EA153D" w:rsidP="00360F47">
            <w:pPr>
              <w:rPr>
                <w:rFonts w:ascii="Times New Roman" w:eastAsia="Calibri" w:hAnsi="Times New Roman" w:cs="Times New Roman"/>
                <w:b/>
                <w:i/>
                <w:noProof/>
                <w:lang w:val="sr-Cyrl-CS"/>
              </w:rPr>
            </w:pPr>
          </w:p>
          <w:p w14:paraId="5AA405E1"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Фаза</w:t>
            </w:r>
          </w:p>
        </w:tc>
        <w:tc>
          <w:tcPr>
            <w:tcW w:w="8160" w:type="dxa"/>
            <w:shd w:val="clear" w:color="auto" w:fill="D9D9D9"/>
          </w:tcPr>
          <w:p w14:paraId="618269B2" w14:textId="77777777" w:rsidR="00A95622" w:rsidRPr="00CE7CAC" w:rsidRDefault="00A95622" w:rsidP="00F97D62">
            <w:pPr>
              <w:jc w:val="both"/>
              <w:rPr>
                <w:rFonts w:ascii="Times New Roman" w:eastAsia="Calibri" w:hAnsi="Times New Roman" w:cs="Times New Roman"/>
                <w:b/>
                <w:i/>
                <w:noProof/>
                <w:lang w:val="sr-Cyrl-CS"/>
              </w:rPr>
            </w:pPr>
          </w:p>
          <w:p w14:paraId="631DAD26" w14:textId="77777777" w:rsidR="00A95622" w:rsidRPr="00CE7CAC" w:rsidRDefault="0060537C" w:rsidP="00F97D62">
            <w:pPr>
              <w:jc w:val="both"/>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Идентификовани могући проблеми</w:t>
            </w:r>
          </w:p>
          <w:p w14:paraId="048882B2" w14:textId="77777777" w:rsidR="00A95622" w:rsidRPr="00CE7CAC" w:rsidRDefault="00A95622" w:rsidP="00F97D62">
            <w:pPr>
              <w:jc w:val="both"/>
              <w:rPr>
                <w:rFonts w:ascii="Times New Roman" w:eastAsia="Calibri" w:hAnsi="Times New Roman" w:cs="Times New Roman"/>
                <w:b/>
                <w:i/>
                <w:noProof/>
                <w:lang w:val="sr-Cyrl-CS"/>
              </w:rPr>
            </w:pPr>
          </w:p>
        </w:tc>
      </w:tr>
      <w:tr w:rsidR="00192DE3" w:rsidRPr="00CE7CAC" w14:paraId="1F3B5F8B" w14:textId="77777777" w:rsidTr="00192DE3">
        <w:trPr>
          <w:trHeight w:val="3120"/>
        </w:trPr>
        <w:tc>
          <w:tcPr>
            <w:tcW w:w="1555" w:type="dxa"/>
          </w:tcPr>
          <w:p w14:paraId="23A04195" w14:textId="77777777" w:rsidR="00A95622" w:rsidRPr="00CE7CAC" w:rsidRDefault="00A95622" w:rsidP="00360F47">
            <w:pPr>
              <w:rPr>
                <w:rFonts w:ascii="Times New Roman" w:eastAsia="Calibri" w:hAnsi="Times New Roman" w:cs="Times New Roman"/>
                <w:b/>
                <w:i/>
                <w:noProof/>
                <w:lang w:val="sr-Cyrl-CS"/>
              </w:rPr>
            </w:pPr>
          </w:p>
          <w:p w14:paraId="5600BC22"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Превенција</w:t>
            </w:r>
          </w:p>
          <w:p w14:paraId="753E375F" w14:textId="77777777" w:rsidR="00A95622" w:rsidRPr="00CE7CAC" w:rsidRDefault="00A95622" w:rsidP="00360F47">
            <w:pPr>
              <w:rPr>
                <w:rFonts w:ascii="Times New Roman" w:eastAsia="Calibri" w:hAnsi="Times New Roman" w:cs="Times New Roman"/>
                <w:noProof/>
                <w:lang w:val="sr-Cyrl-CS"/>
              </w:rPr>
            </w:pPr>
          </w:p>
          <w:p w14:paraId="6EDF1B3D" w14:textId="77777777" w:rsidR="00A95622" w:rsidRPr="00CE7CAC" w:rsidRDefault="00A95622" w:rsidP="00360F47">
            <w:pPr>
              <w:rPr>
                <w:rFonts w:ascii="Times New Roman" w:eastAsia="Calibri" w:hAnsi="Times New Roman" w:cs="Times New Roman"/>
                <w:noProof/>
                <w:lang w:val="sr-Cyrl-CS"/>
              </w:rPr>
            </w:pPr>
          </w:p>
        </w:tc>
        <w:tc>
          <w:tcPr>
            <w:tcW w:w="8160" w:type="dxa"/>
          </w:tcPr>
          <w:p w14:paraId="0024EA60" w14:textId="77777777" w:rsidR="00A95622" w:rsidRPr="00CE7CAC" w:rsidRDefault="00A95622" w:rsidP="00F97D62">
            <w:pPr>
              <w:jc w:val="both"/>
              <w:rPr>
                <w:rFonts w:ascii="Times New Roman" w:eastAsia="Calibri" w:hAnsi="Times New Roman" w:cs="Times New Roman"/>
                <w:bCs/>
                <w:noProof/>
                <w:lang w:val="sr-Cyrl-CS"/>
              </w:rPr>
            </w:pPr>
          </w:p>
          <w:p w14:paraId="2340180E" w14:textId="29E8830E"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 xml:space="preserve">недостатак координације </w:t>
            </w:r>
            <w:r w:rsidR="00BD1B76" w:rsidRPr="00CE7CAC">
              <w:rPr>
                <w:rFonts w:ascii="Times New Roman" w:eastAsia="Calibri" w:hAnsi="Times New Roman" w:cs="Times New Roman"/>
                <w:bCs/>
                <w:noProof/>
                <w:lang w:val="sr-Cyrl-CS"/>
              </w:rPr>
              <w:t xml:space="preserve">и размене информација </w:t>
            </w:r>
            <w:r w:rsidRPr="00CE7CAC">
              <w:rPr>
                <w:rFonts w:ascii="Times New Roman" w:eastAsia="Calibri" w:hAnsi="Times New Roman" w:cs="Times New Roman"/>
                <w:bCs/>
                <w:noProof/>
                <w:lang w:val="sr-Cyrl-CS"/>
              </w:rPr>
              <w:t>у процени ризика од превара</w:t>
            </w:r>
            <w:r w:rsidR="00845837" w:rsidRPr="00CE7CAC">
              <w:rPr>
                <w:rFonts w:ascii="Times New Roman" w:eastAsia="Calibri" w:hAnsi="Times New Roman" w:cs="Times New Roman"/>
                <w:bCs/>
                <w:noProof/>
                <w:lang w:val="sr-Cyrl-CS"/>
              </w:rPr>
              <w:t>;</w:t>
            </w:r>
          </w:p>
          <w:p w14:paraId="6CE786E2" w14:textId="1ADB1732"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недостатак индивидуалне одговорности, због тога што је сукоб инте</w:t>
            </w:r>
            <w:r w:rsidR="00845837" w:rsidRPr="00CE7CAC">
              <w:rPr>
                <w:rFonts w:ascii="Times New Roman" w:eastAsia="Calibri" w:hAnsi="Times New Roman" w:cs="Times New Roman"/>
                <w:bCs/>
                <w:noProof/>
                <w:lang w:val="sr-Cyrl-CS"/>
              </w:rPr>
              <w:t>реса прећутно толерисан,</w:t>
            </w:r>
            <w:r w:rsidRPr="00CE7CAC">
              <w:rPr>
                <w:rFonts w:ascii="Times New Roman" w:eastAsia="Calibri" w:hAnsi="Times New Roman" w:cs="Times New Roman"/>
                <w:bCs/>
                <w:noProof/>
                <w:lang w:val="sr-Cyrl-CS"/>
              </w:rPr>
              <w:t xml:space="preserve"> чињенице да се не прати спровођење планова интегритета због чега се </w:t>
            </w:r>
            <w:r w:rsidR="00BD1B76" w:rsidRPr="00CE7CAC">
              <w:rPr>
                <w:rFonts w:ascii="Times New Roman" w:eastAsia="Calibri" w:hAnsi="Times New Roman" w:cs="Times New Roman"/>
                <w:bCs/>
                <w:noProof/>
                <w:lang w:val="sr-Cyrl-CS"/>
              </w:rPr>
              <w:t xml:space="preserve">злоупотреба и/или </w:t>
            </w:r>
            <w:r w:rsidRPr="00CE7CAC">
              <w:rPr>
                <w:rFonts w:ascii="Times New Roman" w:eastAsia="Calibri" w:hAnsi="Times New Roman" w:cs="Times New Roman"/>
                <w:bCs/>
                <w:noProof/>
                <w:lang w:val="sr-Cyrl-CS"/>
              </w:rPr>
              <w:t>превара доживљава прихватљивом, што има негативне финансијске последице и урушену репутацију институција и државе</w:t>
            </w:r>
            <w:r w:rsidR="00845837" w:rsidRPr="00CE7CAC">
              <w:rPr>
                <w:rFonts w:ascii="Times New Roman" w:eastAsia="Calibri" w:hAnsi="Times New Roman" w:cs="Times New Roman"/>
                <w:bCs/>
                <w:noProof/>
                <w:lang w:val="sr-Cyrl-CS"/>
              </w:rPr>
              <w:t>;</w:t>
            </w:r>
          </w:p>
          <w:p w14:paraId="092E845D" w14:textId="4CF37C95"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неадекватно праћење идентификованих слабости у ИПА структури</w:t>
            </w:r>
            <w:r w:rsidR="00845837" w:rsidRPr="00CE7CAC">
              <w:rPr>
                <w:rFonts w:ascii="Times New Roman" w:eastAsia="Calibri" w:hAnsi="Times New Roman" w:cs="Times New Roman"/>
                <w:bCs/>
                <w:noProof/>
                <w:lang w:val="sr-Cyrl-CS"/>
              </w:rPr>
              <w:t>;</w:t>
            </w:r>
          </w:p>
          <w:p w14:paraId="629AF258" w14:textId="6CC15FC6" w:rsidR="00C4788A"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различити стандарди који се примењују и различито дефинисање појмова грешке, неправилности и преваре</w:t>
            </w:r>
            <w:r w:rsidR="00C4788A" w:rsidRPr="00CE7CAC">
              <w:rPr>
                <w:rFonts w:ascii="Times New Roman" w:eastAsia="Calibri" w:hAnsi="Times New Roman" w:cs="Times New Roman"/>
                <w:bCs/>
                <w:noProof/>
                <w:lang w:val="sr-Cyrl-CS"/>
              </w:rPr>
              <w:t>;</w:t>
            </w:r>
          </w:p>
          <w:p w14:paraId="5184252A" w14:textId="771CD635" w:rsidR="00C4788A" w:rsidRPr="00CE7CAC" w:rsidRDefault="00C4788A" w:rsidP="00F97D62">
            <w:pPr>
              <w:numPr>
                <w:ilvl w:val="0"/>
                <w:numId w:val="4"/>
              </w:numPr>
              <w:contextualSpacing/>
              <w:jc w:val="both"/>
              <w:rPr>
                <w:rFonts w:ascii="Times New Roman" w:hAnsi="Times New Roman" w:cs="Times New Roman"/>
                <w:noProof/>
                <w:lang w:val="sr-Cyrl-CS"/>
              </w:rPr>
            </w:pPr>
            <w:r w:rsidRPr="00CE7CAC">
              <w:rPr>
                <w:rFonts w:ascii="Times New Roman" w:hAnsi="Times New Roman" w:cs="Times New Roman"/>
                <w:noProof/>
                <w:lang w:val="sr-Cyrl-CS"/>
              </w:rPr>
              <w:t>недовољно развијена свест јавности о потреби и важности контроле коришћења ЕУ средстава и сузбијања неправилности и превара;</w:t>
            </w:r>
          </w:p>
          <w:p w14:paraId="3EAA1D85" w14:textId="2AAAF47C" w:rsidR="000F620A" w:rsidRPr="00CE7CAC" w:rsidRDefault="000F620A" w:rsidP="00F97D62">
            <w:pPr>
              <w:jc w:val="both"/>
              <w:rPr>
                <w:rFonts w:ascii="Times New Roman" w:eastAsia="Calibri" w:hAnsi="Times New Roman" w:cs="Times New Roman"/>
                <w:bCs/>
                <w:noProof/>
                <w:lang w:val="sr-Cyrl-CS"/>
              </w:rPr>
            </w:pPr>
          </w:p>
        </w:tc>
      </w:tr>
      <w:tr w:rsidR="00192DE3" w:rsidRPr="00CE7CAC" w14:paraId="48F02683" w14:textId="77777777" w:rsidTr="00192DE3">
        <w:tc>
          <w:tcPr>
            <w:tcW w:w="1555" w:type="dxa"/>
          </w:tcPr>
          <w:p w14:paraId="43CD245F" w14:textId="77777777" w:rsidR="00A95622" w:rsidRPr="00CE7CAC" w:rsidRDefault="00A95622" w:rsidP="00360F47">
            <w:pPr>
              <w:rPr>
                <w:rFonts w:ascii="Times New Roman" w:eastAsia="Calibri" w:hAnsi="Times New Roman" w:cs="Times New Roman"/>
                <w:b/>
                <w:i/>
                <w:noProof/>
                <w:lang w:val="sr-Cyrl-CS"/>
              </w:rPr>
            </w:pPr>
          </w:p>
          <w:p w14:paraId="2FF9384A" w14:textId="77777777" w:rsidR="00A95622" w:rsidRPr="00CE7CAC" w:rsidRDefault="00521D80" w:rsidP="00521D80">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Откривање</w:t>
            </w:r>
            <w:r w:rsidR="00A7436E" w:rsidRPr="00CE7CAC">
              <w:rPr>
                <w:rFonts w:ascii="Times New Roman" w:eastAsia="Calibri" w:hAnsi="Times New Roman" w:cs="Times New Roman"/>
                <w:b/>
                <w:i/>
                <w:noProof/>
                <w:lang w:val="sr-Cyrl-CS"/>
              </w:rPr>
              <w:t xml:space="preserve">, </w:t>
            </w:r>
            <w:r w:rsidRPr="00CE7CAC">
              <w:rPr>
                <w:rFonts w:ascii="Times New Roman" w:eastAsia="Calibri" w:hAnsi="Times New Roman" w:cs="Times New Roman"/>
                <w:b/>
                <w:i/>
                <w:noProof/>
                <w:lang w:val="sr-Cyrl-CS"/>
              </w:rPr>
              <w:t>п</w:t>
            </w:r>
            <w:r w:rsidR="00A95622" w:rsidRPr="00CE7CAC">
              <w:rPr>
                <w:rFonts w:ascii="Times New Roman" w:eastAsia="Calibri" w:hAnsi="Times New Roman" w:cs="Times New Roman"/>
                <w:b/>
                <w:i/>
                <w:noProof/>
                <w:lang w:val="sr-Cyrl-CS"/>
              </w:rPr>
              <w:t>ријављивање и поступање по неправилности и сумњи на превару</w:t>
            </w:r>
          </w:p>
        </w:tc>
        <w:tc>
          <w:tcPr>
            <w:tcW w:w="8160" w:type="dxa"/>
          </w:tcPr>
          <w:p w14:paraId="06F13851" w14:textId="4C71B884" w:rsidR="00A95622" w:rsidRPr="00CE7CAC" w:rsidRDefault="00F37637" w:rsidP="00F97D62">
            <w:pPr>
              <w:pStyle w:val="ListParagraph"/>
              <w:numPr>
                <w:ilvl w:val="0"/>
                <w:numId w:val="4"/>
              </w:numPr>
              <w:jc w:val="both"/>
              <w:rPr>
                <w:rFonts w:ascii="Times New Roman" w:hAnsi="Times New Roman" w:cs="Times New Roman"/>
                <w:noProof/>
                <w:lang w:val="sr-Cyrl-CS"/>
              </w:rPr>
            </w:pPr>
            <w:r w:rsidRPr="00CE7CAC">
              <w:rPr>
                <w:rFonts w:ascii="Times New Roman" w:hAnsi="Times New Roman" w:cs="Times New Roman"/>
                <w:noProof/>
                <w:lang w:val="sr-Cyrl-CS"/>
              </w:rPr>
              <w:t xml:space="preserve">недовољно развијена свест запослених </w:t>
            </w:r>
            <w:r w:rsidR="00984A11" w:rsidRPr="00CE7CAC">
              <w:rPr>
                <w:rFonts w:ascii="Times New Roman" w:hAnsi="Times New Roman" w:cs="Times New Roman"/>
                <w:noProof/>
                <w:lang w:val="sr-Cyrl-CS"/>
              </w:rPr>
              <w:t xml:space="preserve">у систему индиректног управљања </w:t>
            </w:r>
            <w:r w:rsidRPr="00CE7CAC">
              <w:rPr>
                <w:rFonts w:ascii="Times New Roman" w:hAnsi="Times New Roman" w:cs="Times New Roman"/>
                <w:noProof/>
                <w:lang w:val="sr-Cyrl-CS"/>
              </w:rPr>
              <w:t>о појму преваре</w:t>
            </w:r>
            <w:r w:rsidR="00845837" w:rsidRPr="00CE7CAC">
              <w:rPr>
                <w:rFonts w:ascii="Times New Roman" w:hAnsi="Times New Roman" w:cs="Times New Roman"/>
                <w:noProof/>
                <w:lang w:val="sr-Cyrl-CS"/>
              </w:rPr>
              <w:t>;</w:t>
            </w:r>
          </w:p>
          <w:p w14:paraId="6F0A2F33" w14:textId="66B59177"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честа флуктуација запослених, недовољна обученост кадрова, непознавање улога и одговорности у пријављивању неправилности због различитих услова за пријављивање који се посебно дефинишу за сваку врсту уговора</w:t>
            </w:r>
            <w:r w:rsidR="00845837" w:rsidRPr="00CE7CAC">
              <w:rPr>
                <w:rFonts w:ascii="Times New Roman" w:eastAsia="Calibri" w:hAnsi="Times New Roman" w:cs="Times New Roman"/>
                <w:bCs/>
                <w:noProof/>
                <w:lang w:val="sr-Cyrl-CS"/>
              </w:rPr>
              <w:t>;</w:t>
            </w:r>
          </w:p>
          <w:p w14:paraId="74C1A512" w14:textId="580F22F1"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непрецизност/мањкавост уговорних одредаба о извештавању</w:t>
            </w:r>
            <w:r w:rsidR="007F1E87" w:rsidRPr="00CE7CAC">
              <w:rPr>
                <w:rFonts w:ascii="Times New Roman" w:eastAsia="Calibri" w:hAnsi="Times New Roman" w:cs="Times New Roman"/>
                <w:bCs/>
                <w:noProof/>
                <w:lang w:val="sr-Cyrl-CS"/>
              </w:rPr>
              <w:t xml:space="preserve"> о неправилностима</w:t>
            </w:r>
            <w:r w:rsidRPr="00CE7CAC">
              <w:rPr>
                <w:rFonts w:ascii="Times New Roman" w:eastAsia="Calibri" w:hAnsi="Times New Roman" w:cs="Times New Roman"/>
                <w:bCs/>
                <w:noProof/>
                <w:lang w:val="sr-Cyrl-CS"/>
              </w:rPr>
              <w:t xml:space="preserve"> (нпр. са добављачима, корисници</w:t>
            </w:r>
            <w:r w:rsidR="00F97D62" w:rsidRPr="00CE7CAC">
              <w:rPr>
                <w:rFonts w:ascii="Times New Roman" w:eastAsia="Calibri" w:hAnsi="Times New Roman" w:cs="Times New Roman"/>
                <w:bCs/>
                <w:noProof/>
                <w:lang w:val="sr-Cyrl-CS"/>
              </w:rPr>
              <w:t>ма гранта, крајњим корисницима):</w:t>
            </w:r>
          </w:p>
          <w:p w14:paraId="43E692F5" w14:textId="12D79678" w:rsidR="00A95622" w:rsidRPr="00CE7CAC" w:rsidRDefault="006937C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непознавање улога,</w:t>
            </w:r>
            <w:r w:rsidR="00A95622" w:rsidRPr="00CE7CAC">
              <w:rPr>
                <w:rFonts w:ascii="Times New Roman" w:eastAsia="Calibri" w:hAnsi="Times New Roman" w:cs="Times New Roman"/>
                <w:bCs/>
                <w:noProof/>
                <w:lang w:val="sr-Cyrl-CS"/>
              </w:rPr>
              <w:t xml:space="preserve"> одговорности </w:t>
            </w:r>
            <w:r w:rsidR="00552DC2" w:rsidRPr="00CE7CAC">
              <w:rPr>
                <w:rFonts w:ascii="Times New Roman" w:eastAsia="Calibri" w:hAnsi="Times New Roman" w:cs="Times New Roman"/>
                <w:bCs/>
                <w:noProof/>
                <w:lang w:val="sr-Cyrl-CS"/>
              </w:rPr>
              <w:t>и значаја пријављивања</w:t>
            </w:r>
            <w:r w:rsidR="00A95622" w:rsidRPr="00CE7CAC">
              <w:rPr>
                <w:rFonts w:ascii="Times New Roman" w:eastAsia="Calibri" w:hAnsi="Times New Roman" w:cs="Times New Roman"/>
                <w:bCs/>
                <w:noProof/>
                <w:lang w:val="sr-Cyrl-CS"/>
              </w:rPr>
              <w:t xml:space="preserve"> неправилности,</w:t>
            </w:r>
          </w:p>
          <w:p w14:paraId="7FA09EBC" w14:textId="756573BA" w:rsidR="00A95622"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недовољно видљив и сложен поступак за пријављивање неправилности и сумње на превару,</w:t>
            </w:r>
          </w:p>
          <w:p w14:paraId="4FF69B6A" w14:textId="1B2D182B" w:rsidR="005911E6"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неадекватно познавање процедура за анонимно пријављивање неправилности,</w:t>
            </w:r>
          </w:p>
          <w:p w14:paraId="42B51AEF" w14:textId="69A3EFD5" w:rsidR="00A95622"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страх од последице пријављивања неправилности и сумњ</w:t>
            </w:r>
            <w:r w:rsidR="00EA153D" w:rsidRPr="00CE7CAC">
              <w:rPr>
                <w:rFonts w:ascii="Times New Roman" w:eastAsia="Calibri" w:hAnsi="Times New Roman" w:cs="Times New Roman"/>
                <w:bCs/>
                <w:noProof/>
                <w:lang w:val="sr-Cyrl-CS"/>
              </w:rPr>
              <w:t>и</w:t>
            </w:r>
            <w:r w:rsidRPr="00CE7CAC">
              <w:rPr>
                <w:rFonts w:ascii="Times New Roman" w:eastAsia="Calibri" w:hAnsi="Times New Roman" w:cs="Times New Roman"/>
                <w:bCs/>
                <w:noProof/>
                <w:lang w:val="sr-Cyrl-CS"/>
              </w:rPr>
              <w:t xml:space="preserve"> на превару</w:t>
            </w:r>
            <w:r w:rsidR="00845837" w:rsidRPr="00CE7CAC">
              <w:rPr>
                <w:rFonts w:ascii="Times New Roman" w:eastAsia="Calibri" w:hAnsi="Times New Roman" w:cs="Times New Roman"/>
                <w:bCs/>
                <w:noProof/>
                <w:lang w:val="sr-Cyrl-CS"/>
              </w:rPr>
              <w:t>;</w:t>
            </w:r>
          </w:p>
          <w:p w14:paraId="38D70C1B" w14:textId="4B26C903" w:rsidR="00A95622" w:rsidRPr="00CE7CAC" w:rsidRDefault="00B35F1C"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 xml:space="preserve">мањкава </w:t>
            </w:r>
            <w:r w:rsidR="00A95622" w:rsidRPr="00CE7CAC">
              <w:rPr>
                <w:rFonts w:ascii="Times New Roman" w:eastAsia="Calibri" w:hAnsi="Times New Roman" w:cs="Times New Roman"/>
                <w:bCs/>
                <w:noProof/>
                <w:lang w:val="sr-Cyrl-CS"/>
              </w:rPr>
              <w:t>процена значаја информација којима располаже лице које пријављује неправилност или сумњу на превару, а које би иницирале проверу</w:t>
            </w:r>
            <w:r w:rsidR="00845837" w:rsidRPr="00CE7CAC">
              <w:rPr>
                <w:rFonts w:ascii="Times New Roman" w:eastAsia="Calibri" w:hAnsi="Times New Roman" w:cs="Times New Roman"/>
                <w:bCs/>
                <w:noProof/>
                <w:lang w:val="sr-Cyrl-CS"/>
              </w:rPr>
              <w:t>;</w:t>
            </w:r>
          </w:p>
          <w:p w14:paraId="42148C36" w14:textId="33D8E500" w:rsidR="00C4788A" w:rsidRPr="00CE7CAC" w:rsidRDefault="00C4788A" w:rsidP="00F97D62">
            <w:pPr>
              <w:numPr>
                <w:ilvl w:val="0"/>
                <w:numId w:val="4"/>
              </w:numPr>
              <w:contextualSpacing/>
              <w:jc w:val="both"/>
              <w:rPr>
                <w:rFonts w:ascii="Times New Roman" w:eastAsia="Calibri" w:hAnsi="Times New Roman" w:cs="Times New Roman"/>
                <w:bCs/>
                <w:noProof/>
                <w:lang w:val="sr-Cyrl-CS"/>
              </w:rPr>
            </w:pPr>
            <w:r w:rsidRPr="00CE7CAC">
              <w:rPr>
                <w:rFonts w:ascii="Times New Roman" w:hAnsi="Times New Roman" w:cs="Times New Roman"/>
                <w:noProof/>
                <w:lang w:val="sr-Cyrl-CS"/>
              </w:rPr>
              <w:t>недовољно развијена свест јавности о потреби и важности пријављивања потенцијалних неправилности и превара насталих приликом коришћења ЕУ средстава</w:t>
            </w:r>
            <w:r w:rsidR="00845837"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p>
          <w:p w14:paraId="2CF83403" w14:textId="77777777" w:rsidR="00A95622" w:rsidRPr="00CE7CAC" w:rsidRDefault="00A95622" w:rsidP="00F97D62">
            <w:pPr>
              <w:jc w:val="both"/>
              <w:rPr>
                <w:rFonts w:ascii="Times New Roman" w:eastAsia="Calibri" w:hAnsi="Times New Roman" w:cs="Times New Roman"/>
                <w:bCs/>
                <w:noProof/>
                <w:lang w:val="sr-Cyrl-CS"/>
              </w:rPr>
            </w:pPr>
          </w:p>
        </w:tc>
      </w:tr>
      <w:tr w:rsidR="00192DE3" w:rsidRPr="00CE7CAC" w14:paraId="326ADA05" w14:textId="77777777" w:rsidTr="00192DE3">
        <w:tc>
          <w:tcPr>
            <w:tcW w:w="1555" w:type="dxa"/>
          </w:tcPr>
          <w:p w14:paraId="40025E1C" w14:textId="77777777" w:rsidR="00A95622" w:rsidRPr="00CE7CAC" w:rsidRDefault="00A95622" w:rsidP="00360F47">
            <w:pPr>
              <w:rPr>
                <w:rFonts w:ascii="Times New Roman" w:eastAsia="Calibri" w:hAnsi="Times New Roman" w:cs="Times New Roman"/>
                <w:b/>
                <w:i/>
                <w:noProof/>
                <w:lang w:val="sr-Cyrl-CS"/>
              </w:rPr>
            </w:pPr>
          </w:p>
          <w:p w14:paraId="35E12EF1" w14:textId="6114EE1A" w:rsidR="00A95622" w:rsidRPr="00CE7CAC" w:rsidRDefault="00F44CB1" w:rsidP="00743559">
            <w:pPr>
              <w:rPr>
                <w:rFonts w:ascii="Times New Roman" w:eastAsia="Calibri" w:hAnsi="Times New Roman" w:cs="Times New Roman"/>
                <w:b/>
                <w:i/>
                <w:noProof/>
                <w:lang w:val="sr-Cyrl-CS"/>
              </w:rPr>
            </w:pPr>
            <w:r w:rsidRPr="00CE7CAC">
              <w:rPr>
                <w:rFonts w:ascii="Times New Roman" w:eastAsia="Calibri" w:hAnsi="Times New Roman" w:cs="Times New Roman"/>
                <w:b/>
                <w:i/>
                <w:lang w:val="sr-Cyrl-CS"/>
              </w:rPr>
              <w:t>И</w:t>
            </w:r>
            <w:r w:rsidR="00BF7771" w:rsidRPr="00CE7CAC">
              <w:rPr>
                <w:rFonts w:ascii="Times New Roman" w:eastAsia="Calibri" w:hAnsi="Times New Roman" w:cs="Times New Roman"/>
                <w:b/>
                <w:i/>
                <w:lang w:val="sr-Cyrl-CS"/>
              </w:rPr>
              <w:t xml:space="preserve">страга </w:t>
            </w:r>
            <w:r w:rsidR="00743559" w:rsidRPr="00CE7CAC">
              <w:rPr>
                <w:rFonts w:ascii="Times New Roman" w:eastAsia="Calibri" w:hAnsi="Times New Roman" w:cs="Times New Roman"/>
                <w:b/>
                <w:bCs/>
                <w:i/>
                <w:iCs/>
                <w:noProof/>
                <w:lang w:val="sr-Cyrl-CS"/>
              </w:rPr>
              <w:t xml:space="preserve">у вези са злоупотребама приликом </w:t>
            </w:r>
            <w:r w:rsidR="00743559" w:rsidRPr="00CE7CAC">
              <w:rPr>
                <w:rFonts w:ascii="Times New Roman" w:eastAsia="Calibri" w:hAnsi="Times New Roman" w:cs="Times New Roman"/>
                <w:b/>
                <w:bCs/>
                <w:i/>
                <w:iCs/>
                <w:noProof/>
                <w:lang w:val="sr-Cyrl-CS"/>
              </w:rPr>
              <w:lastRenderedPageBreak/>
              <w:t>коришћења финансијских средстава ЕУ</w:t>
            </w:r>
          </w:p>
        </w:tc>
        <w:tc>
          <w:tcPr>
            <w:tcW w:w="8160" w:type="dxa"/>
          </w:tcPr>
          <w:p w14:paraId="1AD29411" w14:textId="77777777" w:rsidR="00A95622" w:rsidRPr="00CE7CAC" w:rsidRDefault="00A95622" w:rsidP="00F97D62">
            <w:pPr>
              <w:jc w:val="both"/>
              <w:rPr>
                <w:rFonts w:ascii="Times New Roman" w:eastAsia="Calibri" w:hAnsi="Times New Roman" w:cs="Times New Roman"/>
                <w:noProof/>
                <w:lang w:val="sr-Cyrl-CS"/>
              </w:rPr>
            </w:pPr>
          </w:p>
          <w:p w14:paraId="1B8712B7" w14:textId="422AED87" w:rsidR="00A95622" w:rsidRPr="00CE7CAC" w:rsidRDefault="00A95622" w:rsidP="00F97D62">
            <w:pPr>
              <w:pStyle w:val="ListParagraph"/>
              <w:numPr>
                <w:ilvl w:val="0"/>
                <w:numId w:val="4"/>
              </w:num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недовољно познавање важећих правила ЕУ захтева додатно вре</w:t>
            </w:r>
            <w:r w:rsidR="004B4AEC" w:rsidRPr="00CE7CAC">
              <w:rPr>
                <w:rFonts w:ascii="Times New Roman" w:eastAsia="Calibri" w:hAnsi="Times New Roman" w:cs="Times New Roman"/>
                <w:noProof/>
                <w:lang w:val="sr-Cyrl-CS"/>
              </w:rPr>
              <w:t>ме за обраду сумњи на преваре;</w:t>
            </w:r>
            <w:r w:rsidR="00D9297E" w:rsidRPr="00CE7CAC">
              <w:rPr>
                <w:rFonts w:ascii="Times New Roman" w:eastAsia="Calibri" w:hAnsi="Times New Roman" w:cs="Times New Roman"/>
                <w:noProof/>
                <w:lang w:val="sr-Cyrl-CS"/>
              </w:rPr>
              <w:t xml:space="preserve"> </w:t>
            </w:r>
            <w:r w:rsidR="004B4AEC" w:rsidRPr="00CE7CAC">
              <w:rPr>
                <w:rFonts w:ascii="Times New Roman" w:eastAsia="Calibri" w:hAnsi="Times New Roman" w:cs="Times New Roman"/>
                <w:noProof/>
                <w:lang w:val="sr-Cyrl-CS"/>
              </w:rPr>
              <w:t>н</w:t>
            </w:r>
            <w:r w:rsidRPr="00CE7CAC">
              <w:rPr>
                <w:rFonts w:ascii="Times New Roman" w:eastAsia="Calibri" w:hAnsi="Times New Roman" w:cs="Times New Roman"/>
                <w:noProof/>
                <w:lang w:val="sr-Cyrl-CS"/>
              </w:rPr>
              <w:t>едостатак изворних докумената на српском језику и ограничени преводилачки ресурси</w:t>
            </w:r>
            <w:r w:rsidR="00D831A8" w:rsidRPr="00CE7CAC">
              <w:rPr>
                <w:rFonts w:ascii="Times New Roman" w:eastAsia="Calibri" w:hAnsi="Times New Roman" w:cs="Times New Roman"/>
                <w:noProof/>
                <w:lang w:val="sr-Cyrl-CS"/>
              </w:rPr>
              <w:t xml:space="preserve"> доводе до погоршања проблема </w:t>
            </w:r>
            <w:r w:rsidR="00101944" w:rsidRPr="00CE7CAC">
              <w:rPr>
                <w:rFonts w:ascii="Times New Roman" w:eastAsia="Calibri" w:hAnsi="Times New Roman" w:cs="Times New Roman"/>
                <w:noProof/>
                <w:lang w:val="sr-Cyrl-CS"/>
              </w:rPr>
              <w:t>који</w:t>
            </w:r>
            <w:r w:rsidR="00D831A8" w:rsidRPr="00CE7CAC">
              <w:rPr>
                <w:rFonts w:ascii="Times New Roman" w:eastAsia="Calibri" w:hAnsi="Times New Roman" w:cs="Times New Roman"/>
                <w:noProof/>
                <w:lang w:val="sr-Cyrl-CS"/>
              </w:rPr>
              <w:t xml:space="preserve"> </w:t>
            </w:r>
            <w:r w:rsidR="00EE3050" w:rsidRPr="00CE7CAC">
              <w:rPr>
                <w:rFonts w:ascii="Times New Roman" w:eastAsia="Calibri" w:hAnsi="Times New Roman" w:cs="Times New Roman"/>
                <w:noProof/>
                <w:lang w:val="sr-Cyrl-CS"/>
              </w:rPr>
              <w:t xml:space="preserve">резултирају потенцијално мањем броју оптужница и </w:t>
            </w:r>
            <w:r w:rsidR="00D831A8" w:rsidRPr="00CE7CAC">
              <w:rPr>
                <w:rFonts w:ascii="Times New Roman" w:eastAsia="Calibri" w:hAnsi="Times New Roman" w:cs="Times New Roman"/>
                <w:noProof/>
                <w:lang w:val="sr-Cyrl-CS"/>
              </w:rPr>
              <w:t>наступањ</w:t>
            </w:r>
            <w:r w:rsidR="00845837" w:rsidRPr="00CE7CAC">
              <w:rPr>
                <w:rFonts w:ascii="Times New Roman" w:eastAsia="Calibri" w:hAnsi="Times New Roman" w:cs="Times New Roman"/>
                <w:noProof/>
                <w:lang w:val="sr-Cyrl-CS"/>
              </w:rPr>
              <w:t>а застарелости кривичног гоњења;</w:t>
            </w:r>
          </w:p>
          <w:p w14:paraId="27E5B559" w14:textId="77777777" w:rsidR="00A95622" w:rsidRPr="00CE7CAC" w:rsidRDefault="00A95622" w:rsidP="00F97D62">
            <w:pPr>
              <w:jc w:val="both"/>
              <w:rPr>
                <w:rFonts w:ascii="Times New Roman" w:eastAsia="Calibri" w:hAnsi="Times New Roman" w:cs="Times New Roman"/>
                <w:b/>
                <w:i/>
                <w:noProof/>
                <w:highlight w:val="yellow"/>
                <w:lang w:val="sr-Cyrl-CS"/>
              </w:rPr>
            </w:pPr>
          </w:p>
        </w:tc>
      </w:tr>
      <w:tr w:rsidR="00192DE3" w:rsidRPr="00CE7CAC" w14:paraId="0536D0C8" w14:textId="77777777" w:rsidTr="00192DE3">
        <w:tc>
          <w:tcPr>
            <w:tcW w:w="1555" w:type="dxa"/>
          </w:tcPr>
          <w:p w14:paraId="483ABE9E" w14:textId="77777777" w:rsidR="00A95622" w:rsidRPr="00CE7CAC" w:rsidRDefault="00A95622" w:rsidP="00360F47">
            <w:pPr>
              <w:rPr>
                <w:rFonts w:ascii="Times New Roman" w:eastAsia="Calibri" w:hAnsi="Times New Roman" w:cs="Times New Roman"/>
                <w:b/>
                <w:i/>
                <w:noProof/>
                <w:lang w:val="sr-Cyrl-CS"/>
              </w:rPr>
            </w:pPr>
          </w:p>
          <w:p w14:paraId="10AF9436"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Повраћај финансијских средстава</w:t>
            </w:r>
            <w:r w:rsidR="003805C5" w:rsidRPr="00CE7CAC">
              <w:rPr>
                <w:rFonts w:ascii="Times New Roman" w:eastAsia="Calibri" w:hAnsi="Times New Roman" w:cs="Times New Roman"/>
                <w:b/>
                <w:i/>
                <w:noProof/>
                <w:lang w:val="sr-Cyrl-CS"/>
              </w:rPr>
              <w:t xml:space="preserve"> и праћење судских поступака</w:t>
            </w:r>
          </w:p>
        </w:tc>
        <w:tc>
          <w:tcPr>
            <w:tcW w:w="8160" w:type="dxa"/>
          </w:tcPr>
          <w:p w14:paraId="3AD582CE" w14:textId="77777777" w:rsidR="00A95622" w:rsidRPr="00CE7CAC" w:rsidRDefault="00A95622" w:rsidP="00F97D62">
            <w:pPr>
              <w:jc w:val="both"/>
              <w:rPr>
                <w:rFonts w:ascii="Times New Roman" w:eastAsia="Calibri" w:hAnsi="Times New Roman" w:cs="Times New Roman"/>
                <w:noProof/>
                <w:lang w:val="sr-Cyrl-CS"/>
              </w:rPr>
            </w:pPr>
          </w:p>
          <w:p w14:paraId="56405958" w14:textId="77777777" w:rsidR="004F3F07" w:rsidRPr="00CE7CAC" w:rsidRDefault="004F3F07" w:rsidP="00F97D62">
            <w:pPr>
              <w:pStyle w:val="ListParagraph"/>
              <w:numPr>
                <w:ilvl w:val="0"/>
                <w:numId w:val="4"/>
              </w:numPr>
              <w:ind w:left="413" w:firstLine="44"/>
              <w:jc w:val="both"/>
              <w:rPr>
                <w:rFonts w:ascii="Times New Roman" w:hAnsi="Times New Roman" w:cs="Times New Roman"/>
                <w:noProof/>
                <w:lang w:val="sr-Cyrl-CS"/>
              </w:rPr>
            </w:pPr>
          </w:p>
          <w:p w14:paraId="1AA234A1" w14:textId="3685A369" w:rsidR="00276743" w:rsidRPr="00CE7CAC" w:rsidRDefault="00276743" w:rsidP="00F97D62">
            <w:pPr>
              <w:pStyle w:val="ListParagraph"/>
              <w:numPr>
                <w:ilvl w:val="0"/>
                <w:numId w:val="5"/>
              </w:numPr>
              <w:jc w:val="both"/>
              <w:rPr>
                <w:rFonts w:ascii="Times New Roman" w:hAnsi="Times New Roman" w:cs="Times New Roman"/>
                <w:noProof/>
                <w:lang w:val="sr-Cyrl-CS"/>
              </w:rPr>
            </w:pPr>
            <w:r w:rsidRPr="00CE7CAC">
              <w:rPr>
                <w:rFonts w:ascii="Times New Roman" w:hAnsi="Times New Roman" w:cs="Times New Roman"/>
                <w:noProof/>
                <w:lang w:val="sr-Cyrl-CS"/>
              </w:rPr>
              <w:t>недостатак развијене свести код локалних носилаца власти (корисника /примаоца ЕУ средстава) да имају уговором предвиђену обавезу да изврше повраћај ненаменски утрошеног новца</w:t>
            </w:r>
            <w:r w:rsidR="006177F4">
              <w:rPr>
                <w:rFonts w:ascii="Times New Roman" w:hAnsi="Times New Roman" w:cs="Times New Roman"/>
                <w:noProof/>
                <w:lang w:val="sr-Cyrl-CS"/>
              </w:rPr>
              <w:t>,</w:t>
            </w:r>
          </w:p>
          <w:p w14:paraId="2C07F29A" w14:textId="35DD95D6" w:rsidR="00B55919" w:rsidRPr="00CE7CAC" w:rsidRDefault="00D80F4D" w:rsidP="00F97D62">
            <w:pPr>
              <w:pStyle w:val="ListParagraph"/>
              <w:numPr>
                <w:ilvl w:val="0"/>
                <w:numId w:val="5"/>
              </w:numPr>
              <w:jc w:val="both"/>
              <w:rPr>
                <w:rFonts w:ascii="Times New Roman" w:hAnsi="Times New Roman" w:cs="Times New Roman"/>
                <w:noProof/>
                <w:lang w:val="sr-Cyrl-CS"/>
              </w:rPr>
            </w:pPr>
            <w:r w:rsidRPr="00CE7CAC">
              <w:rPr>
                <w:rFonts w:ascii="Times New Roman" w:hAnsi="Times New Roman" w:cs="Times New Roman"/>
                <w:noProof/>
                <w:lang w:val="sr-Cyrl-CS"/>
              </w:rPr>
              <w:t>недоста</w:t>
            </w:r>
            <w:r w:rsidR="00B55919" w:rsidRPr="00CE7CAC">
              <w:rPr>
                <w:rFonts w:ascii="Times New Roman" w:hAnsi="Times New Roman" w:cs="Times New Roman"/>
                <w:noProof/>
                <w:lang w:val="sr-Cyrl-CS"/>
              </w:rPr>
              <w:t>к посвећености и/или преузете одговорности локалних носилаца власти, који су корисници/примаоци средстава  ЕУ, да у потпуности одговоре обавези повраћаја износа нерегуларно или прекомерно утрошених средстава према важећим правним актима,</w:t>
            </w:r>
            <w:r w:rsidR="00D9297E" w:rsidRPr="00CE7CAC">
              <w:rPr>
                <w:rFonts w:ascii="Times New Roman" w:hAnsi="Times New Roman" w:cs="Times New Roman"/>
                <w:noProof/>
                <w:lang w:val="sr-Cyrl-CS"/>
              </w:rPr>
              <w:t xml:space="preserve"> </w:t>
            </w:r>
          </w:p>
          <w:p w14:paraId="47F2C8A6" w14:textId="560BB37A" w:rsidR="00B55919" w:rsidRPr="00CE7CAC" w:rsidRDefault="00B55919" w:rsidP="00F97D62">
            <w:pPr>
              <w:pStyle w:val="ListParagraph"/>
              <w:numPr>
                <w:ilvl w:val="0"/>
                <w:numId w:val="5"/>
              </w:numPr>
              <w:contextualSpacing w:val="0"/>
              <w:jc w:val="both"/>
              <w:rPr>
                <w:rFonts w:ascii="Times New Roman" w:hAnsi="Times New Roman" w:cs="Times New Roman"/>
                <w:noProof/>
                <w:lang w:val="sr-Cyrl-CS"/>
              </w:rPr>
            </w:pPr>
            <w:r w:rsidRPr="00CE7CAC">
              <w:rPr>
                <w:rFonts w:ascii="Times New Roman" w:hAnsi="Times New Roman" w:cs="Times New Roman"/>
                <w:noProof/>
                <w:lang w:val="sr-Cyrl-CS"/>
              </w:rPr>
              <w:t>промена статуса правног лица (гашење, ликвидација, стечај) корисника/примаоца средстава-организација цивилног друштва</w:t>
            </w:r>
            <w:r w:rsidR="00EA153D" w:rsidRPr="00CE7CAC">
              <w:rPr>
                <w:rFonts w:ascii="Times New Roman" w:hAnsi="Times New Roman" w:cs="Times New Roman"/>
                <w:noProof/>
                <w:lang w:val="sr-Cyrl-CS"/>
              </w:rPr>
              <w:t xml:space="preserve"> доводи до </w:t>
            </w:r>
            <w:r w:rsidR="00A70091" w:rsidRPr="00CE7CAC">
              <w:rPr>
                <w:rFonts w:ascii="Times New Roman" w:hAnsi="Times New Roman" w:cs="Times New Roman"/>
                <w:noProof/>
                <w:lang w:val="sr-Cyrl-CS"/>
              </w:rPr>
              <w:t xml:space="preserve">немогућности </w:t>
            </w:r>
            <w:r w:rsidR="00EA153D" w:rsidRPr="00CE7CAC">
              <w:rPr>
                <w:rFonts w:ascii="Times New Roman" w:hAnsi="Times New Roman" w:cs="Times New Roman"/>
                <w:noProof/>
                <w:lang w:val="sr-Cyrl-CS"/>
              </w:rPr>
              <w:t xml:space="preserve">надокнаде </w:t>
            </w:r>
            <w:r w:rsidR="00845837" w:rsidRPr="00CE7CAC">
              <w:rPr>
                <w:rFonts w:ascii="Times New Roman" w:hAnsi="Times New Roman" w:cs="Times New Roman"/>
                <w:noProof/>
                <w:lang w:val="sr-Cyrl-CS"/>
              </w:rPr>
              <w:t xml:space="preserve">нерегуларно утрошених </w:t>
            </w:r>
            <w:r w:rsidR="00276743" w:rsidRPr="00CE7CAC">
              <w:rPr>
                <w:rFonts w:ascii="Times New Roman" w:hAnsi="Times New Roman" w:cs="Times New Roman"/>
                <w:noProof/>
                <w:lang w:val="sr-Cyrl-CS"/>
              </w:rPr>
              <w:t>средстава.</w:t>
            </w:r>
          </w:p>
          <w:p w14:paraId="14BBE82D" w14:textId="47BE83AE" w:rsidR="008F58C0" w:rsidRPr="00CE7CAC" w:rsidRDefault="008F58C0" w:rsidP="00F97D62">
            <w:pPr>
              <w:pStyle w:val="ListParagraph"/>
              <w:ind w:left="888"/>
              <w:jc w:val="both"/>
              <w:rPr>
                <w:rFonts w:ascii="Times New Roman" w:hAnsi="Times New Roman" w:cs="Times New Roman"/>
                <w:noProof/>
                <w:lang w:val="sr-Cyrl-CS"/>
              </w:rPr>
            </w:pPr>
          </w:p>
          <w:p w14:paraId="480865D1" w14:textId="77777777" w:rsidR="00B55919" w:rsidRPr="00CE7CAC" w:rsidRDefault="00B55919" w:rsidP="00F97D62">
            <w:pPr>
              <w:pStyle w:val="ListParagraph"/>
              <w:ind w:left="0"/>
              <w:jc w:val="both"/>
              <w:rPr>
                <w:rFonts w:ascii="Times New Roman" w:eastAsia="Calibri" w:hAnsi="Times New Roman" w:cs="Times New Roman"/>
                <w:b/>
                <w:i/>
                <w:noProof/>
                <w:highlight w:val="yellow"/>
                <w:lang w:val="sr-Cyrl-CS"/>
              </w:rPr>
            </w:pPr>
          </w:p>
        </w:tc>
      </w:tr>
    </w:tbl>
    <w:p w14:paraId="22F43192" w14:textId="77777777" w:rsidR="00416AC4" w:rsidRPr="00CE7CAC" w:rsidRDefault="00416AC4" w:rsidP="001204DA">
      <w:pPr>
        <w:pStyle w:val="PASUS"/>
        <w:spacing w:before="0" w:after="0"/>
        <w:rPr>
          <w:lang w:val="sr-Cyrl-CS"/>
        </w:rPr>
      </w:pPr>
    </w:p>
    <w:p w14:paraId="0D1E6843" w14:textId="74FD9707" w:rsidR="00C65BCB" w:rsidRPr="00CE7CAC" w:rsidRDefault="00A95622" w:rsidP="001204DA">
      <w:pPr>
        <w:pStyle w:val="PASUS"/>
        <w:spacing w:before="0" w:after="0"/>
        <w:rPr>
          <w:lang w:val="sr-Cyrl-CS"/>
        </w:rPr>
      </w:pPr>
      <w:r w:rsidRPr="00CE7CAC">
        <w:rPr>
          <w:lang w:val="sr-Cyrl-CS"/>
        </w:rPr>
        <w:t xml:space="preserve">Могући </w:t>
      </w:r>
      <w:r w:rsidR="00845837" w:rsidRPr="00CE7CAC">
        <w:rPr>
          <w:lang w:val="sr-Cyrl-CS"/>
        </w:rPr>
        <w:t>проблеми,</w:t>
      </w:r>
      <w:r w:rsidRPr="00CE7CAC">
        <w:rPr>
          <w:lang w:val="sr-Cyrl-CS"/>
        </w:rPr>
        <w:t xml:space="preserve"> идентификовани кроз анализу ризика</w:t>
      </w:r>
      <w:r w:rsidR="00845837" w:rsidRPr="00CE7CAC">
        <w:rPr>
          <w:lang w:val="sr-Cyrl-CS"/>
        </w:rPr>
        <w:t>,</w:t>
      </w:r>
      <w:r w:rsidRPr="00CE7CAC">
        <w:rPr>
          <w:lang w:val="sr-Cyrl-CS"/>
        </w:rPr>
        <w:t xml:space="preserve"> указују на потребу да све институције у Мрежи</w:t>
      </w:r>
      <w:r w:rsidR="005B66BA" w:rsidRPr="00CE7CAC">
        <w:rPr>
          <w:lang w:val="sr-Cyrl-CS"/>
        </w:rPr>
        <w:t xml:space="preserve"> за борбу против превара, </w:t>
      </w:r>
      <w:r w:rsidRPr="00CE7CAC">
        <w:rPr>
          <w:lang w:val="sr-Cyrl-CS"/>
        </w:rPr>
        <w:t>свака у домену својих надлежности</w:t>
      </w:r>
      <w:r w:rsidR="005B66BA" w:rsidRPr="00CE7CAC">
        <w:rPr>
          <w:lang w:val="sr-Cyrl-CS"/>
        </w:rPr>
        <w:t>,</w:t>
      </w:r>
      <w:r w:rsidRPr="00CE7CAC">
        <w:rPr>
          <w:lang w:val="sr-Cyrl-CS"/>
        </w:rPr>
        <w:t xml:space="preserve"> усмере контролне активности на отклањање узрока </w:t>
      </w:r>
      <w:r w:rsidR="00A90703" w:rsidRPr="00CE7CAC">
        <w:rPr>
          <w:lang w:val="sr-Cyrl-CS"/>
        </w:rPr>
        <w:t xml:space="preserve">проблема </w:t>
      </w:r>
      <w:r w:rsidRPr="00CE7CAC">
        <w:rPr>
          <w:lang w:val="sr-Cyrl-CS"/>
        </w:rPr>
        <w:t>и самим тим допринесу см</w:t>
      </w:r>
      <w:r w:rsidR="00435AEE" w:rsidRPr="00CE7CAC">
        <w:rPr>
          <w:lang w:val="sr-Cyrl-CS"/>
        </w:rPr>
        <w:t>ањењу укупне изложености ризику</w:t>
      </w:r>
      <w:r w:rsidR="00CB624A" w:rsidRPr="00CE7CAC">
        <w:rPr>
          <w:lang w:val="sr-Cyrl-CS"/>
        </w:rPr>
        <w:t>.</w:t>
      </w:r>
      <w:r w:rsidR="00435AEE" w:rsidRPr="00CE7CAC">
        <w:rPr>
          <w:lang w:val="sr-Cyrl-CS"/>
        </w:rPr>
        <w:t xml:space="preserve"> </w:t>
      </w:r>
      <w:r w:rsidR="006D0030" w:rsidRPr="00CE7CAC">
        <w:rPr>
          <w:lang w:val="sr-Cyrl-CS"/>
        </w:rPr>
        <w:t>С тим у вези, потребно је интензивирати рад Мреже за борбу против превара и обезбедити благовремену информисаност чланова о оствареним резултатима и правцима деловања у будућем периоду</w:t>
      </w:r>
      <w:r w:rsidR="00531692" w:rsidRPr="00CE7CAC">
        <w:rPr>
          <w:lang w:val="sr-Cyrl-CS"/>
        </w:rPr>
        <w:t>.</w:t>
      </w:r>
    </w:p>
    <w:p w14:paraId="10B4C772" w14:textId="77777777" w:rsidR="00382992" w:rsidRPr="00CE7CAC" w:rsidRDefault="00382992" w:rsidP="001204DA">
      <w:pPr>
        <w:pStyle w:val="PASUS"/>
        <w:spacing w:before="0" w:after="0"/>
        <w:rPr>
          <w:lang w:val="sr-Cyrl-CS"/>
        </w:rPr>
      </w:pPr>
    </w:p>
    <w:p w14:paraId="43FA423F" w14:textId="6CF6C252" w:rsidR="00613316" w:rsidRPr="00CE7CAC" w:rsidRDefault="00D93421" w:rsidP="000441F3">
      <w:pPr>
        <w:pStyle w:val="PASUS"/>
        <w:spacing w:before="0" w:after="0"/>
        <w:rPr>
          <w:lang w:val="sr-Cyrl-CS"/>
        </w:rPr>
      </w:pPr>
      <w:r w:rsidRPr="00CE7CAC">
        <w:rPr>
          <w:lang w:val="sr-Cyrl-CS"/>
        </w:rPr>
        <w:t xml:space="preserve">Активности Мреже за борбу против превара спроводе се кроз све четири </w:t>
      </w:r>
      <w:r w:rsidR="00C65BCB" w:rsidRPr="00CE7CAC">
        <w:rPr>
          <w:lang w:val="sr-Cyrl-CS"/>
        </w:rPr>
        <w:t xml:space="preserve">фазе циклуса борбе против превара </w:t>
      </w:r>
      <w:r w:rsidRPr="00CE7CAC">
        <w:rPr>
          <w:lang w:val="sr-Cyrl-CS"/>
        </w:rPr>
        <w:t xml:space="preserve">које хоризонтално </w:t>
      </w:r>
      <w:r w:rsidR="00C65BCB" w:rsidRPr="00CE7CAC">
        <w:rPr>
          <w:lang w:val="sr-Cyrl-CS"/>
        </w:rPr>
        <w:t>прожима међуинституционална</w:t>
      </w:r>
      <w:r w:rsidR="00FD1603" w:rsidRPr="00CE7CAC">
        <w:rPr>
          <w:lang w:val="sr-Cyrl-CS"/>
        </w:rPr>
        <w:t xml:space="preserve"> сарадња</w:t>
      </w:r>
      <w:r w:rsidR="00D763F1">
        <w:rPr>
          <w:lang w:val="sr-Cyrl-CS"/>
        </w:rPr>
        <w:t>,</w:t>
      </w:r>
      <w:r w:rsidR="00C65BCB" w:rsidRPr="00CE7CAC">
        <w:rPr>
          <w:lang w:val="sr-Cyrl-CS"/>
        </w:rPr>
        <w:t xml:space="preserve"> </w:t>
      </w:r>
      <w:r w:rsidR="00FD1603" w:rsidRPr="00CE7CAC">
        <w:rPr>
          <w:lang w:val="sr-Cyrl-CS"/>
        </w:rPr>
        <w:t xml:space="preserve">као и </w:t>
      </w:r>
      <w:r w:rsidR="00C65BCB" w:rsidRPr="00CE7CAC">
        <w:rPr>
          <w:lang w:val="sr-Cyrl-CS"/>
        </w:rPr>
        <w:t>координација</w:t>
      </w:r>
      <w:r w:rsidR="00FD1603" w:rsidRPr="00CE7CAC">
        <w:rPr>
          <w:lang w:val="sr-Cyrl-CS"/>
        </w:rPr>
        <w:t>, коју спроводи АФКОС</w:t>
      </w:r>
      <w:r w:rsidR="003E3D2D" w:rsidRPr="00CE7CAC">
        <w:rPr>
          <w:lang w:val="sr-Cyrl-CS"/>
        </w:rPr>
        <w:t xml:space="preserve">. </w:t>
      </w:r>
    </w:p>
    <w:p w14:paraId="5E47889C" w14:textId="77777777" w:rsidR="00EC6D93" w:rsidRPr="00CE7CAC" w:rsidRDefault="00EC6D93" w:rsidP="000441F3">
      <w:pPr>
        <w:pStyle w:val="PASUS"/>
        <w:spacing w:before="0" w:after="0"/>
        <w:rPr>
          <w:lang w:val="sr-Cyrl-CS"/>
        </w:rPr>
      </w:pPr>
    </w:p>
    <w:p w14:paraId="72CC34EA" w14:textId="42E44FCE" w:rsidR="004921C4" w:rsidRPr="00CE7CAC" w:rsidRDefault="00085339" w:rsidP="00EC6D93">
      <w:pPr>
        <w:pStyle w:val="PASUS"/>
        <w:rPr>
          <w:b/>
          <w:lang w:val="sr-Cyrl-CS"/>
        </w:rPr>
      </w:pPr>
      <w:r w:rsidRPr="00CE7CAC">
        <w:rPr>
          <w:b/>
          <w:lang w:val="sr-Cyrl-CS"/>
        </w:rPr>
        <w:t>IV</w:t>
      </w:r>
      <w:r w:rsidR="009C7DFB" w:rsidRPr="00CE7CAC">
        <w:rPr>
          <w:b/>
          <w:lang w:val="sr-Cyrl-CS"/>
        </w:rPr>
        <w:t>.</w:t>
      </w:r>
      <w:r w:rsidRPr="00CE7CAC">
        <w:rPr>
          <w:b/>
          <w:lang w:val="sr-Cyrl-CS"/>
        </w:rPr>
        <w:t xml:space="preserve"> </w:t>
      </w:r>
      <w:r w:rsidR="00613316" w:rsidRPr="00CE7CAC">
        <w:rPr>
          <w:b/>
          <w:lang w:val="sr-Cyrl-CS"/>
        </w:rPr>
        <w:t>Анализа ризика</w:t>
      </w:r>
    </w:p>
    <w:p w14:paraId="1F16E088" w14:textId="343F78DE" w:rsidR="00A7436E" w:rsidRPr="00CE7CAC" w:rsidRDefault="00613316" w:rsidP="00613316">
      <w:pPr>
        <w:pStyle w:val="PASUS"/>
        <w:spacing w:before="0" w:after="0"/>
        <w:rPr>
          <w:lang w:val="sr-Cyrl-CS"/>
        </w:rPr>
      </w:pPr>
      <w:r w:rsidRPr="00CE7CAC">
        <w:rPr>
          <w:lang w:val="sr-Cyrl-CS"/>
        </w:rPr>
        <w:t xml:space="preserve">Анализом ризика разматран је начин функционисања система заштите финансијских интереса ЕУ по фазама циклуса борбе против превара. За потребе анализе ризика система борбе против превара, поред четири основне фазе циклуса борбе против превара (превенција, пријављивање и поступање по неправилности и сумњи на превару, истрага сумњи на превару, повраћај финансијских средстава) узета је у обзир </w:t>
      </w:r>
      <w:r w:rsidR="006A538C" w:rsidRPr="00CE7CAC">
        <w:rPr>
          <w:lang w:val="sr-Cyrl-CS"/>
        </w:rPr>
        <w:t xml:space="preserve">и </w:t>
      </w:r>
      <w:r w:rsidRPr="00CE7CAC">
        <w:rPr>
          <w:lang w:val="sr-Cyrl-CS"/>
        </w:rPr>
        <w:t>међуинститу</w:t>
      </w:r>
      <w:r w:rsidR="00A90703" w:rsidRPr="00CE7CAC">
        <w:rPr>
          <w:lang w:val="sr-Cyrl-CS"/>
        </w:rPr>
        <w:t>ционална координација и сарадња</w:t>
      </w:r>
      <w:r w:rsidRPr="00CE7CAC">
        <w:rPr>
          <w:lang w:val="sr-Cyrl-CS"/>
        </w:rPr>
        <w:t xml:space="preserve">, која прожима све фазе у домену сарадње релевантних институција. Поменутим поступком идентификовани су и описани ризици са могућим узроцима и спроведена је квалитативна анализа и процена укупне изложености ризику. </w:t>
      </w:r>
    </w:p>
    <w:p w14:paraId="6ECC186A" w14:textId="0878288A" w:rsidR="009955CC" w:rsidRPr="00CE7CAC" w:rsidRDefault="009955CC" w:rsidP="00613316">
      <w:pPr>
        <w:pStyle w:val="PASUS"/>
        <w:spacing w:before="0" w:after="0"/>
        <w:rPr>
          <w:lang w:val="sr-Cyrl-CS"/>
        </w:rPr>
      </w:pPr>
    </w:p>
    <w:p w14:paraId="3564579A" w14:textId="0A9789FE" w:rsidR="003E7EC6" w:rsidRPr="00CE7CAC" w:rsidRDefault="00A90703" w:rsidP="00613316">
      <w:pPr>
        <w:pStyle w:val="PASUS"/>
        <w:spacing w:before="0" w:after="0"/>
        <w:rPr>
          <w:lang w:val="sr-Cyrl-CS"/>
        </w:rPr>
      </w:pPr>
      <w:r w:rsidRPr="00CE7CAC">
        <w:rPr>
          <w:lang w:val="sr-Cyrl-CS"/>
        </w:rPr>
        <w:t>Ради умањења укупне изложености ризицима</w:t>
      </w:r>
      <w:r w:rsidR="00781A9E" w:rsidRPr="00CE7CAC">
        <w:rPr>
          <w:lang w:val="sr-Cyrl-CS"/>
        </w:rPr>
        <w:t xml:space="preserve">, уочених у циклусу борбе против превара, неопходно је, активним спровођењем митигационих мера, деловати на генерички </w:t>
      </w:r>
      <w:r w:rsidR="00781A9E" w:rsidRPr="00CE7CAC">
        <w:rPr>
          <w:lang w:val="sr-Cyrl-CS"/>
        </w:rPr>
        <w:lastRenderedPageBreak/>
        <w:t>ризик</w:t>
      </w:r>
      <w:r w:rsidR="00221D02" w:rsidRPr="00CE7CAC">
        <w:rPr>
          <w:lang w:val="sr-Cyrl-CS"/>
        </w:rPr>
        <w:t xml:space="preserve"> из ког исти произилазе.</w:t>
      </w:r>
      <w:r w:rsidR="00781A9E" w:rsidRPr="00CE7CAC">
        <w:rPr>
          <w:lang w:val="sr-Cyrl-CS"/>
        </w:rPr>
        <w:t xml:space="preserve"> Недовољна политичка посвећеност свих релевантних институција Републике Србије спровођењу активности, у оквиру самог циклуса борбе против превара, које би имале за циљ сузбијање неправилности и превара у поступању са финансијским средствима ЕУ</w:t>
      </w:r>
      <w:r w:rsidRPr="00CE7CAC">
        <w:rPr>
          <w:lang w:val="sr-Cyrl-CS"/>
        </w:rPr>
        <w:t>,</w:t>
      </w:r>
      <w:r w:rsidR="00825892" w:rsidRPr="00CE7CAC">
        <w:rPr>
          <w:lang w:val="sr-Cyrl-CS"/>
        </w:rPr>
        <w:t xml:space="preserve"> </w:t>
      </w:r>
      <w:r w:rsidR="00221D02" w:rsidRPr="00CE7CAC">
        <w:rPr>
          <w:lang w:val="sr-Cyrl-CS"/>
        </w:rPr>
        <w:t>представља општи ризик</w:t>
      </w:r>
      <w:r w:rsidR="00221D02" w:rsidRPr="00CE7CAC">
        <w:rPr>
          <w:rFonts w:eastAsia="Times New Roman"/>
          <w:lang w:val="sr-Cyrl-CS"/>
        </w:rPr>
        <w:t xml:space="preserve"> у области неправилности и превара у поступању са финансијским средствима ЕУ</w:t>
      </w:r>
      <w:r w:rsidR="00F5365B" w:rsidRPr="00CE7CAC">
        <w:rPr>
          <w:lang w:val="sr-Cyrl-CS"/>
        </w:rPr>
        <w:t>.</w:t>
      </w:r>
      <w:r w:rsidR="00221D02" w:rsidRPr="00CE7CAC">
        <w:rPr>
          <w:lang w:val="sr-Cyrl-CS"/>
        </w:rPr>
        <w:t xml:space="preserve"> </w:t>
      </w:r>
    </w:p>
    <w:p w14:paraId="04B7FBF8" w14:textId="77777777" w:rsidR="009955CC" w:rsidRPr="00CE7CAC" w:rsidRDefault="009955CC" w:rsidP="00613316">
      <w:pPr>
        <w:pStyle w:val="PASUS"/>
        <w:spacing w:before="0" w:after="0"/>
        <w:rPr>
          <w:lang w:val="sr-Cyrl-CS"/>
        </w:rPr>
      </w:pPr>
    </w:p>
    <w:p w14:paraId="4F46A852" w14:textId="296AF567" w:rsidR="00A7436E" w:rsidRPr="00CE7CAC" w:rsidRDefault="00613316" w:rsidP="00A7436E">
      <w:pPr>
        <w:pStyle w:val="PASUS"/>
        <w:spacing w:before="0" w:after="0"/>
        <w:rPr>
          <w:i/>
          <w:lang w:val="sr-Cyrl-CS"/>
        </w:rPr>
      </w:pPr>
      <w:r w:rsidRPr="00CE7CAC">
        <w:rPr>
          <w:lang w:val="sr-Cyrl-CS"/>
        </w:rPr>
        <w:t xml:space="preserve">У наставку следи Табела 2. која </w:t>
      </w:r>
      <w:r w:rsidR="00377B47" w:rsidRPr="00CE7CAC">
        <w:rPr>
          <w:lang w:val="sr-Cyrl-CS"/>
        </w:rPr>
        <w:t xml:space="preserve">садржи </w:t>
      </w:r>
      <w:r w:rsidRPr="00CE7CAC">
        <w:rPr>
          <w:lang w:val="sr-Cyrl-CS"/>
        </w:rPr>
        <w:t>ризик</w:t>
      </w:r>
      <w:r w:rsidR="0021721A" w:rsidRPr="00CE7CAC">
        <w:rPr>
          <w:lang w:val="sr-Cyrl-CS"/>
        </w:rPr>
        <w:t>е, идентификоване у фазама циклуса борбе против превара,</w:t>
      </w:r>
      <w:r w:rsidRPr="00CE7CAC">
        <w:rPr>
          <w:lang w:val="sr-Cyrl-CS"/>
        </w:rPr>
        <w:t xml:space="preserve"> и оцену укупне изложености ризику</w:t>
      </w:r>
      <w:r w:rsidR="00A7436E" w:rsidRPr="00CE7CAC">
        <w:rPr>
          <w:lang w:val="sr-Cyrl-CS"/>
        </w:rPr>
        <w:t xml:space="preserve"> сходно </w:t>
      </w:r>
      <w:r w:rsidR="00A90703" w:rsidRPr="00CE7CAC">
        <w:rPr>
          <w:lang w:val="sr-Cyrl-CS"/>
        </w:rPr>
        <w:t>методолошком упут</w:t>
      </w:r>
      <w:r w:rsidR="00A7436E" w:rsidRPr="00CE7CAC">
        <w:rPr>
          <w:lang w:val="sr-Cyrl-CS"/>
        </w:rPr>
        <w:t xml:space="preserve">ству </w:t>
      </w:r>
      <w:r w:rsidR="00A90703" w:rsidRPr="00CE7CAC">
        <w:rPr>
          <w:lang w:val="sr-Cyrl-CS"/>
        </w:rPr>
        <w:t xml:space="preserve">Европске комисије </w:t>
      </w:r>
      <w:r w:rsidR="008E6594" w:rsidRPr="00CE7CAC">
        <w:rPr>
          <w:i/>
          <w:lang w:val="sr-Cyrl-CS"/>
        </w:rPr>
        <w:t xml:space="preserve">Guidelines on National Anti </w:t>
      </w:r>
      <w:r w:rsidR="008E6594" w:rsidRPr="00CE7CAC">
        <w:rPr>
          <w:lang w:val="sr-Cyrl-CS"/>
        </w:rPr>
        <w:t>−</w:t>
      </w:r>
      <w:r w:rsidR="00A7436E" w:rsidRPr="00CE7CAC">
        <w:rPr>
          <w:i/>
          <w:lang w:val="sr-Cyrl-CS"/>
        </w:rPr>
        <w:t xml:space="preserve"> Fraud Strategies.</w:t>
      </w:r>
    </w:p>
    <w:p w14:paraId="64B42794" w14:textId="77777777" w:rsidR="00613316" w:rsidRPr="00CE7CAC" w:rsidRDefault="00A7436E" w:rsidP="00A7436E">
      <w:pPr>
        <w:pStyle w:val="PASUS"/>
        <w:spacing w:before="0" w:after="0"/>
        <w:rPr>
          <w:lang w:val="sr-Cyrl-CS"/>
        </w:rPr>
      </w:pPr>
      <w:r w:rsidRPr="00CE7CAC">
        <w:rPr>
          <w:lang w:val="sr-Cyrl-CS"/>
        </w:rPr>
        <w:t xml:space="preserve"> </w:t>
      </w:r>
    </w:p>
    <w:p w14:paraId="6E5F5824" w14:textId="7F953008" w:rsidR="00613316" w:rsidRPr="00CE7CAC" w:rsidRDefault="00613316" w:rsidP="00613316">
      <w:pPr>
        <w:pStyle w:val="Caption"/>
        <w:keepNext/>
        <w:rPr>
          <w:rFonts w:ascii="Times New Roman" w:hAnsi="Times New Roman" w:cs="Times New Roman"/>
          <w:noProof/>
          <w:color w:val="auto"/>
          <w:sz w:val="24"/>
          <w:szCs w:val="24"/>
          <w:lang w:val="sr-Cyrl-CS"/>
        </w:rPr>
      </w:pPr>
      <w:r w:rsidRPr="00CE7CAC">
        <w:rPr>
          <w:rFonts w:ascii="Times New Roman" w:hAnsi="Times New Roman" w:cs="Times New Roman"/>
          <w:i w:val="0"/>
          <w:noProof/>
          <w:color w:val="auto"/>
          <w:sz w:val="24"/>
          <w:szCs w:val="24"/>
          <w:lang w:val="sr-Cyrl-CS"/>
        </w:rPr>
        <w:t xml:space="preserve">Табела </w:t>
      </w:r>
      <w:r w:rsidRPr="00CE7CAC">
        <w:rPr>
          <w:rFonts w:ascii="Times New Roman" w:hAnsi="Times New Roman" w:cs="Times New Roman"/>
          <w:i w:val="0"/>
          <w:noProof/>
          <w:color w:val="auto"/>
          <w:sz w:val="24"/>
          <w:szCs w:val="24"/>
          <w:lang w:val="sr-Cyrl-CS"/>
        </w:rPr>
        <w:fldChar w:fldCharType="begin"/>
      </w:r>
      <w:r w:rsidRPr="00CE7CAC">
        <w:rPr>
          <w:rFonts w:ascii="Times New Roman" w:hAnsi="Times New Roman" w:cs="Times New Roman"/>
          <w:i w:val="0"/>
          <w:noProof/>
          <w:color w:val="auto"/>
          <w:sz w:val="24"/>
          <w:szCs w:val="24"/>
          <w:lang w:val="sr-Cyrl-CS"/>
        </w:rPr>
        <w:instrText xml:space="preserve"> SEQ Табела \* ARABIC </w:instrText>
      </w:r>
      <w:r w:rsidRPr="00CE7CAC">
        <w:rPr>
          <w:rFonts w:ascii="Times New Roman" w:hAnsi="Times New Roman" w:cs="Times New Roman"/>
          <w:i w:val="0"/>
          <w:noProof/>
          <w:color w:val="auto"/>
          <w:sz w:val="24"/>
          <w:szCs w:val="24"/>
          <w:lang w:val="sr-Cyrl-CS"/>
        </w:rPr>
        <w:fldChar w:fldCharType="separate"/>
      </w:r>
      <w:r w:rsidR="008470C1" w:rsidRPr="00CE7CAC">
        <w:rPr>
          <w:rFonts w:ascii="Times New Roman" w:hAnsi="Times New Roman" w:cs="Times New Roman"/>
          <w:i w:val="0"/>
          <w:noProof/>
          <w:color w:val="auto"/>
          <w:sz w:val="24"/>
          <w:szCs w:val="24"/>
          <w:lang w:val="sr-Cyrl-CS"/>
        </w:rPr>
        <w:t>2</w:t>
      </w:r>
      <w:r w:rsidRPr="00CE7CAC">
        <w:rPr>
          <w:rFonts w:ascii="Times New Roman" w:hAnsi="Times New Roman" w:cs="Times New Roman"/>
          <w:i w:val="0"/>
          <w:noProof/>
          <w:color w:val="auto"/>
          <w:sz w:val="24"/>
          <w:szCs w:val="24"/>
          <w:lang w:val="sr-Cyrl-CS"/>
        </w:rPr>
        <w:fldChar w:fldCharType="end"/>
      </w:r>
      <w:r w:rsidRPr="00CE7CAC">
        <w:rPr>
          <w:rFonts w:ascii="Times New Roman" w:hAnsi="Times New Roman" w:cs="Times New Roman"/>
          <w:i w:val="0"/>
          <w:noProof/>
          <w:color w:val="auto"/>
          <w:sz w:val="24"/>
          <w:szCs w:val="24"/>
          <w:lang w:val="sr-Cyrl-CS"/>
        </w:rPr>
        <w:t>:</w:t>
      </w:r>
      <w:r w:rsidRPr="00CE7CAC">
        <w:rPr>
          <w:rFonts w:ascii="Times New Roman" w:eastAsia="Calibri" w:hAnsi="Times New Roman" w:cs="Times New Roman"/>
          <w:noProof/>
          <w:color w:val="auto"/>
          <w:sz w:val="24"/>
          <w:szCs w:val="24"/>
          <w:lang w:val="sr-Cyrl-CS"/>
        </w:rPr>
        <w:t xml:space="preserve"> Оцена укупне изложености ризику по фазама циклуса борбе против превара</w:t>
      </w:r>
    </w:p>
    <w:tbl>
      <w:tblPr>
        <w:tblStyle w:val="TableGrid3"/>
        <w:tblW w:w="9493" w:type="dxa"/>
        <w:tblLayout w:type="fixed"/>
        <w:tblLook w:val="04A0" w:firstRow="1" w:lastRow="0" w:firstColumn="1" w:lastColumn="0" w:noHBand="0" w:noVBand="1"/>
      </w:tblPr>
      <w:tblGrid>
        <w:gridCol w:w="918"/>
        <w:gridCol w:w="6732"/>
        <w:gridCol w:w="1843"/>
      </w:tblGrid>
      <w:tr w:rsidR="0053420F" w:rsidRPr="00CE7CAC" w14:paraId="686EE2D4" w14:textId="77777777" w:rsidTr="008D7E7B">
        <w:trPr>
          <w:trHeight w:val="536"/>
          <w:tblHeader/>
        </w:trPr>
        <w:tc>
          <w:tcPr>
            <w:tcW w:w="918" w:type="dxa"/>
            <w:shd w:val="clear" w:color="auto" w:fill="D9D9D9"/>
          </w:tcPr>
          <w:p w14:paraId="5AC55530"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Редни број</w:t>
            </w:r>
          </w:p>
        </w:tc>
        <w:tc>
          <w:tcPr>
            <w:tcW w:w="6732" w:type="dxa"/>
            <w:tcBorders>
              <w:bottom w:val="single" w:sz="4" w:space="0" w:color="auto"/>
            </w:tcBorders>
            <w:shd w:val="clear" w:color="auto" w:fill="D9D9D9"/>
          </w:tcPr>
          <w:p w14:paraId="5F61F2DE"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Опис ризика</w:t>
            </w:r>
          </w:p>
        </w:tc>
        <w:tc>
          <w:tcPr>
            <w:tcW w:w="1843" w:type="dxa"/>
            <w:shd w:val="clear" w:color="auto" w:fill="D9D9D9"/>
          </w:tcPr>
          <w:p w14:paraId="4BAF2615"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Укупна изложеност ризику</w:t>
            </w:r>
          </w:p>
        </w:tc>
      </w:tr>
      <w:tr w:rsidR="0053420F" w:rsidRPr="00CE7CAC" w14:paraId="034CA367" w14:textId="77777777" w:rsidTr="008D7E7B">
        <w:trPr>
          <w:trHeight w:val="266"/>
        </w:trPr>
        <w:tc>
          <w:tcPr>
            <w:tcW w:w="918" w:type="dxa"/>
            <w:shd w:val="clear" w:color="auto" w:fill="F2F2F2"/>
          </w:tcPr>
          <w:p w14:paraId="0100CE23" w14:textId="77777777" w:rsidR="0053420F" w:rsidRPr="00CE7CAC" w:rsidRDefault="0053420F" w:rsidP="00B62C94">
            <w:pPr>
              <w:jc w:val="center"/>
              <w:rPr>
                <w:rFonts w:ascii="Times New Roman" w:eastAsia="Calibri" w:hAnsi="Times New Roman" w:cs="Times New Roman"/>
                <w:noProof/>
                <w:lang w:val="sr-Cyrl-CS"/>
              </w:rPr>
            </w:pPr>
          </w:p>
        </w:tc>
        <w:tc>
          <w:tcPr>
            <w:tcW w:w="8575" w:type="dxa"/>
            <w:gridSpan w:val="2"/>
            <w:tcBorders>
              <w:bottom w:val="single" w:sz="4" w:space="0" w:color="auto"/>
            </w:tcBorders>
            <w:shd w:val="clear" w:color="auto" w:fill="F2F2F2"/>
          </w:tcPr>
          <w:p w14:paraId="16F0D681" w14:textId="77777777" w:rsidR="0053420F" w:rsidRPr="00CE7CAC" w:rsidRDefault="0053420F" w:rsidP="00B62C94">
            <w:pPr>
              <w:rPr>
                <w:rFonts w:ascii="Times New Roman" w:eastAsia="Calibri" w:hAnsi="Times New Roman" w:cs="Times New Roman"/>
                <w:b/>
                <w:i/>
                <w:noProof/>
                <w:lang w:val="sr-Cyrl-CS"/>
              </w:rPr>
            </w:pPr>
          </w:p>
          <w:p w14:paraId="3061D8C6" w14:textId="77777777" w:rsidR="0053420F" w:rsidRPr="00CE7CAC" w:rsidRDefault="0053420F" w:rsidP="00B62C94">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Превенција</w:t>
            </w:r>
          </w:p>
          <w:p w14:paraId="34C5F4F7" w14:textId="77777777" w:rsidR="0053420F" w:rsidRPr="00CE7CAC" w:rsidRDefault="0053420F" w:rsidP="00B62C94">
            <w:pPr>
              <w:rPr>
                <w:rFonts w:ascii="Times New Roman" w:eastAsia="Calibri" w:hAnsi="Times New Roman" w:cs="Times New Roman"/>
                <w:i/>
                <w:noProof/>
                <w:lang w:val="sr-Cyrl-CS"/>
              </w:rPr>
            </w:pPr>
          </w:p>
        </w:tc>
      </w:tr>
      <w:tr w:rsidR="0053420F" w:rsidRPr="00CE7CAC" w14:paraId="5BB7978F" w14:textId="77777777" w:rsidTr="008D7E7B">
        <w:trPr>
          <w:trHeight w:val="599"/>
        </w:trPr>
        <w:tc>
          <w:tcPr>
            <w:tcW w:w="918" w:type="dxa"/>
          </w:tcPr>
          <w:p w14:paraId="5765A251" w14:textId="580A0061" w:rsidR="0053420F" w:rsidRPr="00CE7CAC" w:rsidRDefault="00027FAA"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w:t>
            </w:r>
            <w:r w:rsidR="006177F4">
              <w:rPr>
                <w:rFonts w:ascii="Times New Roman" w:eastAsia="Calibri" w:hAnsi="Times New Roman" w:cs="Times New Roman"/>
                <w:noProof/>
                <w:lang w:val="sr-Cyrl-CS"/>
              </w:rPr>
              <w:t>.</w:t>
            </w:r>
          </w:p>
        </w:tc>
        <w:tc>
          <w:tcPr>
            <w:tcW w:w="6732" w:type="dxa"/>
          </w:tcPr>
          <w:p w14:paraId="7110EBDE" w14:textId="18D02FDC"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Изостанак сарадње приликом успостављања системских контрола усмерених ка превенцији неправилности и превара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313599D0" w14:textId="2646D2D8" w:rsidR="0053420F" w:rsidRPr="00CE7CAC" w:rsidRDefault="007728B3"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w:t>
            </w:r>
            <w:r w:rsidR="0053420F" w:rsidRPr="00CE7CAC">
              <w:rPr>
                <w:rFonts w:ascii="Times New Roman" w:eastAsia="Calibri" w:hAnsi="Times New Roman" w:cs="Times New Roman"/>
                <w:noProof/>
                <w:lang w:val="sr-Cyrl-CS"/>
              </w:rPr>
              <w:t>исока</w:t>
            </w:r>
          </w:p>
        </w:tc>
      </w:tr>
      <w:tr w:rsidR="0053420F" w:rsidRPr="00CE7CAC" w14:paraId="78C720BE" w14:textId="77777777" w:rsidTr="008D7E7B">
        <w:trPr>
          <w:trHeight w:val="309"/>
        </w:trPr>
        <w:tc>
          <w:tcPr>
            <w:tcW w:w="918" w:type="dxa"/>
          </w:tcPr>
          <w:p w14:paraId="2D3E2D94" w14:textId="00BDE5BD" w:rsidR="007728B3" w:rsidRPr="00CE7CAC" w:rsidRDefault="007728B3"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2</w:t>
            </w:r>
            <w:r w:rsidR="006177F4">
              <w:rPr>
                <w:rFonts w:ascii="Times New Roman" w:eastAsia="Calibri" w:hAnsi="Times New Roman" w:cs="Times New Roman"/>
                <w:noProof/>
                <w:lang w:val="sr-Cyrl-CS"/>
              </w:rPr>
              <w:t>.</w:t>
            </w:r>
          </w:p>
        </w:tc>
        <w:tc>
          <w:tcPr>
            <w:tcW w:w="6732" w:type="dxa"/>
            <w:shd w:val="clear" w:color="auto" w:fill="auto"/>
            <w:vAlign w:val="center"/>
          </w:tcPr>
          <w:p w14:paraId="6313D047" w14:textId="63141D4B" w:rsidR="007728B3" w:rsidRPr="00CE7CAC" w:rsidRDefault="00027FAA"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Злоупотреба ресурса институције од стране запослених</w:t>
            </w:r>
            <w:r w:rsidR="00FC4843" w:rsidRPr="00CE7CAC">
              <w:rPr>
                <w:rFonts w:ascii="Times New Roman" w:eastAsia="Calibri" w:hAnsi="Times New Roman" w:cs="Times New Roman"/>
                <w:noProof/>
                <w:lang w:val="sr-Cyrl-CS"/>
              </w:rPr>
              <w:t xml:space="preserve"> (информације, кадрови…)</w:t>
            </w:r>
            <w:r w:rsidR="007728B3" w:rsidRPr="00CE7CAC">
              <w:rPr>
                <w:rFonts w:ascii="Times New Roman" w:eastAsia="Calibri" w:hAnsi="Times New Roman" w:cs="Times New Roman"/>
                <w:noProof/>
                <w:lang w:val="sr-Cyrl-CS"/>
              </w:rPr>
              <w:t>;</w:t>
            </w:r>
          </w:p>
          <w:p w14:paraId="45675E6F" w14:textId="1E5CA432" w:rsidR="007728B3" w:rsidRPr="00CE7CAC" w:rsidRDefault="007728B3" w:rsidP="00A15622">
            <w:pPr>
              <w:rPr>
                <w:rFonts w:ascii="Times New Roman" w:eastAsia="Calibri" w:hAnsi="Times New Roman" w:cs="Times New Roman"/>
                <w:noProof/>
                <w:lang w:val="sr-Cyrl-CS"/>
              </w:rPr>
            </w:pPr>
          </w:p>
        </w:tc>
        <w:tc>
          <w:tcPr>
            <w:tcW w:w="1843" w:type="dxa"/>
            <w:shd w:val="clear" w:color="auto" w:fill="FBD7BB" w:themeFill="accent6" w:themeFillTint="66"/>
          </w:tcPr>
          <w:p w14:paraId="299E8FBC"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6C86E62C" w14:textId="77777777" w:rsidTr="008D7E7B">
        <w:trPr>
          <w:trHeight w:val="356"/>
        </w:trPr>
        <w:tc>
          <w:tcPr>
            <w:tcW w:w="918" w:type="dxa"/>
          </w:tcPr>
          <w:p w14:paraId="0A40248B" w14:textId="379232D8"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3</w:t>
            </w:r>
            <w:r w:rsidR="006177F4">
              <w:rPr>
                <w:rFonts w:ascii="Times New Roman" w:eastAsia="Calibri" w:hAnsi="Times New Roman" w:cs="Times New Roman"/>
                <w:noProof/>
                <w:lang w:val="sr-Cyrl-CS"/>
              </w:rPr>
              <w:t>.</w:t>
            </w:r>
          </w:p>
        </w:tc>
        <w:tc>
          <w:tcPr>
            <w:tcW w:w="6732" w:type="dxa"/>
          </w:tcPr>
          <w:p w14:paraId="59C6A45D" w14:textId="2C9C6C77" w:rsidR="0053420F" w:rsidRPr="00CE7CAC" w:rsidRDefault="00FC4843" w:rsidP="00FC4843">
            <w:pPr>
              <w:rPr>
                <w:rFonts w:ascii="Times New Roman" w:eastAsia="Calibri" w:hAnsi="Times New Roman" w:cs="Times New Roman"/>
                <w:b/>
                <w:noProof/>
                <w:lang w:val="sr-Cyrl-CS"/>
              </w:rPr>
            </w:pPr>
            <w:r w:rsidRPr="00CE7CAC">
              <w:rPr>
                <w:rFonts w:ascii="Times New Roman" w:eastAsia="Calibri" w:hAnsi="Times New Roman" w:cs="Times New Roman"/>
                <w:noProof/>
                <w:lang w:val="sr-Cyrl-CS"/>
              </w:rPr>
              <w:t>З</w:t>
            </w:r>
            <w:r w:rsidR="0053420F" w:rsidRPr="00CE7CAC">
              <w:rPr>
                <w:rFonts w:ascii="Times New Roman" w:eastAsia="Calibri" w:hAnsi="Times New Roman" w:cs="Times New Roman"/>
                <w:noProof/>
                <w:lang w:val="sr-Cyrl-CS"/>
              </w:rPr>
              <w:t>лоупотребљена знања о слабостима</w:t>
            </w:r>
            <w:r w:rsidRPr="00CE7CAC">
              <w:rPr>
                <w:rFonts w:ascii="Times New Roman" w:eastAsia="Calibri" w:hAnsi="Times New Roman" w:cs="Times New Roman"/>
                <w:noProof/>
                <w:lang w:val="sr-Cyrl-CS"/>
              </w:rPr>
              <w:t xml:space="preserve"> у управљању финансијским средствима ЕУ и процедурама</w:t>
            </w:r>
            <w:r w:rsidR="007728B3" w:rsidRPr="00CE7CAC">
              <w:rPr>
                <w:rFonts w:ascii="Times New Roman" w:eastAsia="Calibri" w:hAnsi="Times New Roman" w:cs="Times New Roman"/>
                <w:noProof/>
                <w:lang w:val="sr-Cyrl-CS"/>
              </w:rPr>
              <w:t>;</w:t>
            </w:r>
            <w:r w:rsidR="0053420F" w:rsidRPr="00CE7CAC">
              <w:rPr>
                <w:rFonts w:ascii="Times New Roman" w:eastAsia="Calibri" w:hAnsi="Times New Roman" w:cs="Times New Roman"/>
                <w:noProof/>
                <w:lang w:val="sr-Cyrl-CS"/>
              </w:rPr>
              <w:t xml:space="preserve"> </w:t>
            </w:r>
          </w:p>
        </w:tc>
        <w:tc>
          <w:tcPr>
            <w:tcW w:w="1843" w:type="dxa"/>
            <w:shd w:val="clear" w:color="auto" w:fill="FBD7BB" w:themeFill="accent6" w:themeFillTint="66"/>
          </w:tcPr>
          <w:p w14:paraId="349C62A5"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040ECD96" w14:textId="77777777" w:rsidTr="008D7E7B">
        <w:trPr>
          <w:trHeight w:val="527"/>
        </w:trPr>
        <w:tc>
          <w:tcPr>
            <w:tcW w:w="918" w:type="dxa"/>
          </w:tcPr>
          <w:p w14:paraId="0E390D50" w14:textId="0F561826"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4</w:t>
            </w:r>
            <w:r w:rsidR="006177F4">
              <w:rPr>
                <w:rFonts w:ascii="Times New Roman" w:eastAsia="Calibri" w:hAnsi="Times New Roman" w:cs="Times New Roman"/>
                <w:noProof/>
                <w:lang w:val="sr-Cyrl-CS"/>
              </w:rPr>
              <w:t>.</w:t>
            </w:r>
          </w:p>
        </w:tc>
        <w:tc>
          <w:tcPr>
            <w:tcW w:w="6732" w:type="dxa"/>
            <w:shd w:val="clear" w:color="auto" w:fill="auto"/>
          </w:tcPr>
          <w:p w14:paraId="3DC07C1F" w14:textId="513A43E2" w:rsidR="00BE3DAA" w:rsidRPr="00CE7CAC" w:rsidRDefault="00BF0768" w:rsidP="00FC4843">
            <w:pPr>
              <w:contextualSpacing/>
              <w:jc w:val="both"/>
              <w:rPr>
                <w:rFonts w:ascii="Times New Roman" w:hAnsi="Times New Roman" w:cs="Times New Roman"/>
                <w:noProof/>
                <w:lang w:val="sr-Cyrl-CS"/>
              </w:rPr>
            </w:pPr>
            <w:r w:rsidRPr="00CE7CAC">
              <w:rPr>
                <w:rFonts w:ascii="Times New Roman" w:hAnsi="Times New Roman" w:cs="Times New Roman"/>
                <w:noProof/>
                <w:lang w:val="sr-Cyrl-CS"/>
              </w:rPr>
              <w:t>Недовољно развијена свест јавности о потреби и важности контроле коришћења ЕУ средстава и сузбијања неправилности и превара;</w:t>
            </w:r>
          </w:p>
        </w:tc>
        <w:tc>
          <w:tcPr>
            <w:tcW w:w="1843" w:type="dxa"/>
            <w:shd w:val="clear" w:color="auto" w:fill="FBD7BB" w:themeFill="accent6" w:themeFillTint="66"/>
          </w:tcPr>
          <w:p w14:paraId="1C6684BC" w14:textId="4A49D3E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r w:rsidR="00BF0768" w:rsidRPr="00CE7CAC">
              <w:rPr>
                <w:rFonts w:ascii="Times New Roman" w:eastAsia="Calibri" w:hAnsi="Times New Roman" w:cs="Times New Roman"/>
                <w:noProof/>
                <w:lang w:val="sr-Cyrl-CS"/>
              </w:rPr>
              <w:t xml:space="preserve"> ка високој</w:t>
            </w:r>
          </w:p>
        </w:tc>
      </w:tr>
      <w:tr w:rsidR="00BE3DAA" w:rsidRPr="00CE7CAC" w14:paraId="6DF7B256" w14:textId="77777777" w:rsidTr="008D7E7B">
        <w:trPr>
          <w:trHeight w:val="527"/>
        </w:trPr>
        <w:tc>
          <w:tcPr>
            <w:tcW w:w="918" w:type="dxa"/>
          </w:tcPr>
          <w:p w14:paraId="6EA1E8A8" w14:textId="185C7DC5" w:rsidR="00BE3DAA" w:rsidRPr="00CE7CAC" w:rsidRDefault="00BE3DAA"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5</w:t>
            </w:r>
            <w:r w:rsidR="006177F4">
              <w:rPr>
                <w:rFonts w:ascii="Times New Roman" w:eastAsia="Calibri" w:hAnsi="Times New Roman" w:cs="Times New Roman"/>
                <w:noProof/>
                <w:lang w:val="sr-Cyrl-CS"/>
              </w:rPr>
              <w:t>.</w:t>
            </w:r>
          </w:p>
        </w:tc>
        <w:tc>
          <w:tcPr>
            <w:tcW w:w="6732" w:type="dxa"/>
            <w:shd w:val="clear" w:color="auto" w:fill="auto"/>
          </w:tcPr>
          <w:p w14:paraId="34E45618" w14:textId="77777777" w:rsidR="00BF0768" w:rsidRPr="00CE7CAC" w:rsidRDefault="00BF0768" w:rsidP="00BF0768">
            <w:pPr>
              <w:pStyle w:val="CommentText"/>
              <w:rPr>
                <w:rFonts w:ascii="Times New Roman" w:hAnsi="Times New Roman" w:cs="Times New Roman"/>
                <w:noProof/>
                <w:sz w:val="24"/>
                <w:szCs w:val="24"/>
                <w:lang w:val="sr-Cyrl-CS"/>
              </w:rPr>
            </w:pPr>
            <w:r w:rsidRPr="00CE7CAC">
              <w:rPr>
                <w:rFonts w:ascii="Times New Roman" w:eastAsia="Calibri" w:hAnsi="Times New Roman" w:cs="Times New Roman"/>
                <w:noProof/>
                <w:sz w:val="24"/>
                <w:szCs w:val="24"/>
                <w:lang w:val="sr-Cyrl-CS"/>
              </w:rPr>
              <w:t xml:space="preserve">Неадекватно сагледавање процеса управљања ризицима од превара </w:t>
            </w:r>
            <w:r w:rsidRPr="00CE7CAC">
              <w:rPr>
                <w:rFonts w:ascii="Times New Roman" w:hAnsi="Times New Roman" w:cs="Times New Roman"/>
                <w:noProof/>
                <w:sz w:val="24"/>
                <w:szCs w:val="24"/>
                <w:lang w:val="sr-Cyrl-CS"/>
              </w:rPr>
              <w:t>кроз акционе планове корисника за поступање по препорукама ревизорског тела;</w:t>
            </w:r>
          </w:p>
          <w:p w14:paraId="54675610" w14:textId="77777777" w:rsidR="00BE3DAA" w:rsidRPr="00CE7CAC" w:rsidRDefault="00BE3DAA" w:rsidP="00BF0768">
            <w:pPr>
              <w:contextualSpacing/>
              <w:jc w:val="both"/>
              <w:rPr>
                <w:rFonts w:ascii="Times New Roman" w:eastAsia="Calibri" w:hAnsi="Times New Roman" w:cs="Times New Roman"/>
                <w:noProof/>
                <w:lang w:val="sr-Cyrl-CS"/>
              </w:rPr>
            </w:pPr>
          </w:p>
        </w:tc>
        <w:tc>
          <w:tcPr>
            <w:tcW w:w="1843" w:type="dxa"/>
            <w:shd w:val="clear" w:color="auto" w:fill="FDEBDD" w:themeFill="accent6" w:themeFillTint="33"/>
          </w:tcPr>
          <w:p w14:paraId="1B5D8659" w14:textId="68B6BBDD" w:rsidR="00BE3DAA" w:rsidRPr="00CE7CAC" w:rsidRDefault="007728B3" w:rsidP="00BF0768">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 xml:space="preserve">средња </w:t>
            </w:r>
          </w:p>
        </w:tc>
      </w:tr>
      <w:tr w:rsidR="0053420F" w:rsidRPr="00CE7CAC" w14:paraId="3B17E2F6" w14:textId="77777777" w:rsidTr="008D7E7B">
        <w:trPr>
          <w:trHeight w:val="57"/>
        </w:trPr>
        <w:tc>
          <w:tcPr>
            <w:tcW w:w="918" w:type="dxa"/>
            <w:shd w:val="clear" w:color="auto" w:fill="F2F2F2"/>
          </w:tcPr>
          <w:p w14:paraId="46F1A1DF"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hemeFill="background1" w:themeFillShade="F2"/>
          </w:tcPr>
          <w:p w14:paraId="3EDBD28F" w14:textId="77777777" w:rsidR="0053420F" w:rsidRPr="00CE7CAC" w:rsidRDefault="0053420F" w:rsidP="00A15622">
            <w:pPr>
              <w:rPr>
                <w:rFonts w:ascii="Times New Roman" w:eastAsia="Calibri" w:hAnsi="Times New Roman" w:cs="Times New Roman"/>
                <w:b/>
                <w:i/>
                <w:noProof/>
                <w:lang w:val="sr-Cyrl-CS"/>
              </w:rPr>
            </w:pPr>
          </w:p>
          <w:p w14:paraId="12299D08" w14:textId="77777777" w:rsidR="0053420F" w:rsidRPr="00CE7CAC" w:rsidRDefault="0053420F" w:rsidP="00A15622">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Откривање, пријављивање и поступање по неправилности и сумњи на превару</w:t>
            </w:r>
          </w:p>
          <w:p w14:paraId="6179F0A7" w14:textId="77777777" w:rsidR="0053420F" w:rsidRPr="00CE7CAC" w:rsidRDefault="0053420F" w:rsidP="00A15622">
            <w:pPr>
              <w:rPr>
                <w:rFonts w:ascii="Times New Roman" w:eastAsia="Calibri" w:hAnsi="Times New Roman" w:cs="Times New Roman"/>
                <w:i/>
                <w:noProof/>
                <w:lang w:val="sr-Cyrl-CS"/>
              </w:rPr>
            </w:pPr>
          </w:p>
        </w:tc>
      </w:tr>
      <w:tr w:rsidR="0053420F" w:rsidRPr="00CE7CAC" w14:paraId="58DAA121" w14:textId="77777777" w:rsidTr="008D7E7B">
        <w:trPr>
          <w:trHeight w:val="421"/>
        </w:trPr>
        <w:tc>
          <w:tcPr>
            <w:tcW w:w="918" w:type="dxa"/>
          </w:tcPr>
          <w:p w14:paraId="1E6ACBF7" w14:textId="5DBCBC9D"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6</w:t>
            </w:r>
            <w:r w:rsidR="006177F4">
              <w:rPr>
                <w:rFonts w:ascii="Times New Roman" w:eastAsia="Calibri" w:hAnsi="Times New Roman" w:cs="Times New Roman"/>
                <w:noProof/>
                <w:lang w:val="sr-Cyrl-CS"/>
              </w:rPr>
              <w:t>.</w:t>
            </w:r>
          </w:p>
        </w:tc>
        <w:tc>
          <w:tcPr>
            <w:tcW w:w="6732" w:type="dxa"/>
          </w:tcPr>
          <w:p w14:paraId="021F78FC" w14:textId="7A3D03B3" w:rsidR="0053420F" w:rsidRPr="00CE7CAC" w:rsidRDefault="0053420F">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Незнатан</w:t>
            </w:r>
            <w:r w:rsidR="00027FAA" w:rsidRPr="00CE7CAC">
              <w:rPr>
                <w:rFonts w:ascii="Times New Roman" w:eastAsia="Calibri" w:hAnsi="Times New Roman" w:cs="Times New Roman"/>
                <w:noProof/>
                <w:lang w:val="sr-Cyrl-CS"/>
              </w:rPr>
              <w:t xml:space="preserve"> </w:t>
            </w:r>
            <w:r w:rsidRPr="00CE7CAC">
              <w:rPr>
                <w:rFonts w:ascii="Times New Roman" w:eastAsia="Calibri" w:hAnsi="Times New Roman" w:cs="Times New Roman"/>
                <w:noProof/>
                <w:lang w:val="sr-Cyrl-CS"/>
              </w:rPr>
              <w:t xml:space="preserve">број пријава неправилности </w:t>
            </w:r>
            <w:r w:rsidR="00027FAA" w:rsidRPr="00CE7CAC">
              <w:rPr>
                <w:rFonts w:ascii="Times New Roman" w:eastAsia="Calibri" w:hAnsi="Times New Roman" w:cs="Times New Roman"/>
                <w:noProof/>
                <w:lang w:val="sr-Cyrl-CS"/>
              </w:rPr>
              <w:t>од стране запослених у систему индиректног управљања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0C70FC25"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5F842D6D" w14:textId="77777777" w:rsidTr="008D7E7B">
        <w:trPr>
          <w:trHeight w:val="427"/>
        </w:trPr>
        <w:tc>
          <w:tcPr>
            <w:tcW w:w="918" w:type="dxa"/>
          </w:tcPr>
          <w:p w14:paraId="56645FE7" w14:textId="19FAC6BE"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7</w:t>
            </w:r>
            <w:r w:rsidR="006177F4">
              <w:rPr>
                <w:rFonts w:ascii="Times New Roman" w:eastAsia="Calibri" w:hAnsi="Times New Roman" w:cs="Times New Roman"/>
                <w:noProof/>
                <w:lang w:val="sr-Cyrl-CS"/>
              </w:rPr>
              <w:t>.</w:t>
            </w:r>
          </w:p>
        </w:tc>
        <w:tc>
          <w:tcPr>
            <w:tcW w:w="6732" w:type="dxa"/>
          </w:tcPr>
          <w:p w14:paraId="63C016DA" w14:textId="7AD3E0B9"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Мали број пријава неправилности из екстерних извора</w:t>
            </w:r>
            <w:r w:rsidR="007728B3" w:rsidRPr="00CE7CAC">
              <w:rPr>
                <w:rFonts w:ascii="Times New Roman" w:eastAsia="Calibri" w:hAnsi="Times New Roman" w:cs="Times New Roman"/>
                <w:noProof/>
                <w:lang w:val="sr-Cyrl-CS"/>
              </w:rPr>
              <w:t>;</w:t>
            </w:r>
          </w:p>
        </w:tc>
        <w:tc>
          <w:tcPr>
            <w:tcW w:w="1843" w:type="dxa"/>
            <w:shd w:val="clear" w:color="auto" w:fill="FBD7BB" w:themeFill="accent6" w:themeFillTint="66"/>
          </w:tcPr>
          <w:p w14:paraId="5B39A5A6"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6F2B1060" w14:textId="77777777" w:rsidTr="008D7E7B">
        <w:trPr>
          <w:trHeight w:val="833"/>
        </w:trPr>
        <w:tc>
          <w:tcPr>
            <w:tcW w:w="918" w:type="dxa"/>
          </w:tcPr>
          <w:p w14:paraId="6CCF9074" w14:textId="3B58C73A"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8</w:t>
            </w:r>
            <w:r w:rsidR="006177F4">
              <w:rPr>
                <w:rFonts w:ascii="Times New Roman" w:eastAsia="Calibri" w:hAnsi="Times New Roman" w:cs="Times New Roman"/>
                <w:noProof/>
                <w:lang w:val="sr-Cyrl-CS"/>
              </w:rPr>
              <w:t>.</w:t>
            </w:r>
          </w:p>
        </w:tc>
        <w:tc>
          <w:tcPr>
            <w:tcW w:w="6732" w:type="dxa"/>
          </w:tcPr>
          <w:p w14:paraId="71E59485" w14:textId="07DECBDD" w:rsidR="00FC4843" w:rsidRPr="00CE7CAC" w:rsidRDefault="00FC4843" w:rsidP="00A15622">
            <w:pPr>
              <w:rPr>
                <w:rFonts w:ascii="Times New Roman" w:eastAsia="Calibri" w:hAnsi="Times New Roman" w:cs="Times New Roman"/>
                <w:b/>
                <w:noProof/>
                <w:lang w:val="sr-Cyrl-CS"/>
              </w:rPr>
            </w:pPr>
            <w:r w:rsidRPr="00CE7CAC">
              <w:rPr>
                <w:rFonts w:ascii="Times New Roman" w:hAnsi="Times New Roman" w:cs="Times New Roman"/>
                <w:noProof/>
                <w:lang w:val="sr-Cyrl-CS"/>
              </w:rPr>
              <w:t>Недовољно развијена свест јавности о потреби и важности пријављивања потенцијалних неправилности и превара насталих приликом коришћења ЕУ средстава</w:t>
            </w:r>
            <w:r w:rsidR="008D7E7B" w:rsidRPr="00CE7CAC">
              <w:rPr>
                <w:rFonts w:ascii="Times New Roman" w:hAnsi="Times New Roman" w:cs="Times New Roman"/>
                <w:noProof/>
                <w:lang w:val="sr-Cyrl-CS"/>
              </w:rPr>
              <w:t>;</w:t>
            </w:r>
          </w:p>
        </w:tc>
        <w:tc>
          <w:tcPr>
            <w:tcW w:w="1843" w:type="dxa"/>
            <w:shd w:val="clear" w:color="auto" w:fill="FBD7BB" w:themeFill="accent6" w:themeFillTint="66"/>
          </w:tcPr>
          <w:p w14:paraId="0F7F9F31" w14:textId="32350B0E"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r w:rsidR="00FC4843" w:rsidRPr="00CE7CAC">
              <w:rPr>
                <w:rFonts w:ascii="Times New Roman" w:eastAsia="Calibri" w:hAnsi="Times New Roman" w:cs="Times New Roman"/>
                <w:noProof/>
                <w:lang w:val="sr-Cyrl-CS"/>
              </w:rPr>
              <w:t xml:space="preserve"> ка високој</w:t>
            </w:r>
          </w:p>
        </w:tc>
      </w:tr>
      <w:tr w:rsidR="00330810" w:rsidRPr="00CE7CAC" w14:paraId="6F95A783" w14:textId="77777777" w:rsidTr="008D7E7B">
        <w:trPr>
          <w:trHeight w:val="50"/>
        </w:trPr>
        <w:tc>
          <w:tcPr>
            <w:tcW w:w="918" w:type="dxa"/>
          </w:tcPr>
          <w:p w14:paraId="622035C6" w14:textId="77D93E28"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9</w:t>
            </w:r>
            <w:r w:rsidR="006177F4">
              <w:rPr>
                <w:rFonts w:ascii="Times New Roman" w:eastAsia="Calibri" w:hAnsi="Times New Roman" w:cs="Times New Roman"/>
                <w:noProof/>
                <w:lang w:val="sr-Cyrl-CS"/>
              </w:rPr>
              <w:t>.</w:t>
            </w:r>
          </w:p>
        </w:tc>
        <w:tc>
          <w:tcPr>
            <w:tcW w:w="6732" w:type="dxa"/>
          </w:tcPr>
          <w:p w14:paraId="08BBD35C" w14:textId="0F77378B"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Недовољно развијена структура за извештавање кроз интерне информационе системе као и Информациони систем за управљање неправилностима (ИМС)</w:t>
            </w:r>
            <w:r w:rsidR="007728B3" w:rsidRPr="00CE7CAC">
              <w:rPr>
                <w:rFonts w:ascii="Times New Roman" w:eastAsia="Calibri" w:hAnsi="Times New Roman" w:cs="Times New Roman"/>
                <w:noProof/>
                <w:lang w:val="sr-Cyrl-CS"/>
              </w:rPr>
              <w:t>;</w:t>
            </w:r>
          </w:p>
        </w:tc>
        <w:tc>
          <w:tcPr>
            <w:tcW w:w="1843" w:type="dxa"/>
            <w:shd w:val="clear" w:color="auto" w:fill="FDEBDD" w:themeFill="accent6" w:themeFillTint="33"/>
          </w:tcPr>
          <w:p w14:paraId="28A82F83"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p>
        </w:tc>
      </w:tr>
      <w:tr w:rsidR="00BE3DAA" w:rsidRPr="00CE7CAC" w14:paraId="178273FE" w14:textId="77777777" w:rsidTr="008D7E7B">
        <w:trPr>
          <w:trHeight w:val="833"/>
        </w:trPr>
        <w:tc>
          <w:tcPr>
            <w:tcW w:w="918" w:type="dxa"/>
          </w:tcPr>
          <w:p w14:paraId="624408E6" w14:textId="1CED88C6" w:rsidR="00BE3DAA"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10</w:t>
            </w:r>
            <w:r w:rsidR="006177F4">
              <w:rPr>
                <w:rFonts w:ascii="Times New Roman" w:eastAsia="Calibri" w:hAnsi="Times New Roman" w:cs="Times New Roman"/>
                <w:noProof/>
                <w:lang w:val="sr-Cyrl-CS"/>
              </w:rPr>
              <w:t>.</w:t>
            </w:r>
          </w:p>
        </w:tc>
        <w:tc>
          <w:tcPr>
            <w:tcW w:w="6732" w:type="dxa"/>
          </w:tcPr>
          <w:p w14:paraId="19662038" w14:textId="34727300" w:rsidR="00FC4843" w:rsidRPr="00CE7CAC" w:rsidRDefault="00FC4843" w:rsidP="00FC4843">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Потпуност, квалитет (поузданост) и документованост пријављених сигнала неправилности;</w:t>
            </w:r>
          </w:p>
          <w:p w14:paraId="503C42C9" w14:textId="68A05E7F" w:rsidR="00BE3DAA" w:rsidRPr="00CE7CAC" w:rsidRDefault="00BE3DAA" w:rsidP="000441F3">
            <w:pPr>
              <w:contextualSpacing/>
              <w:jc w:val="both"/>
              <w:rPr>
                <w:rFonts w:ascii="Times New Roman" w:eastAsia="Calibri" w:hAnsi="Times New Roman" w:cs="Times New Roman"/>
                <w:bCs/>
                <w:noProof/>
                <w:lang w:val="sr-Cyrl-CS"/>
              </w:rPr>
            </w:pPr>
          </w:p>
          <w:p w14:paraId="67163AE4" w14:textId="77777777" w:rsidR="00BE3DAA" w:rsidRPr="00CE7CAC" w:rsidRDefault="00BE3DAA" w:rsidP="00A15622">
            <w:pPr>
              <w:rPr>
                <w:rFonts w:ascii="Times New Roman" w:eastAsia="Calibri" w:hAnsi="Times New Roman" w:cs="Times New Roman"/>
                <w:noProof/>
                <w:lang w:val="sr-Cyrl-CS"/>
              </w:rPr>
            </w:pPr>
          </w:p>
        </w:tc>
        <w:tc>
          <w:tcPr>
            <w:tcW w:w="1843" w:type="dxa"/>
            <w:shd w:val="clear" w:color="auto" w:fill="FDEBDD" w:themeFill="accent6" w:themeFillTint="33"/>
          </w:tcPr>
          <w:p w14:paraId="5ADE26C7" w14:textId="4E7D9E3F" w:rsidR="00BE3DAA" w:rsidRPr="00CE7CAC" w:rsidRDefault="007728B3" w:rsidP="00FC4843">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lastRenderedPageBreak/>
              <w:t xml:space="preserve">средња </w:t>
            </w:r>
          </w:p>
        </w:tc>
      </w:tr>
      <w:tr w:rsidR="00192DE3" w:rsidRPr="00CE7CAC" w14:paraId="567635E3" w14:textId="77777777" w:rsidTr="008D7E7B">
        <w:trPr>
          <w:trHeight w:val="293"/>
        </w:trPr>
        <w:tc>
          <w:tcPr>
            <w:tcW w:w="918" w:type="dxa"/>
            <w:shd w:val="clear" w:color="auto" w:fill="F2F2F2"/>
          </w:tcPr>
          <w:p w14:paraId="5B482E85"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cPr>
          <w:p w14:paraId="7B2D8DBD" w14:textId="77777777" w:rsidR="0053420F" w:rsidRPr="00CE7CAC" w:rsidRDefault="0053420F" w:rsidP="00A15622">
            <w:pPr>
              <w:rPr>
                <w:rFonts w:ascii="Times New Roman" w:eastAsia="Calibri" w:hAnsi="Times New Roman" w:cs="Times New Roman"/>
                <w:b/>
                <w:bCs/>
                <w:i/>
                <w:iCs/>
                <w:noProof/>
                <w:lang w:val="sr-Cyrl-CS"/>
              </w:rPr>
            </w:pPr>
          </w:p>
          <w:p w14:paraId="4F8E36E3" w14:textId="77777777" w:rsidR="0053420F" w:rsidRPr="00CE7CAC" w:rsidRDefault="00743559" w:rsidP="00F25475">
            <w:pPr>
              <w:rPr>
                <w:rFonts w:ascii="Times New Roman" w:eastAsia="Calibri" w:hAnsi="Times New Roman" w:cs="Times New Roman"/>
                <w:b/>
                <w:bCs/>
                <w:i/>
                <w:iCs/>
                <w:noProof/>
                <w:lang w:val="sr-Cyrl-CS"/>
              </w:rPr>
            </w:pPr>
            <w:r w:rsidRPr="00CE7CAC">
              <w:rPr>
                <w:rFonts w:ascii="Times New Roman" w:eastAsia="Calibri" w:hAnsi="Times New Roman" w:cs="Times New Roman"/>
                <w:b/>
                <w:i/>
                <w:lang w:val="sr-Cyrl-CS"/>
              </w:rPr>
              <w:t xml:space="preserve">Истрага </w:t>
            </w:r>
            <w:r w:rsidRPr="00CE7CAC">
              <w:rPr>
                <w:rFonts w:ascii="Times New Roman" w:eastAsia="Calibri" w:hAnsi="Times New Roman" w:cs="Times New Roman"/>
                <w:b/>
                <w:bCs/>
                <w:i/>
                <w:iCs/>
                <w:noProof/>
                <w:lang w:val="sr-Cyrl-CS"/>
              </w:rPr>
              <w:t>у вези са злоупотребама приликом коришћења финансијских средстава ЕУ</w:t>
            </w:r>
          </w:p>
          <w:p w14:paraId="23BE2BB1" w14:textId="2C4AE05E" w:rsidR="007728B3" w:rsidRPr="00CE7CAC" w:rsidRDefault="007728B3" w:rsidP="00F25475">
            <w:pPr>
              <w:rPr>
                <w:rFonts w:ascii="Times New Roman" w:eastAsia="Calibri" w:hAnsi="Times New Roman" w:cs="Times New Roman"/>
                <w:noProof/>
                <w:lang w:val="sr-Cyrl-CS"/>
              </w:rPr>
            </w:pPr>
          </w:p>
        </w:tc>
      </w:tr>
      <w:tr w:rsidR="0053420F" w:rsidRPr="00CE7CAC" w14:paraId="00AA2AF1" w14:textId="77777777" w:rsidTr="008D7E7B">
        <w:trPr>
          <w:trHeight w:val="518"/>
        </w:trPr>
        <w:tc>
          <w:tcPr>
            <w:tcW w:w="918" w:type="dxa"/>
          </w:tcPr>
          <w:p w14:paraId="0FFE1CFC" w14:textId="0BC22DA8"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11</w:t>
            </w:r>
            <w:r w:rsidR="006177F4">
              <w:rPr>
                <w:rFonts w:ascii="Times New Roman" w:eastAsia="Calibri" w:hAnsi="Times New Roman" w:cs="Times New Roman"/>
                <w:noProof/>
                <w:lang w:val="sr-Cyrl-CS"/>
              </w:rPr>
              <w:t>.</w:t>
            </w:r>
          </w:p>
        </w:tc>
        <w:tc>
          <w:tcPr>
            <w:tcW w:w="6732" w:type="dxa"/>
          </w:tcPr>
          <w:p w14:paraId="22AAA905" w14:textId="18043146" w:rsidR="0053420F" w:rsidRPr="00CE7CAC" w:rsidRDefault="0053420F" w:rsidP="00D7626F">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Реакција одговорних тела на пријављене неправилности и сумње на превару неће бити благовремена и/или адекватна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0822E482"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2E12B0B6" w14:textId="77777777" w:rsidTr="008D7E7B">
        <w:trPr>
          <w:trHeight w:val="176"/>
        </w:trPr>
        <w:tc>
          <w:tcPr>
            <w:tcW w:w="918" w:type="dxa"/>
            <w:shd w:val="clear" w:color="auto" w:fill="F2F2F2"/>
          </w:tcPr>
          <w:p w14:paraId="1B3E1E1E"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cPr>
          <w:p w14:paraId="39163214" w14:textId="77777777" w:rsidR="0053420F" w:rsidRPr="00CE7CAC" w:rsidRDefault="0053420F" w:rsidP="00A15622">
            <w:pPr>
              <w:rPr>
                <w:rFonts w:ascii="Times New Roman" w:eastAsia="Calibri" w:hAnsi="Times New Roman" w:cs="Times New Roman"/>
                <w:b/>
                <w:i/>
                <w:noProof/>
                <w:lang w:val="sr-Cyrl-CS"/>
              </w:rPr>
            </w:pPr>
          </w:p>
          <w:p w14:paraId="238BEBB1" w14:textId="77777777" w:rsidR="0053420F" w:rsidRPr="00CE7CAC" w:rsidRDefault="0053420F" w:rsidP="00A15622">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Повраћај финансијских средстава и праћење судских поступака</w:t>
            </w:r>
          </w:p>
          <w:p w14:paraId="49DDACEF" w14:textId="77777777" w:rsidR="0053420F" w:rsidRPr="00CE7CAC" w:rsidRDefault="0053420F" w:rsidP="00A15622">
            <w:pPr>
              <w:rPr>
                <w:rFonts w:ascii="Times New Roman" w:eastAsia="Calibri" w:hAnsi="Times New Roman" w:cs="Times New Roman"/>
                <w:noProof/>
                <w:lang w:val="sr-Cyrl-CS"/>
              </w:rPr>
            </w:pPr>
          </w:p>
        </w:tc>
      </w:tr>
      <w:tr w:rsidR="0053420F" w:rsidRPr="00CE7CAC" w14:paraId="412210F9" w14:textId="77777777" w:rsidTr="008D7E7B">
        <w:trPr>
          <w:trHeight w:val="356"/>
        </w:trPr>
        <w:tc>
          <w:tcPr>
            <w:tcW w:w="918" w:type="dxa"/>
          </w:tcPr>
          <w:p w14:paraId="484A71FA" w14:textId="4529B4F2"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12</w:t>
            </w:r>
            <w:r w:rsidR="006177F4">
              <w:rPr>
                <w:rFonts w:ascii="Times New Roman" w:eastAsia="Calibri" w:hAnsi="Times New Roman" w:cs="Times New Roman"/>
                <w:noProof/>
                <w:lang w:val="sr-Cyrl-CS"/>
              </w:rPr>
              <w:t>.</w:t>
            </w:r>
          </w:p>
        </w:tc>
        <w:tc>
          <w:tcPr>
            <w:tcW w:w="6732" w:type="dxa"/>
          </w:tcPr>
          <w:p w14:paraId="6B036107" w14:textId="4AA6BD3D" w:rsidR="0053420F" w:rsidRPr="00CE7CAC" w:rsidRDefault="00772C27" w:rsidP="00A15622">
            <w:pPr>
              <w:jc w:val="both"/>
              <w:rPr>
                <w:rFonts w:ascii="Times New Roman" w:hAnsi="Times New Roman" w:cs="Times New Roman"/>
                <w:bCs/>
                <w:noProof/>
                <w:lang w:val="sr-Cyrl-CS"/>
              </w:rPr>
            </w:pPr>
            <w:r w:rsidRPr="00CE7CAC">
              <w:rPr>
                <w:rFonts w:ascii="Times New Roman" w:hAnsi="Times New Roman" w:cs="Times New Roman"/>
                <w:bCs/>
                <w:noProof/>
                <w:lang w:val="sr-Cyrl-CS"/>
              </w:rPr>
              <w:t>Дужина трајања поступака</w:t>
            </w:r>
            <w:r w:rsidR="007728B3" w:rsidRPr="00CE7CAC">
              <w:rPr>
                <w:rFonts w:ascii="Times New Roman" w:hAnsi="Times New Roman" w:cs="Times New Roman"/>
                <w:bCs/>
                <w:noProof/>
                <w:lang w:val="sr-Cyrl-CS"/>
              </w:rPr>
              <w:t>;</w:t>
            </w:r>
          </w:p>
        </w:tc>
        <w:tc>
          <w:tcPr>
            <w:tcW w:w="1843" w:type="dxa"/>
            <w:shd w:val="clear" w:color="auto" w:fill="F9C399" w:themeFill="accent6" w:themeFillTint="99"/>
          </w:tcPr>
          <w:p w14:paraId="7BAE483E" w14:textId="77A9F35F" w:rsidR="0053420F" w:rsidRPr="00CE7CAC" w:rsidRDefault="00772C27"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24BFABAD" w14:textId="77777777" w:rsidTr="008D7E7B">
        <w:trPr>
          <w:trHeight w:val="356"/>
        </w:trPr>
        <w:tc>
          <w:tcPr>
            <w:tcW w:w="918" w:type="dxa"/>
          </w:tcPr>
          <w:p w14:paraId="52F1EA09" w14:textId="550EE090" w:rsidR="0053420F" w:rsidRPr="00CE7CAC" w:rsidRDefault="00772C27"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w:t>
            </w:r>
            <w:r w:rsidR="00EF6C36" w:rsidRPr="00CE7CAC">
              <w:rPr>
                <w:rFonts w:ascii="Times New Roman" w:eastAsia="Calibri" w:hAnsi="Times New Roman" w:cs="Times New Roman"/>
                <w:noProof/>
                <w:lang w:val="sr-Cyrl-CS"/>
              </w:rPr>
              <w:t>3</w:t>
            </w:r>
            <w:r w:rsidR="006177F4">
              <w:rPr>
                <w:rFonts w:ascii="Times New Roman" w:eastAsia="Calibri" w:hAnsi="Times New Roman" w:cs="Times New Roman"/>
                <w:noProof/>
                <w:lang w:val="sr-Cyrl-CS"/>
              </w:rPr>
              <w:t>.</w:t>
            </w:r>
          </w:p>
        </w:tc>
        <w:tc>
          <w:tcPr>
            <w:tcW w:w="6732" w:type="dxa"/>
          </w:tcPr>
          <w:p w14:paraId="3CF4E1DD" w14:textId="017213D0" w:rsidR="00772C27" w:rsidRPr="00CE7CAC" w:rsidRDefault="00772C27" w:rsidP="00772C27">
            <w:pPr>
              <w:jc w:val="both"/>
              <w:rPr>
                <w:rFonts w:ascii="Times New Roman" w:hAnsi="Times New Roman" w:cs="Times New Roman"/>
                <w:bCs/>
                <w:noProof/>
                <w:lang w:val="sr-Cyrl-CS"/>
              </w:rPr>
            </w:pPr>
            <w:r w:rsidRPr="00CE7CAC">
              <w:rPr>
                <w:rFonts w:ascii="Times New Roman" w:hAnsi="Times New Roman" w:cs="Times New Roman"/>
                <w:bCs/>
                <w:noProof/>
                <w:lang w:val="sr-Cyrl-CS"/>
              </w:rPr>
              <w:t>Немогућност повраћаја незаконито и ненаменски утрошених сре</w:t>
            </w:r>
            <w:r w:rsidR="007728B3" w:rsidRPr="00CE7CAC">
              <w:rPr>
                <w:rFonts w:ascii="Times New Roman" w:hAnsi="Times New Roman" w:cs="Times New Roman"/>
                <w:bCs/>
                <w:noProof/>
                <w:lang w:val="sr-Cyrl-CS"/>
              </w:rPr>
              <w:t>дстава у буџет Републике Србије.</w:t>
            </w:r>
          </w:p>
          <w:p w14:paraId="25AC4359" w14:textId="2ED60D7B" w:rsidR="0053420F" w:rsidRPr="00CE7CAC" w:rsidRDefault="0053420F" w:rsidP="00A15622">
            <w:pPr>
              <w:jc w:val="both"/>
              <w:rPr>
                <w:rFonts w:ascii="Times New Roman" w:hAnsi="Times New Roman" w:cs="Times New Roman"/>
                <w:bCs/>
                <w:noProof/>
                <w:highlight w:val="lightGray"/>
                <w:lang w:val="sr-Cyrl-CS"/>
              </w:rPr>
            </w:pPr>
          </w:p>
        </w:tc>
        <w:tc>
          <w:tcPr>
            <w:tcW w:w="1843" w:type="dxa"/>
            <w:shd w:val="clear" w:color="auto" w:fill="FBD7BB" w:themeFill="accent6" w:themeFillTint="66"/>
          </w:tcPr>
          <w:p w14:paraId="28A68EE7" w14:textId="77777777" w:rsidR="00772C27" w:rsidRPr="00CE7CAC" w:rsidRDefault="00772C27" w:rsidP="00772C27">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p w14:paraId="5CA06C45" w14:textId="3EF98634" w:rsidR="0053420F" w:rsidRPr="00CE7CAC" w:rsidRDefault="0053420F" w:rsidP="00A15622">
            <w:pPr>
              <w:rPr>
                <w:rFonts w:ascii="Times New Roman" w:eastAsia="Calibri" w:hAnsi="Times New Roman" w:cs="Times New Roman"/>
                <w:noProof/>
                <w:lang w:val="sr-Cyrl-CS"/>
              </w:rPr>
            </w:pPr>
          </w:p>
        </w:tc>
      </w:tr>
    </w:tbl>
    <w:p w14:paraId="699A2475" w14:textId="77777777" w:rsidR="00092984" w:rsidRPr="00CE7CAC" w:rsidRDefault="00092984" w:rsidP="00613316">
      <w:pPr>
        <w:spacing w:after="0" w:line="240" w:lineRule="auto"/>
        <w:ind w:firstLine="720"/>
        <w:jc w:val="both"/>
        <w:rPr>
          <w:rFonts w:ascii="Times New Roman" w:hAnsi="Times New Roman" w:cs="Times New Roman"/>
          <w:lang w:val="sr-Cyrl-CS"/>
        </w:rPr>
      </w:pPr>
    </w:p>
    <w:p w14:paraId="25B75827" w14:textId="2AFD8F3D" w:rsidR="009C4D47" w:rsidRPr="00CE7CAC" w:rsidRDefault="00613316" w:rsidP="00613316">
      <w:pPr>
        <w:spacing w:after="0" w:line="240" w:lineRule="auto"/>
        <w:ind w:firstLine="720"/>
        <w:jc w:val="both"/>
        <w:rPr>
          <w:rFonts w:ascii="Times New Roman" w:hAnsi="Times New Roman" w:cs="Times New Roman"/>
          <w:lang w:val="sr-Cyrl-CS"/>
        </w:rPr>
      </w:pPr>
      <w:r w:rsidRPr="00CE7CAC">
        <w:rPr>
          <w:rFonts w:ascii="Times New Roman" w:hAnsi="Times New Roman" w:cs="Times New Roman"/>
          <w:lang w:val="sr-Cyrl-CS"/>
        </w:rPr>
        <w:t>Анализа ризика у погледу начина функционисања система заштите финанси</w:t>
      </w:r>
      <w:r w:rsidR="00980DC6">
        <w:rPr>
          <w:rFonts w:ascii="Times New Roman" w:hAnsi="Times New Roman" w:cs="Times New Roman"/>
          <w:lang w:val="sr-Cyrl-CS"/>
        </w:rPr>
        <w:t xml:space="preserve">јских интереса ЕУ је указала </w:t>
      </w:r>
      <w:r w:rsidRPr="00CE7CAC">
        <w:rPr>
          <w:rFonts w:ascii="Times New Roman" w:hAnsi="Times New Roman" w:cs="Times New Roman"/>
          <w:lang w:val="sr-Cyrl-CS"/>
        </w:rPr>
        <w:t>да постоји значајан простор за унапређење контролних механизама у свим фазама циклуса борбе против превара.</w:t>
      </w:r>
    </w:p>
    <w:p w14:paraId="7B694BDF" w14:textId="6F5ECA72" w:rsidR="00092984" w:rsidRPr="00CE7CAC" w:rsidRDefault="00092984" w:rsidP="000441F3">
      <w:pPr>
        <w:pStyle w:val="PASUS"/>
        <w:spacing w:before="0" w:after="0"/>
        <w:ind w:firstLine="0"/>
        <w:rPr>
          <w:lang w:val="sr-Cyrl-CS"/>
        </w:rPr>
      </w:pPr>
    </w:p>
    <w:p w14:paraId="6C2FF4E7" w14:textId="439B6568" w:rsidR="00555A11" w:rsidRPr="00CE7CAC" w:rsidRDefault="00085339" w:rsidP="00EC6D93">
      <w:pPr>
        <w:pStyle w:val="PASUS"/>
        <w:rPr>
          <w:b/>
          <w:lang w:val="sr-Cyrl-CS"/>
        </w:rPr>
      </w:pPr>
      <w:r w:rsidRPr="00CE7CAC">
        <w:rPr>
          <w:b/>
          <w:lang w:val="sr-Cyrl-CS"/>
        </w:rPr>
        <w:t>V</w:t>
      </w:r>
      <w:r w:rsidR="009C7DFB" w:rsidRPr="00CE7CAC">
        <w:rPr>
          <w:b/>
          <w:lang w:val="sr-Cyrl-CS"/>
        </w:rPr>
        <w:t>.</w:t>
      </w:r>
      <w:r w:rsidRPr="00CE7CAC">
        <w:rPr>
          <w:b/>
          <w:lang w:val="sr-Cyrl-CS"/>
        </w:rPr>
        <w:t xml:space="preserve">  </w:t>
      </w:r>
      <w:r w:rsidR="00932F89" w:rsidRPr="00CE7CAC">
        <w:rPr>
          <w:b/>
          <w:lang w:val="sr-Cyrl-CS"/>
        </w:rPr>
        <w:t xml:space="preserve">Циљеви </w:t>
      </w:r>
      <w:r w:rsidR="007728B3" w:rsidRPr="00CE7CAC">
        <w:rPr>
          <w:b/>
          <w:lang w:val="sr-Cyrl-CS"/>
        </w:rPr>
        <w:t>Стратешког плана</w:t>
      </w:r>
    </w:p>
    <w:p w14:paraId="06D33443" w14:textId="77777777" w:rsidR="009D33FE" w:rsidRPr="00CE7CAC" w:rsidRDefault="009D33FE" w:rsidP="00092984">
      <w:pPr>
        <w:pStyle w:val="PODNASLOV"/>
        <w:ind w:left="0" w:firstLine="720"/>
        <w:rPr>
          <w:color w:val="auto"/>
          <w:sz w:val="24"/>
          <w:lang w:val="sr-Cyrl-CS"/>
        </w:rPr>
      </w:pPr>
      <w:r w:rsidRPr="00CE7CAC">
        <w:rPr>
          <w:color w:val="auto"/>
          <w:sz w:val="24"/>
          <w:lang w:val="sr-Cyrl-CS"/>
        </w:rPr>
        <w:t>Општи циљ</w:t>
      </w:r>
      <w:r w:rsidR="007701D8" w:rsidRPr="00CE7CAC">
        <w:rPr>
          <w:color w:val="auto"/>
          <w:sz w:val="24"/>
          <w:lang w:val="sr-Cyrl-CS"/>
        </w:rPr>
        <w:t xml:space="preserve"> </w:t>
      </w:r>
    </w:p>
    <w:p w14:paraId="4675906E" w14:textId="60F2AFDE" w:rsidR="00491522" w:rsidRPr="00CE7CAC" w:rsidRDefault="007701D8" w:rsidP="007728B3">
      <w:pPr>
        <w:pStyle w:val="PASUS"/>
        <w:spacing w:before="0" w:after="0"/>
        <w:rPr>
          <w:highlight w:val="green"/>
          <w:lang w:val="sr-Cyrl-CS"/>
        </w:rPr>
      </w:pPr>
      <w:r w:rsidRPr="00CE7CAC">
        <w:rPr>
          <w:lang w:val="sr-Cyrl-CS"/>
        </w:rPr>
        <w:t xml:space="preserve">Општи циљ </w:t>
      </w:r>
      <w:r w:rsidR="00D01342" w:rsidRPr="00CE7CAC">
        <w:rPr>
          <w:lang w:val="sr-Cyrl-CS"/>
        </w:rPr>
        <w:t>С</w:t>
      </w:r>
      <w:r w:rsidR="00555A11" w:rsidRPr="00CE7CAC">
        <w:rPr>
          <w:lang w:val="sr-Cyrl-CS"/>
        </w:rPr>
        <w:t>трате</w:t>
      </w:r>
      <w:r w:rsidR="007728B3" w:rsidRPr="00CE7CAC">
        <w:rPr>
          <w:lang w:val="sr-Cyrl-CS"/>
        </w:rPr>
        <w:t>шког плана</w:t>
      </w:r>
      <w:r w:rsidR="00555A11" w:rsidRPr="00CE7CAC">
        <w:rPr>
          <w:lang w:val="sr-Cyrl-CS"/>
        </w:rPr>
        <w:t xml:space="preserve"> је у</w:t>
      </w:r>
      <w:r w:rsidR="009D33FE" w:rsidRPr="00CE7CAC">
        <w:rPr>
          <w:lang w:val="sr-Cyrl-CS"/>
        </w:rPr>
        <w:t>напређење заштит</w:t>
      </w:r>
      <w:r w:rsidR="00313107" w:rsidRPr="00CE7CAC">
        <w:rPr>
          <w:lang w:val="sr-Cyrl-CS"/>
        </w:rPr>
        <w:t>е</w:t>
      </w:r>
      <w:r w:rsidR="009D33FE" w:rsidRPr="00CE7CAC">
        <w:rPr>
          <w:lang w:val="sr-Cyrl-CS"/>
        </w:rPr>
        <w:t xml:space="preserve"> финансијских интереса Е</w:t>
      </w:r>
      <w:r w:rsidR="008256A2" w:rsidRPr="00CE7CAC">
        <w:rPr>
          <w:lang w:val="sr-Cyrl-CS"/>
        </w:rPr>
        <w:t>У</w:t>
      </w:r>
      <w:r w:rsidR="001C7A1C" w:rsidRPr="00CE7CAC">
        <w:rPr>
          <w:lang w:val="sr-Cyrl-CS"/>
        </w:rPr>
        <w:t xml:space="preserve"> у Републици Србији</w:t>
      </w:r>
      <w:r w:rsidR="009D33FE" w:rsidRPr="00CE7CAC">
        <w:rPr>
          <w:lang w:val="sr-Cyrl-CS"/>
        </w:rPr>
        <w:t xml:space="preserve"> </w:t>
      </w:r>
      <w:r w:rsidR="00313107" w:rsidRPr="00CE7CAC">
        <w:rPr>
          <w:lang w:val="sr-Cyrl-CS"/>
        </w:rPr>
        <w:t>применом начела „нулте толеранције</w:t>
      </w:r>
      <w:r w:rsidR="00313107" w:rsidRPr="00CE7CAC">
        <w:rPr>
          <w:rFonts w:eastAsia="Calibri"/>
          <w:lang w:val="sr-Cyrl-CS"/>
        </w:rPr>
        <w:t>” које подразумева неселективну примену закона од стране</w:t>
      </w:r>
      <w:r w:rsidR="0008054D" w:rsidRPr="00CE7CAC">
        <w:rPr>
          <w:rFonts w:eastAsia="Calibri"/>
          <w:lang w:val="sr-Cyrl-CS"/>
        </w:rPr>
        <w:t xml:space="preserve"> релевантних институција </w:t>
      </w:r>
      <w:r w:rsidR="00371CCE" w:rsidRPr="00CE7CAC">
        <w:rPr>
          <w:lang w:val="sr-Cyrl-CS"/>
        </w:rPr>
        <w:t>Републике Србије кроз</w:t>
      </w:r>
      <w:r w:rsidR="009D33FE" w:rsidRPr="00CE7CAC">
        <w:rPr>
          <w:lang w:val="sr-Cyrl-CS"/>
        </w:rPr>
        <w:t xml:space="preserve"> фа</w:t>
      </w:r>
      <w:r w:rsidR="00555A11" w:rsidRPr="00CE7CAC">
        <w:rPr>
          <w:lang w:val="sr-Cyrl-CS"/>
        </w:rPr>
        <w:t xml:space="preserve">зе </w:t>
      </w:r>
      <w:r w:rsidR="007061E4" w:rsidRPr="00CE7CAC">
        <w:rPr>
          <w:lang w:val="sr-Cyrl-CS"/>
        </w:rPr>
        <w:t>цик</w:t>
      </w:r>
      <w:r w:rsidR="00351633">
        <w:rPr>
          <w:lang w:val="sr-Cyrl-CS"/>
        </w:rPr>
        <w:t>л</w:t>
      </w:r>
      <w:r w:rsidR="007061E4" w:rsidRPr="00CE7CAC">
        <w:rPr>
          <w:lang w:val="sr-Cyrl-CS"/>
        </w:rPr>
        <w:t>уса борбе против превара</w:t>
      </w:r>
      <w:r w:rsidR="00491522" w:rsidRPr="00CE7CAC">
        <w:rPr>
          <w:lang w:val="sr-Cyrl-CS"/>
        </w:rPr>
        <w:t>.</w:t>
      </w:r>
      <w:r w:rsidR="007061E4" w:rsidRPr="00CE7CAC">
        <w:rPr>
          <w:highlight w:val="green"/>
          <w:lang w:val="sr-Cyrl-CS"/>
        </w:rPr>
        <w:t xml:space="preserve"> </w:t>
      </w:r>
    </w:p>
    <w:p w14:paraId="68C8942E" w14:textId="77777777" w:rsidR="00F22F80" w:rsidRPr="00CE7CAC" w:rsidRDefault="00F22F80" w:rsidP="007728B3">
      <w:pPr>
        <w:pStyle w:val="PASUS"/>
        <w:spacing w:before="0" w:after="0"/>
        <w:rPr>
          <w:lang w:val="sr-Cyrl-CS"/>
        </w:rPr>
      </w:pPr>
    </w:p>
    <w:p w14:paraId="71E99C9F" w14:textId="391A6A20" w:rsidR="00A60B65" w:rsidRPr="00CE7CAC" w:rsidRDefault="007728B3" w:rsidP="007728B3">
      <w:pPr>
        <w:pStyle w:val="PASUS"/>
        <w:spacing w:before="0" w:after="0"/>
        <w:rPr>
          <w:lang w:val="sr-Cyrl-CS"/>
        </w:rPr>
      </w:pPr>
      <w:r w:rsidRPr="00CE7CAC">
        <w:rPr>
          <w:lang w:val="sr-Cyrl-CS"/>
        </w:rPr>
        <w:t>Начелом „нулте толеранције</w:t>
      </w:r>
      <w:r w:rsidRPr="00CE7CAC">
        <w:rPr>
          <w:rFonts w:eastAsia="Calibri"/>
          <w:lang w:val="sr-Cyrl-CS"/>
        </w:rPr>
        <w:t>”</w:t>
      </w:r>
      <w:r w:rsidR="002A625C" w:rsidRPr="00CE7CAC">
        <w:rPr>
          <w:lang w:val="sr-Cyrl-CS"/>
        </w:rPr>
        <w:t xml:space="preserve"> обезбеђује се ефикасна и квалитетна заштита финансијских интереса ЕУ, у једнакој мери и на исти начин као и када је реч о сопственим интересима и средствима, </w:t>
      </w:r>
      <w:r w:rsidR="00A15622" w:rsidRPr="00CE7CAC">
        <w:rPr>
          <w:lang w:val="sr-Cyrl-CS"/>
        </w:rPr>
        <w:t xml:space="preserve"> која се огледа </w:t>
      </w:r>
      <w:r w:rsidR="002A625C" w:rsidRPr="00CE7CAC">
        <w:rPr>
          <w:lang w:val="sr-Cyrl-CS"/>
        </w:rPr>
        <w:t>кроз координацију активности усмерених на јачање нормативног, институционалног и оперативног оквира</w:t>
      </w:r>
      <w:r w:rsidR="00A15622" w:rsidRPr="00CE7CAC">
        <w:rPr>
          <w:lang w:val="sr-Cyrl-CS"/>
        </w:rPr>
        <w:t xml:space="preserve"> који доприноси ефикаснијој борби против неправилности, превара и корупције.</w:t>
      </w:r>
    </w:p>
    <w:p w14:paraId="2283B90E" w14:textId="77777777" w:rsidR="005037E4" w:rsidRPr="00CE7CAC" w:rsidRDefault="009D33FE" w:rsidP="001260A6">
      <w:pPr>
        <w:pStyle w:val="PODNASLOV"/>
        <w:ind w:left="0" w:firstLine="720"/>
        <w:rPr>
          <w:color w:val="auto"/>
          <w:sz w:val="24"/>
          <w:lang w:val="sr-Cyrl-CS"/>
        </w:rPr>
      </w:pPr>
      <w:r w:rsidRPr="00CE7CAC">
        <w:rPr>
          <w:color w:val="auto"/>
          <w:sz w:val="24"/>
          <w:lang w:val="sr-Cyrl-CS"/>
        </w:rPr>
        <w:t>По</w:t>
      </w:r>
      <w:r w:rsidR="00584FA1" w:rsidRPr="00CE7CAC">
        <w:rPr>
          <w:color w:val="auto"/>
          <w:sz w:val="24"/>
          <w:lang w:val="sr-Cyrl-CS"/>
        </w:rPr>
        <w:t>себ</w:t>
      </w:r>
      <w:r w:rsidRPr="00CE7CAC">
        <w:rPr>
          <w:color w:val="auto"/>
          <w:sz w:val="24"/>
          <w:lang w:val="sr-Cyrl-CS"/>
        </w:rPr>
        <w:t>ни циљеви</w:t>
      </w:r>
    </w:p>
    <w:p w14:paraId="05947768" w14:textId="26BEB4FF" w:rsidR="005037E4" w:rsidRDefault="005037E4" w:rsidP="005037E4">
      <w:pPr>
        <w:pStyle w:val="PASUS"/>
        <w:spacing w:before="0" w:after="0"/>
        <w:rPr>
          <w:lang w:val="sr-Cyrl-CS"/>
        </w:rPr>
      </w:pPr>
      <w:r w:rsidRPr="00CE7CAC">
        <w:rPr>
          <w:lang w:val="sr-Cyrl-CS"/>
        </w:rPr>
        <w:t>Разрађујући наведени општи циљ, издвојени су посебни циљеви на темељу анализа постојећег стања, претходно постигнутих резултата и приоритета за деловање путем новог стратешког документа.</w:t>
      </w:r>
    </w:p>
    <w:p w14:paraId="7D32518E" w14:textId="57508312" w:rsidR="009C2FDC" w:rsidRDefault="009C2FDC" w:rsidP="005037E4">
      <w:pPr>
        <w:pStyle w:val="PASUS"/>
        <w:spacing w:before="0" w:after="0"/>
        <w:rPr>
          <w:lang w:val="sr-Cyrl-CS"/>
        </w:rPr>
      </w:pPr>
    </w:p>
    <w:p w14:paraId="46C121CE" w14:textId="77777777" w:rsidR="009C2FDC" w:rsidRPr="00CE7CAC" w:rsidRDefault="009C2FDC" w:rsidP="005037E4">
      <w:pPr>
        <w:pStyle w:val="PASUS"/>
        <w:spacing w:before="0" w:after="0"/>
        <w:rPr>
          <w:lang w:val="sr-Cyrl-CS"/>
        </w:rPr>
      </w:pPr>
    </w:p>
    <w:p w14:paraId="6C6657BE" w14:textId="7A3A38B5" w:rsidR="00875ED8" w:rsidRPr="00CE7CAC" w:rsidRDefault="005037E4" w:rsidP="002A2C83">
      <w:pPr>
        <w:pStyle w:val="PODNASLOV"/>
        <w:ind w:left="0" w:firstLine="709"/>
        <w:rPr>
          <w:color w:val="auto"/>
          <w:sz w:val="24"/>
          <w:lang w:val="sr-Cyrl-CS"/>
        </w:rPr>
      </w:pPr>
      <w:r w:rsidRPr="00CE7CAC">
        <w:rPr>
          <w:color w:val="auto"/>
          <w:sz w:val="24"/>
          <w:lang w:val="sr-Cyrl-CS"/>
        </w:rPr>
        <w:lastRenderedPageBreak/>
        <w:t>По</w:t>
      </w:r>
      <w:r w:rsidR="0052408C" w:rsidRPr="00CE7CAC">
        <w:rPr>
          <w:color w:val="auto"/>
          <w:sz w:val="24"/>
          <w:lang w:val="sr-Cyrl-CS"/>
        </w:rPr>
        <w:t>себни</w:t>
      </w:r>
      <w:r w:rsidRPr="00CE7CAC">
        <w:rPr>
          <w:color w:val="auto"/>
          <w:sz w:val="24"/>
          <w:lang w:val="sr-Cyrl-CS"/>
        </w:rPr>
        <w:t xml:space="preserve"> циљеви су:</w:t>
      </w:r>
    </w:p>
    <w:p w14:paraId="2D41089D" w14:textId="77777777" w:rsidR="005F2BA7" w:rsidRPr="00CE7CAC" w:rsidRDefault="005F2BA7" w:rsidP="00F97D62">
      <w:pPr>
        <w:pStyle w:val="ListParagraph"/>
        <w:numPr>
          <w:ilvl w:val="0"/>
          <w:numId w:val="1"/>
        </w:numPr>
        <w:spacing w:after="0" w:line="240" w:lineRule="auto"/>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јачање превентивног деловања на заштити финансијских интереса ЕУ;</w:t>
      </w:r>
    </w:p>
    <w:p w14:paraId="32F43ACA" w14:textId="77777777" w:rsidR="005F2BA7" w:rsidRPr="00CE7CAC" w:rsidRDefault="005F2BA7" w:rsidP="00F97D62">
      <w:pPr>
        <w:pStyle w:val="ListParagraph"/>
        <w:numPr>
          <w:ilvl w:val="0"/>
          <w:numId w:val="1"/>
        </w:numPr>
        <w:spacing w:after="0" w:line="240" w:lineRule="auto"/>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процеса раног откривања превара;</w:t>
      </w:r>
    </w:p>
    <w:p w14:paraId="5E80235C" w14:textId="28F13580" w:rsidR="005F2BA7" w:rsidRPr="00CE7CAC" w:rsidRDefault="00F44CB1"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спровођења  истра</w:t>
      </w:r>
      <w:r w:rsidR="0008054D" w:rsidRPr="00CE7CAC">
        <w:rPr>
          <w:rFonts w:ascii="Times New Roman" w:eastAsia="Calibri" w:hAnsi="Times New Roman" w:cs="Times New Roman"/>
          <w:noProof/>
          <w:lang w:val="sr-Cyrl-CS"/>
        </w:rPr>
        <w:t>жних радњи</w:t>
      </w:r>
      <w:r w:rsidR="005F2BA7" w:rsidRPr="00CE7CAC">
        <w:rPr>
          <w:rFonts w:ascii="Times New Roman" w:eastAsia="Calibri" w:hAnsi="Times New Roman" w:cs="Times New Roman"/>
          <w:noProof/>
          <w:lang w:val="sr-Cyrl-CS"/>
        </w:rPr>
        <w:t xml:space="preserve">; </w:t>
      </w:r>
    </w:p>
    <w:p w14:paraId="74D9614D" w14:textId="489E3E2D" w:rsidR="00242643" w:rsidRPr="00CE7CAC" w:rsidRDefault="001D61E5"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механиз</w:t>
      </w:r>
      <w:r w:rsidR="005F2BA7" w:rsidRPr="00CE7CAC">
        <w:rPr>
          <w:rFonts w:ascii="Times New Roman" w:eastAsia="Calibri" w:hAnsi="Times New Roman" w:cs="Times New Roman"/>
          <w:noProof/>
          <w:lang w:val="sr-Cyrl-CS"/>
        </w:rPr>
        <w:t>ма за повраћај средстава</w:t>
      </w:r>
      <w:r w:rsidR="00E94456" w:rsidRPr="00CE7CAC">
        <w:rPr>
          <w:rFonts w:ascii="Times New Roman" w:eastAsia="Calibri" w:hAnsi="Times New Roman" w:cs="Times New Roman"/>
          <w:noProof/>
          <w:lang w:val="sr-Cyrl-CS"/>
        </w:rPr>
        <w:t>; и</w:t>
      </w:r>
    </w:p>
    <w:p w14:paraId="5276C1DB" w14:textId="1B31DC19" w:rsidR="00A60B65" w:rsidRPr="00CE7CAC" w:rsidRDefault="00F87094"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п</w:t>
      </w:r>
      <w:r w:rsidR="002A625C" w:rsidRPr="00CE7CAC">
        <w:rPr>
          <w:rFonts w:ascii="Times New Roman" w:eastAsia="Calibri" w:hAnsi="Times New Roman" w:cs="Times New Roman"/>
          <w:noProof/>
          <w:lang w:val="sr-Cyrl-CS"/>
        </w:rPr>
        <w:t xml:space="preserve">одизање нивоа свести јавности </w:t>
      </w:r>
      <w:r w:rsidR="002A625C" w:rsidRPr="00CE7CAC">
        <w:rPr>
          <w:rFonts w:ascii="Times New Roman" w:hAnsi="Times New Roman" w:cs="Times New Roman"/>
          <w:noProof/>
          <w:lang w:val="sr-Cyrl-CS"/>
        </w:rPr>
        <w:t>о потреби и важности контроле коришћења ЕУ средстава и сузбијања неправилности и превара</w:t>
      </w:r>
      <w:r w:rsidR="002B0EFD" w:rsidRPr="00CE7CAC">
        <w:rPr>
          <w:rFonts w:ascii="Times New Roman" w:hAnsi="Times New Roman" w:cs="Times New Roman"/>
          <w:noProof/>
          <w:lang w:val="sr-Cyrl-CS"/>
        </w:rPr>
        <w:t>.</w:t>
      </w:r>
    </w:p>
    <w:p w14:paraId="30F7C434" w14:textId="77777777" w:rsidR="00416AC4" w:rsidRPr="00CE7CAC" w:rsidRDefault="00416AC4" w:rsidP="001204DA">
      <w:pPr>
        <w:spacing w:after="0" w:line="240" w:lineRule="auto"/>
        <w:contextualSpacing/>
        <w:jc w:val="both"/>
        <w:rPr>
          <w:rFonts w:ascii="Times New Roman" w:eastAsia="Calibri" w:hAnsi="Times New Roman" w:cs="Times New Roman"/>
          <w:noProof/>
          <w:lang w:val="sr-Cyrl-CS"/>
        </w:rPr>
      </w:pPr>
    </w:p>
    <w:p w14:paraId="26F32D7E" w14:textId="66BE45E6" w:rsidR="00FC1596" w:rsidRPr="00CE7CAC" w:rsidRDefault="00584FA1" w:rsidP="00EC6D93">
      <w:pPr>
        <w:pStyle w:val="PASUS"/>
        <w:spacing w:before="0" w:after="0"/>
        <w:rPr>
          <w:lang w:val="sr-Cyrl-CS"/>
        </w:rPr>
      </w:pPr>
      <w:r w:rsidRPr="00CE7CAC">
        <w:rPr>
          <w:lang w:val="sr-Cyrl-CS"/>
        </w:rPr>
        <w:t xml:space="preserve">Испуњење </w:t>
      </w:r>
      <w:r w:rsidR="00875ED8" w:rsidRPr="00CE7CAC">
        <w:rPr>
          <w:lang w:val="sr-Cyrl-CS"/>
        </w:rPr>
        <w:t xml:space="preserve">општег и </w:t>
      </w:r>
      <w:r w:rsidRPr="00CE7CAC">
        <w:rPr>
          <w:lang w:val="sr-Cyrl-CS"/>
        </w:rPr>
        <w:t>посеб</w:t>
      </w:r>
      <w:r w:rsidR="00242643" w:rsidRPr="00CE7CAC">
        <w:rPr>
          <w:lang w:val="sr-Cyrl-CS"/>
        </w:rPr>
        <w:t>них циљева, путем утврђених мера и активности</w:t>
      </w:r>
      <w:r w:rsidR="00F87094" w:rsidRPr="00CE7CAC">
        <w:rPr>
          <w:lang w:val="sr-Cyrl-CS"/>
        </w:rPr>
        <w:t xml:space="preserve"> приказаних у а</w:t>
      </w:r>
      <w:r w:rsidR="00875ED8" w:rsidRPr="00CE7CAC">
        <w:rPr>
          <w:lang w:val="sr-Cyrl-CS"/>
        </w:rPr>
        <w:t>кционом плану</w:t>
      </w:r>
      <w:r w:rsidR="00242643" w:rsidRPr="00CE7CAC">
        <w:rPr>
          <w:lang w:val="sr-Cyrl-CS"/>
        </w:rPr>
        <w:t xml:space="preserve">, допринеће </w:t>
      </w:r>
      <w:r w:rsidR="00D02FED" w:rsidRPr="00CE7CAC">
        <w:rPr>
          <w:lang w:val="sr-Cyrl-CS"/>
        </w:rPr>
        <w:t>промена</w:t>
      </w:r>
      <w:r w:rsidR="00875ED8" w:rsidRPr="00CE7CAC">
        <w:rPr>
          <w:lang w:val="sr-Cyrl-CS"/>
        </w:rPr>
        <w:t>ма</w:t>
      </w:r>
      <w:r w:rsidR="00D02FED" w:rsidRPr="00CE7CAC">
        <w:rPr>
          <w:lang w:val="sr-Cyrl-CS"/>
        </w:rPr>
        <w:t xml:space="preserve"> у</w:t>
      </w:r>
      <w:r w:rsidR="00875ED8" w:rsidRPr="00CE7CAC">
        <w:rPr>
          <w:lang w:val="sr-Cyrl-CS"/>
        </w:rPr>
        <w:t xml:space="preserve"> односу корисника и јавности  према финансијским средствима ЕУ и њиховој заштити.</w:t>
      </w:r>
      <w:r w:rsidR="00D02FED" w:rsidRPr="00CE7CAC">
        <w:rPr>
          <w:lang w:val="sr-Cyrl-CS"/>
        </w:rPr>
        <w:t xml:space="preserve"> </w:t>
      </w:r>
      <w:r w:rsidR="00AF629C" w:rsidRPr="00CE7CAC">
        <w:rPr>
          <w:lang w:val="sr-Cyrl-CS"/>
        </w:rPr>
        <w:t xml:space="preserve">Активан приступ у реализацији мера и активности утицаће на побољшање функционалности и делотворности </w:t>
      </w:r>
      <w:r w:rsidR="00DB24D7" w:rsidRPr="00CE7CAC">
        <w:rPr>
          <w:lang w:val="sr-Cyrl-CS"/>
        </w:rPr>
        <w:t>институција</w:t>
      </w:r>
      <w:r w:rsidR="00875ED8" w:rsidRPr="00CE7CAC">
        <w:rPr>
          <w:lang w:val="sr-Cyrl-CS"/>
        </w:rPr>
        <w:t xml:space="preserve"> Републике Србије</w:t>
      </w:r>
      <w:r w:rsidR="00DB24D7" w:rsidRPr="00CE7CAC">
        <w:rPr>
          <w:lang w:val="sr-Cyrl-CS"/>
        </w:rPr>
        <w:t>, што ће за последицу имати унапређење заштите фин</w:t>
      </w:r>
      <w:r w:rsidR="00D9297E" w:rsidRPr="00CE7CAC">
        <w:rPr>
          <w:lang w:val="sr-Cyrl-CS"/>
        </w:rPr>
        <w:t xml:space="preserve">ансијских интереса ЕУ, а самим </w:t>
      </w:r>
      <w:r w:rsidR="00DB24D7" w:rsidRPr="00CE7CAC">
        <w:rPr>
          <w:lang w:val="sr-Cyrl-CS"/>
        </w:rPr>
        <w:t>тим и финансијских интереса Републике Србије.</w:t>
      </w:r>
    </w:p>
    <w:p w14:paraId="45699339" w14:textId="77777777" w:rsidR="00EC6D93" w:rsidRPr="00CE7CAC" w:rsidRDefault="00EC6D93" w:rsidP="00EC6D93">
      <w:pPr>
        <w:pStyle w:val="PASUS"/>
        <w:spacing w:before="0" w:after="0"/>
        <w:rPr>
          <w:lang w:val="sr-Cyrl-CS"/>
        </w:rPr>
      </w:pPr>
    </w:p>
    <w:p w14:paraId="1A070916" w14:textId="76A4CDB8" w:rsidR="00274A01" w:rsidRPr="00CE7CAC" w:rsidRDefault="00405471" w:rsidP="00EC6D93">
      <w:pPr>
        <w:pStyle w:val="PASUS"/>
        <w:rPr>
          <w:b/>
          <w:lang w:val="sr-Cyrl-CS"/>
        </w:rPr>
      </w:pPr>
      <w:r w:rsidRPr="00CE7CAC">
        <w:rPr>
          <w:b/>
          <w:lang w:val="sr-Cyrl-CS"/>
        </w:rPr>
        <w:t>VI</w:t>
      </w:r>
      <w:r w:rsidR="009C7DFB" w:rsidRPr="00CE7CAC">
        <w:rPr>
          <w:b/>
          <w:lang w:val="sr-Cyrl-CS"/>
        </w:rPr>
        <w:t>.</w:t>
      </w:r>
      <w:r w:rsidRPr="00CE7CAC">
        <w:rPr>
          <w:b/>
          <w:lang w:val="sr-Cyrl-CS"/>
        </w:rPr>
        <w:t xml:space="preserve"> </w:t>
      </w:r>
      <w:r w:rsidR="001C7A1C" w:rsidRPr="00CE7CAC">
        <w:rPr>
          <w:b/>
          <w:lang w:val="sr-Cyrl-CS"/>
        </w:rPr>
        <w:t xml:space="preserve"> </w:t>
      </w:r>
      <w:r w:rsidR="00274A01" w:rsidRPr="00CE7CAC">
        <w:rPr>
          <w:b/>
          <w:lang w:val="sr-Cyrl-CS"/>
        </w:rPr>
        <w:fldChar w:fldCharType="begin"/>
      </w:r>
      <w:r w:rsidR="00274A01" w:rsidRPr="00CE7CAC">
        <w:rPr>
          <w:b/>
          <w:lang w:val="sr-Cyrl-CS"/>
        </w:rPr>
        <w:instrText xml:space="preserve"> HYPERLINK \l "_Toc34136648" </w:instrText>
      </w:r>
      <w:r w:rsidR="00274A01" w:rsidRPr="00CE7CAC">
        <w:rPr>
          <w:b/>
          <w:lang w:val="sr-Cyrl-CS"/>
        </w:rPr>
        <w:fldChar w:fldCharType="separate"/>
      </w:r>
      <w:r w:rsidR="00274A01" w:rsidRPr="00CE7CAC">
        <w:rPr>
          <w:b/>
          <w:lang w:val="sr-Cyrl-CS"/>
        </w:rPr>
        <w:t>Мере за остваривање циљ</w:t>
      </w:r>
      <w:r w:rsidR="00C23AAF" w:rsidRPr="00CE7CAC">
        <w:rPr>
          <w:b/>
          <w:lang w:val="sr-Cyrl-CS"/>
        </w:rPr>
        <w:t>ев</w:t>
      </w:r>
      <w:r w:rsidR="00896E61" w:rsidRPr="00CE7CAC">
        <w:rPr>
          <w:b/>
          <w:lang w:val="sr-Cyrl-CS"/>
        </w:rPr>
        <w:t>а</w:t>
      </w:r>
    </w:p>
    <w:p w14:paraId="21DDF4B0" w14:textId="77777777" w:rsidR="00EC6D93" w:rsidRPr="00CE7CAC" w:rsidRDefault="00274A01" w:rsidP="00EC6D93">
      <w:pPr>
        <w:pStyle w:val="PASUS"/>
        <w:rPr>
          <w:b/>
          <w:lang w:val="sr-Cyrl-CS"/>
        </w:rPr>
      </w:pPr>
      <w:r w:rsidRPr="00CE7CAC">
        <w:rPr>
          <w:b/>
          <w:lang w:val="sr-Cyrl-CS"/>
        </w:rPr>
        <w:fldChar w:fldCharType="end"/>
      </w:r>
    </w:p>
    <w:p w14:paraId="1AF44A3D" w14:textId="3273DC7A" w:rsidR="003675D8" w:rsidRPr="00CE7CAC" w:rsidRDefault="003675D8" w:rsidP="00EC6D93">
      <w:pPr>
        <w:pStyle w:val="PASUS"/>
        <w:rPr>
          <w:lang w:val="sr-Cyrl-CS"/>
        </w:rPr>
      </w:pPr>
      <w:r w:rsidRPr="00CE7CAC">
        <w:rPr>
          <w:lang w:val="sr-Cyrl-CS"/>
        </w:rPr>
        <w:t>Имајући у виду</w:t>
      </w:r>
      <w:r w:rsidR="00250814" w:rsidRPr="00CE7CAC">
        <w:rPr>
          <w:lang w:val="sr-Cyrl-CS"/>
        </w:rPr>
        <w:t xml:space="preserve"> да испуњење посеб</w:t>
      </w:r>
      <w:r w:rsidR="00F22FBE" w:rsidRPr="00CE7CAC">
        <w:rPr>
          <w:lang w:val="sr-Cyrl-CS"/>
        </w:rPr>
        <w:t>них циљева представља предуслов за остваривање општег циља</w:t>
      </w:r>
      <w:r w:rsidRPr="00CE7CAC">
        <w:rPr>
          <w:lang w:val="sr-Cyrl-CS"/>
        </w:rPr>
        <w:t xml:space="preserve">, </w:t>
      </w:r>
      <w:r w:rsidR="00F22FBE" w:rsidRPr="00CE7CAC">
        <w:rPr>
          <w:lang w:val="sr-Cyrl-CS"/>
        </w:rPr>
        <w:t xml:space="preserve">пратећим акционим планом </w:t>
      </w:r>
      <w:r w:rsidRPr="00CE7CAC">
        <w:rPr>
          <w:lang w:val="sr-Cyrl-CS"/>
        </w:rPr>
        <w:t>предвиђене су мере, као скуп међусобно повезаних активности</w:t>
      </w:r>
      <w:r w:rsidR="00F22FBE" w:rsidRPr="00CE7CAC">
        <w:rPr>
          <w:lang w:val="sr-Cyrl-CS"/>
        </w:rPr>
        <w:t>,</w:t>
      </w:r>
      <w:r w:rsidR="005F51D4" w:rsidRPr="00CE7CAC">
        <w:rPr>
          <w:lang w:val="sr-Cyrl-CS"/>
        </w:rPr>
        <w:t xml:space="preserve"> чије спровођење ће бити поверено надлежним</w:t>
      </w:r>
      <w:r w:rsidR="00F22FBE" w:rsidRPr="00CE7CAC">
        <w:rPr>
          <w:lang w:val="sr-Cyrl-CS"/>
        </w:rPr>
        <w:t xml:space="preserve"> институција</w:t>
      </w:r>
      <w:r w:rsidR="005F51D4" w:rsidRPr="00CE7CAC">
        <w:rPr>
          <w:lang w:val="sr-Cyrl-CS"/>
        </w:rPr>
        <w:t>ма</w:t>
      </w:r>
      <w:r w:rsidR="00A47102" w:rsidRPr="00CE7CAC">
        <w:rPr>
          <w:lang w:val="sr-Cyrl-CS"/>
        </w:rPr>
        <w:t>.</w:t>
      </w:r>
    </w:p>
    <w:p w14:paraId="28D0D74F" w14:textId="77777777" w:rsidR="005F2BA7" w:rsidRPr="00CE7CAC" w:rsidRDefault="00250814" w:rsidP="008B7315">
      <w:pPr>
        <w:pStyle w:val="PASUS"/>
        <w:rPr>
          <w:bCs/>
          <w:i/>
          <w:lang w:val="sr-Cyrl-CS"/>
        </w:rPr>
      </w:pPr>
      <w:r w:rsidRPr="00CE7CAC">
        <w:rPr>
          <w:lang w:val="sr-Cyrl-CS"/>
        </w:rPr>
        <w:t>Сагласно утврђеним посеб</w:t>
      </w:r>
      <w:r w:rsidR="001341A6" w:rsidRPr="00CE7CAC">
        <w:rPr>
          <w:lang w:val="sr-Cyrl-CS"/>
        </w:rPr>
        <w:t xml:space="preserve">ним циљевима, предвиђене су, у оквиру истих, </w:t>
      </w:r>
      <w:r w:rsidR="00050249" w:rsidRPr="00CE7CAC">
        <w:rPr>
          <w:lang w:val="sr-Cyrl-CS"/>
        </w:rPr>
        <w:t>следеће мере:</w:t>
      </w:r>
    </w:p>
    <w:p w14:paraId="6EE0C0AC" w14:textId="5336EF64" w:rsidR="005F2BA7" w:rsidRPr="00CE7CAC" w:rsidRDefault="005F2BA7" w:rsidP="00F97D62">
      <w:pPr>
        <w:numPr>
          <w:ilvl w:val="0"/>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јачање превентивног деловања на заштити финансијских интереса ЕУ</w:t>
      </w:r>
      <w:r w:rsidR="001260A6" w:rsidRPr="00CE7CAC">
        <w:rPr>
          <w:rFonts w:ascii="Times New Roman" w:hAnsi="Times New Roman" w:cs="Times New Roman"/>
          <w:noProof/>
          <w:lang w:val="sr-Cyrl-CS"/>
        </w:rPr>
        <w:t>:</w:t>
      </w:r>
    </w:p>
    <w:p w14:paraId="3F4C718F" w14:textId="47533937"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1.1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Јачање кадровског потенцијала </w:t>
      </w:r>
      <w:r w:rsidR="00104A38" w:rsidRPr="00CE7CAC">
        <w:rPr>
          <w:rFonts w:ascii="Times New Roman" w:hAnsi="Times New Roman" w:cs="Times New Roman"/>
          <w:noProof/>
          <w:lang w:val="sr-Cyrl-CS"/>
        </w:rPr>
        <w:t>у оквиру</w:t>
      </w:r>
      <w:r w:rsidR="00F036C3" w:rsidRPr="00CE7CAC">
        <w:rPr>
          <w:rFonts w:ascii="Times New Roman" w:hAnsi="Times New Roman" w:cs="Times New Roman"/>
          <w:noProof/>
          <w:lang w:val="sr-Cyrl-CS"/>
        </w:rPr>
        <w:t xml:space="preserve"> превентивног деловања на заштити финансијских интереса ЕУ</w:t>
      </w:r>
      <w:r w:rsidR="00351633">
        <w:rPr>
          <w:rFonts w:ascii="Times New Roman" w:hAnsi="Times New Roman" w:cs="Times New Roman"/>
          <w:noProof/>
          <w:lang w:val="sr-Cyrl-CS"/>
        </w:rPr>
        <w:t>,</w:t>
      </w:r>
    </w:p>
    <w:p w14:paraId="72AD4427" w14:textId="3221CDBB"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1.2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B7DB1" w:rsidRPr="00CE7CAC">
        <w:rPr>
          <w:rFonts w:ascii="Times New Roman" w:hAnsi="Times New Roman" w:cs="Times New Roman"/>
          <w:noProof/>
          <w:lang w:val="sr-Cyrl-CS"/>
        </w:rPr>
        <w:t>Унапређење интерних процедура</w:t>
      </w:r>
      <w:r w:rsidR="00F036C3" w:rsidRPr="00CE7CAC">
        <w:rPr>
          <w:rFonts w:ascii="Times New Roman" w:hAnsi="Times New Roman" w:cs="Times New Roman"/>
          <w:noProof/>
          <w:lang w:val="sr-Cyrl-CS"/>
        </w:rPr>
        <w:t xml:space="preserve"> у области превентивног деловања на заштити финансијских интереса ЕУ</w:t>
      </w:r>
      <w:r w:rsidR="00351633">
        <w:rPr>
          <w:rFonts w:ascii="Times New Roman" w:hAnsi="Times New Roman" w:cs="Times New Roman"/>
          <w:noProof/>
          <w:lang w:val="sr-Cyrl-CS"/>
        </w:rPr>
        <w:t>,</w:t>
      </w:r>
    </w:p>
    <w:p w14:paraId="7C1C77C3" w14:textId="34104DB6"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1.</w:t>
      </w:r>
      <w:r w:rsidR="00794BE3" w:rsidRPr="00CE7CAC">
        <w:rPr>
          <w:rFonts w:ascii="Times New Roman" w:hAnsi="Times New Roman" w:cs="Times New Roman"/>
          <w:noProof/>
          <w:lang w:val="sr-Cyrl-CS"/>
        </w:rPr>
        <w:t>3</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B7DB1" w:rsidRPr="00CE7CAC">
        <w:rPr>
          <w:rFonts w:ascii="Times New Roman" w:hAnsi="Times New Roman" w:cs="Times New Roman"/>
          <w:noProof/>
          <w:lang w:val="sr-Cyrl-CS"/>
        </w:rPr>
        <w:t xml:space="preserve">Развијање </w:t>
      </w:r>
      <w:r w:rsidR="006D6F30" w:rsidRPr="00CE7CAC">
        <w:rPr>
          <w:rFonts w:ascii="Times New Roman" w:hAnsi="Times New Roman" w:cs="Times New Roman"/>
          <w:noProof/>
          <w:lang w:val="sr-Cyrl-CS"/>
        </w:rPr>
        <w:t xml:space="preserve">сарадње и </w:t>
      </w:r>
      <w:r w:rsidR="00CB7DB1" w:rsidRPr="00CE7CAC">
        <w:rPr>
          <w:rFonts w:ascii="Times New Roman" w:hAnsi="Times New Roman" w:cs="Times New Roman"/>
          <w:noProof/>
          <w:lang w:val="sr-Cyrl-CS"/>
        </w:rPr>
        <w:t>размене информација</w:t>
      </w:r>
      <w:r w:rsidR="00F036C3" w:rsidRPr="00CE7CAC">
        <w:rPr>
          <w:rFonts w:ascii="Times New Roman" w:hAnsi="Times New Roman" w:cs="Times New Roman"/>
          <w:noProof/>
          <w:lang w:val="sr-Cyrl-CS"/>
        </w:rPr>
        <w:t xml:space="preserve"> у сфери превентивног деловања на заштити финансијских интереса ЕУ</w:t>
      </w:r>
      <w:r w:rsidR="00351633">
        <w:rPr>
          <w:rFonts w:ascii="Times New Roman" w:hAnsi="Times New Roman" w:cs="Times New Roman"/>
          <w:noProof/>
          <w:lang w:val="sr-Cyrl-CS"/>
        </w:rPr>
        <w:t>,</w:t>
      </w:r>
    </w:p>
    <w:p w14:paraId="6B2B6DBF" w14:textId="3A871813" w:rsidR="00104A38"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1.</w:t>
      </w:r>
      <w:r w:rsidR="00794BE3" w:rsidRPr="00CE7CAC">
        <w:rPr>
          <w:rFonts w:ascii="Times New Roman" w:hAnsi="Times New Roman" w:cs="Times New Roman"/>
          <w:noProof/>
          <w:lang w:val="sr-Cyrl-CS"/>
        </w:rPr>
        <w:t>4</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A1BFA" w:rsidRPr="00CE7CAC">
        <w:rPr>
          <w:rFonts w:ascii="Times New Roman" w:hAnsi="Times New Roman" w:cs="Times New Roman"/>
          <w:noProof/>
          <w:lang w:val="sr-Cyrl-CS"/>
        </w:rPr>
        <w:t>Подизање нивоа свести о значају заштите финансијских интереса ЕУ</w:t>
      </w:r>
      <w:r w:rsidR="000C39FF" w:rsidRPr="00CE7CAC">
        <w:rPr>
          <w:noProof/>
          <w:lang w:val="sr-Cyrl-CS"/>
        </w:rPr>
        <w:t xml:space="preserve"> </w:t>
      </w:r>
      <w:r w:rsidR="000C39FF" w:rsidRPr="00CE7CAC">
        <w:rPr>
          <w:rFonts w:ascii="Times New Roman" w:hAnsi="Times New Roman" w:cs="Times New Roman"/>
          <w:noProof/>
          <w:lang w:val="sr-Cyrl-CS"/>
        </w:rPr>
        <w:t>и финанси</w:t>
      </w:r>
      <w:r w:rsidR="0090077B" w:rsidRPr="00CE7CAC">
        <w:rPr>
          <w:rFonts w:ascii="Times New Roman" w:hAnsi="Times New Roman" w:cs="Times New Roman"/>
          <w:noProof/>
          <w:lang w:val="sr-Cyrl-CS"/>
        </w:rPr>
        <w:t>јских интереса Републике Србије</w:t>
      </w:r>
      <w:r w:rsidR="001260A6" w:rsidRPr="00CE7CAC">
        <w:rPr>
          <w:rFonts w:ascii="Times New Roman" w:hAnsi="Times New Roman" w:cs="Times New Roman"/>
          <w:noProof/>
          <w:lang w:val="sr-Cyrl-CS"/>
        </w:rPr>
        <w:t>;</w:t>
      </w:r>
    </w:p>
    <w:p w14:paraId="7C1E269A" w14:textId="12EF83EA"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мерa 1.</w:t>
      </w:r>
      <w:r w:rsidR="00794BE3" w:rsidRPr="00CE7CAC">
        <w:rPr>
          <w:rFonts w:ascii="Times New Roman" w:hAnsi="Times New Roman" w:cs="Times New Roman"/>
          <w:noProof/>
          <w:lang w:val="sr-Cyrl-CS"/>
        </w:rPr>
        <w:t>5</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4A2C1C" w:rsidRPr="00CE7CAC">
        <w:rPr>
          <w:rFonts w:ascii="Times New Roman" w:hAnsi="Times New Roman" w:cs="Times New Roman"/>
          <w:noProof/>
          <w:lang w:val="sr-Cyrl-CS"/>
        </w:rPr>
        <w:t>Измена</w:t>
      </w:r>
      <w:r w:rsidR="007511F9" w:rsidRPr="00CE7CAC">
        <w:rPr>
          <w:rFonts w:ascii="Times New Roman" w:hAnsi="Times New Roman" w:cs="Times New Roman"/>
          <w:noProof/>
          <w:lang w:val="sr-Cyrl-CS"/>
        </w:rPr>
        <w:t xml:space="preserve"> и/или усклађивање</w:t>
      </w:r>
      <w:r w:rsidR="004A2C1C" w:rsidRPr="00CE7CAC">
        <w:rPr>
          <w:rFonts w:ascii="Times New Roman" w:hAnsi="Times New Roman" w:cs="Times New Roman"/>
          <w:noProof/>
          <w:lang w:val="sr-Cyrl-CS"/>
        </w:rPr>
        <w:t xml:space="preserve"> правног оквира</w:t>
      </w:r>
      <w:r w:rsidR="00F036C3" w:rsidRPr="00CE7CAC">
        <w:rPr>
          <w:rFonts w:ascii="Times New Roman" w:hAnsi="Times New Roman" w:cs="Times New Roman"/>
          <w:noProof/>
          <w:lang w:val="sr-Cyrl-CS"/>
        </w:rPr>
        <w:t xml:space="preserve"> ради </w:t>
      </w:r>
      <w:r w:rsidR="00104A38" w:rsidRPr="00CE7CAC">
        <w:rPr>
          <w:rFonts w:ascii="Times New Roman" w:hAnsi="Times New Roman" w:cs="Times New Roman"/>
          <w:noProof/>
          <w:lang w:val="sr-Cyrl-CS"/>
        </w:rPr>
        <w:t>јачања</w:t>
      </w:r>
      <w:r w:rsidR="00F036C3" w:rsidRPr="00CE7CAC">
        <w:rPr>
          <w:rFonts w:ascii="Times New Roman" w:hAnsi="Times New Roman" w:cs="Times New Roman"/>
          <w:noProof/>
          <w:lang w:val="sr-Cyrl-CS"/>
        </w:rPr>
        <w:t xml:space="preserve"> превентивног деловања на заштити финансијских интереса ЕУ</w:t>
      </w:r>
      <w:r w:rsidR="001260A6" w:rsidRPr="00CE7CAC">
        <w:rPr>
          <w:rFonts w:ascii="Times New Roman" w:hAnsi="Times New Roman" w:cs="Times New Roman"/>
          <w:noProof/>
          <w:lang w:val="sr-Cyrl-CS"/>
        </w:rPr>
        <w:t>;</w:t>
      </w:r>
    </w:p>
    <w:p w14:paraId="2BBBE9A4" w14:textId="77777777" w:rsidR="005F2BA7" w:rsidRPr="00CE7CAC" w:rsidRDefault="005F2BA7" w:rsidP="00794BE3">
      <w:pPr>
        <w:spacing w:after="0" w:line="240" w:lineRule="auto"/>
        <w:ind w:left="1429"/>
        <w:contextualSpacing/>
        <w:jc w:val="both"/>
        <w:rPr>
          <w:rFonts w:ascii="Times New Roman" w:hAnsi="Times New Roman" w:cs="Times New Roman"/>
          <w:noProof/>
          <w:lang w:val="sr-Cyrl-CS"/>
        </w:rPr>
      </w:pPr>
    </w:p>
    <w:p w14:paraId="62FF109E" w14:textId="1FE24D4A" w:rsidR="005F2BA7" w:rsidRPr="00CE7CAC" w:rsidRDefault="005F2BA7"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процеса раног откривања превара</w:t>
      </w:r>
      <w:r w:rsidR="001260A6" w:rsidRPr="00CE7CAC">
        <w:rPr>
          <w:rFonts w:ascii="Times New Roman" w:hAnsi="Times New Roman" w:cs="Times New Roman"/>
          <w:noProof/>
          <w:lang w:val="sr-Cyrl-CS"/>
        </w:rPr>
        <w:t>:</w:t>
      </w:r>
    </w:p>
    <w:p w14:paraId="6E2D67A5" w14:textId="75C5AAD4" w:rsidR="00EA0319" w:rsidRPr="00CE7CAC" w:rsidRDefault="00EA0319"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1</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0F0772" w:rsidRPr="00CE7CAC">
        <w:rPr>
          <w:rFonts w:ascii="Times New Roman" w:hAnsi="Times New Roman" w:cs="Times New Roman"/>
          <w:noProof/>
          <w:lang w:val="sr-Cyrl-CS"/>
        </w:rPr>
        <w:t>Континуирано управљање</w:t>
      </w:r>
      <w:r w:rsidRPr="00CE7CAC">
        <w:rPr>
          <w:rFonts w:ascii="Times New Roman" w:hAnsi="Times New Roman" w:cs="Times New Roman"/>
          <w:noProof/>
          <w:lang w:val="sr-Cyrl-CS"/>
        </w:rPr>
        <w:t xml:space="preserve"> ризи</w:t>
      </w:r>
      <w:r w:rsidR="000F0772" w:rsidRPr="00CE7CAC">
        <w:rPr>
          <w:rFonts w:ascii="Times New Roman" w:hAnsi="Times New Roman" w:cs="Times New Roman"/>
          <w:noProof/>
          <w:lang w:val="sr-Cyrl-CS"/>
        </w:rPr>
        <w:t>цима са циљем унапређења процеса раног откривања превара</w:t>
      </w:r>
      <w:r w:rsidR="00972955">
        <w:rPr>
          <w:rFonts w:ascii="Times New Roman" w:hAnsi="Times New Roman" w:cs="Times New Roman"/>
          <w:noProof/>
          <w:lang w:val="sr-Cyrl-CS"/>
        </w:rPr>
        <w:t>,</w:t>
      </w:r>
    </w:p>
    <w:p w14:paraId="5EEE1482" w14:textId="257DCAB9" w:rsidR="00EA0319"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2</w:t>
      </w:r>
      <w:r w:rsidR="004A2C1C"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7C1669" w:rsidRPr="00CE7CAC">
        <w:rPr>
          <w:rFonts w:ascii="Times New Roman" w:hAnsi="Times New Roman" w:cs="Times New Roman"/>
          <w:noProof/>
          <w:lang w:val="sr-Cyrl-CS"/>
        </w:rPr>
        <w:t xml:space="preserve"> </w:t>
      </w:r>
      <w:r w:rsidR="004A2C1C" w:rsidRPr="00CE7CAC">
        <w:rPr>
          <w:rFonts w:ascii="Times New Roman" w:hAnsi="Times New Roman" w:cs="Times New Roman"/>
          <w:noProof/>
          <w:lang w:val="sr-Cyrl-CS"/>
        </w:rPr>
        <w:t xml:space="preserve">Развијање </w:t>
      </w:r>
      <w:r w:rsidR="006D6F30" w:rsidRPr="00CE7CAC">
        <w:rPr>
          <w:rFonts w:ascii="Times New Roman" w:hAnsi="Times New Roman" w:cs="Times New Roman"/>
          <w:noProof/>
          <w:lang w:val="sr-Cyrl-CS"/>
        </w:rPr>
        <w:t xml:space="preserve">сарадње и </w:t>
      </w:r>
      <w:r w:rsidR="004A2C1C" w:rsidRPr="00CE7CAC">
        <w:rPr>
          <w:rFonts w:ascii="Times New Roman" w:hAnsi="Times New Roman" w:cs="Times New Roman"/>
          <w:noProof/>
          <w:lang w:val="sr-Cyrl-CS"/>
        </w:rPr>
        <w:t xml:space="preserve">размене информација </w:t>
      </w:r>
      <w:r w:rsidR="00153A9B" w:rsidRPr="00CE7CAC">
        <w:rPr>
          <w:rFonts w:ascii="Times New Roman" w:hAnsi="Times New Roman" w:cs="Times New Roman"/>
          <w:noProof/>
          <w:lang w:val="sr-Cyrl-CS"/>
        </w:rPr>
        <w:t>у области раног откривања превара</w:t>
      </w:r>
      <w:r w:rsidR="00972955">
        <w:rPr>
          <w:rFonts w:ascii="Times New Roman" w:hAnsi="Times New Roman" w:cs="Times New Roman"/>
          <w:noProof/>
          <w:lang w:val="sr-Cyrl-CS"/>
        </w:rPr>
        <w:t>,</w:t>
      </w:r>
    </w:p>
    <w:p w14:paraId="6E95AAE5" w14:textId="0AE0BC2E" w:rsidR="00104A38" w:rsidRPr="00CE7CAC" w:rsidRDefault="00EA0319" w:rsidP="00F97D62">
      <w:pPr>
        <w:pStyle w:val="ListParagraph"/>
        <w:numPr>
          <w:ilvl w:val="1"/>
          <w:numId w:val="2"/>
        </w:numPr>
        <w:spacing w:after="0" w:line="240" w:lineRule="auto"/>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3</w:t>
      </w:r>
      <w:r w:rsidR="00A15321"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Јачање кадровског потенцијала</w:t>
      </w:r>
      <w:r w:rsidR="000F0772" w:rsidRPr="00CE7CAC">
        <w:rPr>
          <w:rFonts w:ascii="Times New Roman" w:hAnsi="Times New Roman" w:cs="Times New Roman"/>
          <w:noProof/>
          <w:lang w:val="sr-Cyrl-CS"/>
        </w:rPr>
        <w:t xml:space="preserve"> ради</w:t>
      </w:r>
      <w:r w:rsidR="00104A38" w:rsidRPr="00CE7CAC">
        <w:rPr>
          <w:rFonts w:ascii="Times New Roman" w:hAnsi="Times New Roman" w:cs="Times New Roman"/>
          <w:noProof/>
          <w:lang w:val="sr-Cyrl-CS"/>
        </w:rPr>
        <w:t xml:space="preserve"> унапређења процеса раног откривања превара</w:t>
      </w:r>
      <w:r w:rsidR="001260A6" w:rsidRPr="00CE7CAC">
        <w:rPr>
          <w:rFonts w:ascii="Times New Roman" w:hAnsi="Times New Roman" w:cs="Times New Roman"/>
          <w:noProof/>
          <w:lang w:val="sr-Cyrl-CS"/>
        </w:rPr>
        <w:t>;</w:t>
      </w:r>
    </w:p>
    <w:p w14:paraId="7ECA1411" w14:textId="77777777" w:rsidR="005F2BA7" w:rsidRPr="00CE7CAC" w:rsidRDefault="00EA0319" w:rsidP="001204DA">
      <w:pPr>
        <w:spacing w:after="0" w:line="240" w:lineRule="auto"/>
        <w:ind w:left="1789"/>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p>
    <w:p w14:paraId="2970BA33" w14:textId="77777777" w:rsidR="005F2BA7" w:rsidRPr="00CE7CAC" w:rsidRDefault="005F2BA7" w:rsidP="005F2BA7">
      <w:pPr>
        <w:spacing w:after="0" w:line="240" w:lineRule="auto"/>
        <w:ind w:left="1789"/>
        <w:contextualSpacing/>
        <w:jc w:val="both"/>
        <w:rPr>
          <w:rFonts w:ascii="Times New Roman" w:hAnsi="Times New Roman" w:cs="Times New Roman"/>
          <w:noProof/>
          <w:lang w:val="sr-Cyrl-CS"/>
        </w:rPr>
      </w:pPr>
    </w:p>
    <w:p w14:paraId="64A41143" w14:textId="2E993689" w:rsidR="005F2BA7" w:rsidRPr="00CE7CAC" w:rsidRDefault="005F2BA7"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спровођења истражних радњи</w:t>
      </w:r>
      <w:r w:rsidR="001260A6" w:rsidRPr="00CE7CAC">
        <w:rPr>
          <w:rFonts w:ascii="Times New Roman" w:hAnsi="Times New Roman" w:cs="Times New Roman"/>
          <w:noProof/>
          <w:lang w:val="sr-Cyrl-CS"/>
        </w:rPr>
        <w:t>:</w:t>
      </w:r>
    </w:p>
    <w:p w14:paraId="05373646" w14:textId="065BB3A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3.1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Ј</w:t>
      </w:r>
      <w:r w:rsidR="00981282" w:rsidRPr="00CE7CAC">
        <w:rPr>
          <w:rFonts w:ascii="Times New Roman" w:hAnsi="Times New Roman" w:cs="Times New Roman"/>
          <w:noProof/>
          <w:lang w:val="sr-Cyrl-CS"/>
        </w:rPr>
        <w:t xml:space="preserve">ачање </w:t>
      </w:r>
      <w:r w:rsidR="0097331F" w:rsidRPr="00CE7CAC">
        <w:rPr>
          <w:rFonts w:ascii="Times New Roman" w:hAnsi="Times New Roman" w:cs="Times New Roman"/>
          <w:noProof/>
          <w:lang w:val="sr-Cyrl-CS"/>
        </w:rPr>
        <w:t xml:space="preserve">сарадње и размене информација </w:t>
      </w:r>
      <w:r w:rsidR="00981282" w:rsidRPr="00CE7CAC">
        <w:rPr>
          <w:rFonts w:ascii="Times New Roman" w:hAnsi="Times New Roman" w:cs="Times New Roman"/>
          <w:noProof/>
          <w:lang w:val="sr-Cyrl-CS"/>
        </w:rPr>
        <w:t>у циљу унапређења</w:t>
      </w:r>
      <w:r w:rsidR="000F0772" w:rsidRPr="00CE7CAC">
        <w:rPr>
          <w:rFonts w:ascii="Times New Roman" w:hAnsi="Times New Roman" w:cs="Times New Roman"/>
          <w:noProof/>
          <w:lang w:val="sr-Cyrl-CS"/>
        </w:rPr>
        <w:t xml:space="preserve"> спровођења истражних радњи</w:t>
      </w:r>
      <w:r w:rsidR="00972955">
        <w:rPr>
          <w:rFonts w:ascii="Times New Roman" w:hAnsi="Times New Roman" w:cs="Times New Roman"/>
          <w:noProof/>
          <w:lang w:val="sr-Cyrl-CS"/>
        </w:rPr>
        <w:t>,</w:t>
      </w:r>
    </w:p>
    <w:p w14:paraId="3229C35E" w14:textId="187D21C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lastRenderedPageBreak/>
        <w:t xml:space="preserve">мера 3.2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97331F" w:rsidRPr="00CE7CAC">
        <w:rPr>
          <w:rFonts w:ascii="Times New Roman" w:hAnsi="Times New Roman" w:cs="Times New Roman"/>
          <w:noProof/>
          <w:lang w:val="sr-Cyrl-CS"/>
        </w:rPr>
        <w:t>Јачање кадровског потенцијала</w:t>
      </w:r>
      <w:r w:rsidR="000F0772" w:rsidRPr="00CE7CAC">
        <w:rPr>
          <w:rFonts w:ascii="Times New Roman" w:hAnsi="Times New Roman" w:cs="Times New Roman"/>
          <w:noProof/>
          <w:lang w:val="sr-Cyrl-CS"/>
        </w:rPr>
        <w:t xml:space="preserve"> </w:t>
      </w:r>
      <w:r w:rsidR="00981282" w:rsidRPr="00CE7CAC">
        <w:rPr>
          <w:rFonts w:ascii="Times New Roman" w:hAnsi="Times New Roman" w:cs="Times New Roman"/>
          <w:noProof/>
          <w:lang w:val="sr-Cyrl-CS"/>
        </w:rPr>
        <w:t xml:space="preserve">ради унапређења </w:t>
      </w:r>
      <w:r w:rsidR="000F0772" w:rsidRPr="00CE7CAC">
        <w:rPr>
          <w:rFonts w:ascii="Times New Roman" w:hAnsi="Times New Roman" w:cs="Times New Roman"/>
          <w:noProof/>
          <w:lang w:val="sr-Cyrl-CS"/>
        </w:rPr>
        <w:t>спровођења истражних радњи</w:t>
      </w:r>
      <w:r w:rsidR="00972955">
        <w:rPr>
          <w:rFonts w:ascii="Times New Roman" w:hAnsi="Times New Roman" w:cs="Times New Roman"/>
          <w:noProof/>
          <w:lang w:val="sr-Cyrl-CS"/>
        </w:rPr>
        <w:t>,</w:t>
      </w:r>
    </w:p>
    <w:p w14:paraId="0738BFE0" w14:textId="63075BCF"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3.3</w:t>
      </w:r>
      <w:r w:rsidR="006D6F30"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6D6F30" w:rsidRPr="00CE7CAC">
        <w:rPr>
          <w:rFonts w:ascii="Times New Roman" w:hAnsi="Times New Roman" w:cs="Times New Roman"/>
          <w:noProof/>
          <w:lang w:val="sr-Cyrl-CS"/>
        </w:rPr>
        <w:t xml:space="preserve"> </w:t>
      </w:r>
      <w:r w:rsidR="00EC432F" w:rsidRPr="00CE7CAC">
        <w:rPr>
          <w:rFonts w:ascii="Times New Roman" w:hAnsi="Times New Roman" w:cs="Times New Roman"/>
          <w:noProof/>
          <w:lang w:val="sr-Cyrl-CS"/>
        </w:rPr>
        <w:t>Измена и/или усклађивање правног оквира</w:t>
      </w:r>
      <w:r w:rsidR="000F0772" w:rsidRPr="00CE7CAC">
        <w:rPr>
          <w:rFonts w:ascii="Times New Roman" w:hAnsi="Times New Roman" w:cs="Times New Roman"/>
          <w:noProof/>
          <w:lang w:val="sr-Cyrl-CS"/>
        </w:rPr>
        <w:t xml:space="preserve"> у циљу спровођења истражних радњи</w:t>
      </w:r>
      <w:r w:rsidR="00972955">
        <w:rPr>
          <w:rFonts w:ascii="Times New Roman" w:hAnsi="Times New Roman" w:cs="Times New Roman"/>
          <w:noProof/>
          <w:lang w:val="sr-Cyrl-CS"/>
        </w:rPr>
        <w:t>,</w:t>
      </w:r>
    </w:p>
    <w:p w14:paraId="272595DF" w14:textId="67067821" w:rsidR="005B2FE0"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3.4 </w:t>
      </w:r>
      <w:r w:rsidR="008E6594" w:rsidRPr="00CE7CAC">
        <w:rPr>
          <w:rFonts w:ascii="Times New Roman" w:hAnsi="Times New Roman" w:cs="Times New Roman"/>
          <w:noProof/>
          <w:lang w:val="sr-Cyrl-CS"/>
        </w:rPr>
        <w:t>–</w:t>
      </w:r>
      <w:r w:rsidR="001B5269" w:rsidRPr="00CE7CAC">
        <w:rPr>
          <w:rFonts w:ascii="Times New Roman" w:hAnsi="Times New Roman" w:cs="Times New Roman"/>
          <w:noProof/>
          <w:lang w:val="sr-Cyrl-CS"/>
        </w:rPr>
        <w:t xml:space="preserve"> </w:t>
      </w:r>
      <w:r w:rsidR="00393B22" w:rsidRPr="00CE7CAC">
        <w:rPr>
          <w:rFonts w:ascii="Times New Roman" w:hAnsi="Times New Roman" w:cs="Times New Roman"/>
          <w:noProof/>
          <w:lang w:val="sr-Cyrl-CS"/>
        </w:rPr>
        <w:t>Реализација</w:t>
      </w:r>
      <w:r w:rsidR="0065760F" w:rsidRPr="00CE7CAC">
        <w:rPr>
          <w:rFonts w:ascii="Times New Roman" w:hAnsi="Times New Roman" w:cs="Times New Roman"/>
          <w:noProof/>
          <w:lang w:val="sr-Cyrl-CS"/>
        </w:rPr>
        <w:t xml:space="preserve"> о</w:t>
      </w:r>
      <w:r w:rsidR="001B5269" w:rsidRPr="00CE7CAC">
        <w:rPr>
          <w:rFonts w:ascii="Times New Roman" w:hAnsi="Times New Roman" w:cs="Times New Roman"/>
          <w:noProof/>
          <w:lang w:val="sr-Cyrl-CS"/>
        </w:rPr>
        <w:t>рганизацион</w:t>
      </w:r>
      <w:r w:rsidR="0065760F" w:rsidRPr="00CE7CAC">
        <w:rPr>
          <w:rFonts w:ascii="Times New Roman" w:hAnsi="Times New Roman" w:cs="Times New Roman"/>
          <w:noProof/>
          <w:lang w:val="sr-Cyrl-CS"/>
        </w:rPr>
        <w:t>их</w:t>
      </w:r>
      <w:r w:rsidR="001B5269" w:rsidRPr="00CE7CAC">
        <w:rPr>
          <w:rFonts w:ascii="Times New Roman" w:hAnsi="Times New Roman" w:cs="Times New Roman"/>
          <w:noProof/>
          <w:lang w:val="sr-Cyrl-CS"/>
        </w:rPr>
        <w:t xml:space="preserve"> промен</w:t>
      </w:r>
      <w:r w:rsidR="0065760F" w:rsidRPr="00CE7CAC">
        <w:rPr>
          <w:rFonts w:ascii="Times New Roman" w:hAnsi="Times New Roman" w:cs="Times New Roman"/>
          <w:noProof/>
          <w:lang w:val="sr-Cyrl-CS"/>
        </w:rPr>
        <w:t>а ради унапређ</w:t>
      </w:r>
      <w:r w:rsidR="000F0772" w:rsidRPr="00CE7CAC">
        <w:rPr>
          <w:rFonts w:ascii="Times New Roman" w:hAnsi="Times New Roman" w:cs="Times New Roman"/>
          <w:noProof/>
          <w:lang w:val="sr-Cyrl-CS"/>
        </w:rPr>
        <w:t>ења</w:t>
      </w:r>
      <w:r w:rsidR="00F87094" w:rsidRPr="00CE7CAC">
        <w:rPr>
          <w:rFonts w:ascii="Times New Roman" w:hAnsi="Times New Roman" w:cs="Times New Roman"/>
          <w:noProof/>
          <w:lang w:val="sr-Cyrl-CS"/>
        </w:rPr>
        <w:t xml:space="preserve"> спровођења</w:t>
      </w:r>
      <w:r w:rsidR="000F0772" w:rsidRPr="00CE7CAC">
        <w:rPr>
          <w:rFonts w:ascii="Times New Roman" w:hAnsi="Times New Roman" w:cs="Times New Roman"/>
          <w:noProof/>
          <w:lang w:val="sr-Cyrl-CS"/>
        </w:rPr>
        <w:t xml:space="preserve"> истражних радњи</w:t>
      </w:r>
      <w:r w:rsidR="00972955">
        <w:rPr>
          <w:rFonts w:ascii="Times New Roman" w:hAnsi="Times New Roman" w:cs="Times New Roman"/>
          <w:noProof/>
          <w:lang w:val="sr-Cyrl-CS"/>
        </w:rPr>
        <w:t>,</w:t>
      </w:r>
    </w:p>
    <w:p w14:paraId="67F346E7" w14:textId="555E03C5" w:rsidR="00EA0319" w:rsidRPr="00CE7CAC" w:rsidRDefault="00EA0319"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w:t>
      </w:r>
      <w:r w:rsidR="0097331F" w:rsidRPr="00CE7CAC">
        <w:rPr>
          <w:rFonts w:ascii="Times New Roman" w:hAnsi="Times New Roman" w:cs="Times New Roman"/>
          <w:noProof/>
          <w:lang w:val="sr-Cyrl-CS"/>
        </w:rPr>
        <w:t>3</w:t>
      </w:r>
      <w:r w:rsidRPr="00CE7CAC">
        <w:rPr>
          <w:rFonts w:ascii="Times New Roman" w:hAnsi="Times New Roman" w:cs="Times New Roman"/>
          <w:noProof/>
          <w:lang w:val="sr-Cyrl-CS"/>
        </w:rPr>
        <w:t>.</w:t>
      </w:r>
      <w:r w:rsidR="0097331F" w:rsidRPr="00CE7CAC">
        <w:rPr>
          <w:rFonts w:ascii="Times New Roman" w:hAnsi="Times New Roman" w:cs="Times New Roman"/>
          <w:noProof/>
          <w:lang w:val="sr-Cyrl-CS"/>
        </w:rPr>
        <w:t>5</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Побољшање материјално техничких капацитета</w:t>
      </w:r>
      <w:r w:rsidR="00FD514E" w:rsidRPr="00CE7CAC">
        <w:rPr>
          <w:rFonts w:ascii="Times New Roman" w:hAnsi="Times New Roman" w:cs="Times New Roman"/>
          <w:noProof/>
          <w:lang w:val="sr-Cyrl-CS"/>
        </w:rPr>
        <w:t xml:space="preserve"> институција надлежних за спровођење истражних радњи</w:t>
      </w:r>
      <w:r w:rsidR="001260A6" w:rsidRPr="00CE7CAC">
        <w:rPr>
          <w:rFonts w:ascii="Times New Roman" w:hAnsi="Times New Roman" w:cs="Times New Roman"/>
          <w:noProof/>
          <w:lang w:val="sr-Cyrl-CS"/>
        </w:rPr>
        <w:t>;</w:t>
      </w:r>
    </w:p>
    <w:p w14:paraId="7AF40347" w14:textId="77777777" w:rsidR="00EA0319" w:rsidRPr="00CE7CAC" w:rsidRDefault="00EA0319" w:rsidP="00EA0319">
      <w:pPr>
        <w:spacing w:after="0" w:line="240" w:lineRule="auto"/>
        <w:ind w:left="1789"/>
        <w:contextualSpacing/>
        <w:jc w:val="both"/>
        <w:rPr>
          <w:rFonts w:ascii="Times New Roman" w:hAnsi="Times New Roman" w:cs="Times New Roman"/>
          <w:noProof/>
          <w:lang w:val="sr-Cyrl-CS"/>
        </w:rPr>
      </w:pPr>
    </w:p>
    <w:p w14:paraId="7E2EA231" w14:textId="68C1B995" w:rsidR="005F2BA7" w:rsidRPr="00CE7CAC" w:rsidRDefault="001D61E5"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механиз</w:t>
      </w:r>
      <w:r w:rsidR="005F2BA7" w:rsidRPr="00CE7CAC">
        <w:rPr>
          <w:rFonts w:ascii="Times New Roman" w:hAnsi="Times New Roman" w:cs="Times New Roman"/>
          <w:noProof/>
          <w:lang w:val="sr-Cyrl-CS"/>
        </w:rPr>
        <w:t>ма за повраћај средстава</w:t>
      </w:r>
      <w:r w:rsidR="001260A6" w:rsidRPr="00CE7CAC">
        <w:rPr>
          <w:rFonts w:ascii="Times New Roman" w:hAnsi="Times New Roman" w:cs="Times New Roman"/>
          <w:noProof/>
          <w:lang w:val="sr-Cyrl-CS"/>
        </w:rPr>
        <w:t>:</w:t>
      </w:r>
    </w:p>
    <w:p w14:paraId="5E11251D" w14:textId="3429F72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4.1</w:t>
      </w:r>
      <w:r w:rsidR="008E6594" w:rsidRPr="00CE7CAC">
        <w:rPr>
          <w:rFonts w:ascii="Times New Roman" w:hAnsi="Times New Roman" w:cs="Times New Roman"/>
          <w:noProof/>
          <w:lang w:val="sr-Cyrl-CS"/>
        </w:rPr>
        <w:t xml:space="preserve"> –</w:t>
      </w:r>
      <w:r w:rsidRPr="00CE7CAC">
        <w:rPr>
          <w:rFonts w:ascii="Times New Roman" w:hAnsi="Times New Roman" w:cs="Times New Roman"/>
          <w:noProof/>
          <w:lang w:val="sr-Cyrl-CS"/>
        </w:rPr>
        <w:t xml:space="preserve"> Измена </w:t>
      </w:r>
      <w:r w:rsidR="007D1EC8" w:rsidRPr="00CE7CAC">
        <w:rPr>
          <w:rFonts w:ascii="Times New Roman" w:hAnsi="Times New Roman" w:cs="Times New Roman"/>
          <w:noProof/>
          <w:lang w:val="sr-Cyrl-CS"/>
        </w:rPr>
        <w:t xml:space="preserve">и/или усклађивање </w:t>
      </w:r>
      <w:r w:rsidRPr="00CE7CAC">
        <w:rPr>
          <w:rFonts w:ascii="Times New Roman" w:hAnsi="Times New Roman" w:cs="Times New Roman"/>
          <w:noProof/>
          <w:lang w:val="sr-Cyrl-CS"/>
        </w:rPr>
        <w:t>правног оквира</w:t>
      </w:r>
      <w:r w:rsidR="00FD514E" w:rsidRPr="00CE7CAC">
        <w:rPr>
          <w:rFonts w:ascii="Times New Roman" w:hAnsi="Times New Roman" w:cs="Times New Roman"/>
          <w:noProof/>
          <w:lang w:val="sr-Cyrl-CS"/>
        </w:rPr>
        <w:t xml:space="preserve"> са циљем унапређења механизма за повраћај средстава</w:t>
      </w:r>
      <w:r w:rsidR="00972955">
        <w:rPr>
          <w:rFonts w:ascii="Times New Roman" w:hAnsi="Times New Roman" w:cs="Times New Roman"/>
          <w:noProof/>
          <w:lang w:val="sr-Cyrl-CS"/>
        </w:rPr>
        <w:t>,</w:t>
      </w:r>
    </w:p>
    <w:p w14:paraId="52C9B85A" w14:textId="3002F355"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4.</w:t>
      </w:r>
      <w:r w:rsidR="007D1EC8" w:rsidRPr="00CE7CAC">
        <w:rPr>
          <w:rFonts w:ascii="Times New Roman" w:hAnsi="Times New Roman" w:cs="Times New Roman"/>
          <w:noProof/>
          <w:lang w:val="sr-Cyrl-CS"/>
        </w:rPr>
        <w:t>2</w:t>
      </w:r>
      <w:r w:rsidR="006D6F30"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7C1669" w:rsidRPr="00CE7CAC">
        <w:rPr>
          <w:rFonts w:ascii="Times New Roman" w:hAnsi="Times New Roman" w:cs="Times New Roman"/>
          <w:noProof/>
          <w:lang w:val="sr-Cyrl-CS"/>
        </w:rPr>
        <w:t xml:space="preserve"> </w:t>
      </w:r>
      <w:r w:rsidR="006D6F30" w:rsidRPr="00CE7CAC">
        <w:rPr>
          <w:rFonts w:ascii="Times New Roman" w:hAnsi="Times New Roman" w:cs="Times New Roman"/>
          <w:noProof/>
          <w:lang w:val="sr-Cyrl-CS"/>
        </w:rPr>
        <w:t>Развијање сарадње и размене информација</w:t>
      </w:r>
      <w:r w:rsidR="00FD514E" w:rsidRPr="00CE7CAC">
        <w:rPr>
          <w:rFonts w:ascii="Times New Roman" w:hAnsi="Times New Roman" w:cs="Times New Roman"/>
          <w:noProof/>
          <w:lang w:val="sr-Cyrl-CS"/>
        </w:rPr>
        <w:t xml:space="preserve"> ради побољшања механизма за повраћај средстава</w:t>
      </w:r>
      <w:r w:rsidR="001260A6" w:rsidRPr="00CE7CAC">
        <w:rPr>
          <w:rFonts w:ascii="Times New Roman" w:hAnsi="Times New Roman" w:cs="Times New Roman"/>
          <w:noProof/>
          <w:lang w:val="sr-Cyrl-CS"/>
        </w:rPr>
        <w:t>;</w:t>
      </w:r>
    </w:p>
    <w:p w14:paraId="7C3DDE50" w14:textId="77777777" w:rsidR="001260A6" w:rsidRPr="00CE7CAC" w:rsidRDefault="001260A6" w:rsidP="001260A6">
      <w:pPr>
        <w:spacing w:after="0" w:line="240" w:lineRule="auto"/>
        <w:ind w:left="1789"/>
        <w:contextualSpacing/>
        <w:jc w:val="both"/>
        <w:rPr>
          <w:rFonts w:ascii="Times New Roman" w:hAnsi="Times New Roman" w:cs="Times New Roman"/>
          <w:noProof/>
          <w:lang w:val="sr-Cyrl-CS"/>
        </w:rPr>
      </w:pPr>
    </w:p>
    <w:p w14:paraId="1FB24757" w14:textId="5170D7F2" w:rsidR="002A625C" w:rsidRPr="00CE7CAC" w:rsidRDefault="00F87094"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п</w:t>
      </w:r>
      <w:r w:rsidR="002A625C" w:rsidRPr="00CE7CAC">
        <w:rPr>
          <w:rFonts w:ascii="Times New Roman" w:hAnsi="Times New Roman" w:cs="Times New Roman"/>
          <w:noProof/>
          <w:lang w:val="sr-Cyrl-CS"/>
        </w:rPr>
        <w:t>одизање нивоа свести јавности о потреби и важности контроле коришћења ЕУ средстава и сузбијања неправилности и превара</w:t>
      </w:r>
    </w:p>
    <w:p w14:paraId="79DD6715" w14:textId="09915F91" w:rsidR="00F16829" w:rsidRPr="00CE7CAC" w:rsidRDefault="00D357B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5</w:t>
      </w:r>
      <w:r w:rsidR="00F16829" w:rsidRPr="00CE7CAC">
        <w:rPr>
          <w:rFonts w:ascii="Times New Roman" w:hAnsi="Times New Roman" w:cs="Times New Roman"/>
          <w:noProof/>
          <w:lang w:val="sr-Cyrl-CS"/>
        </w:rPr>
        <w:t xml:space="preserve">.1 </w:t>
      </w:r>
      <w:r w:rsidR="00D80A56" w:rsidRPr="00CE7CAC">
        <w:rPr>
          <w:rFonts w:ascii="Times New Roman" w:hAnsi="Times New Roman" w:cs="Times New Roman"/>
          <w:noProof/>
          <w:lang w:val="sr-Cyrl-CS"/>
        </w:rPr>
        <w:t>–</w:t>
      </w:r>
      <w:r w:rsidR="00F16829" w:rsidRPr="00CE7CAC">
        <w:rPr>
          <w:rFonts w:ascii="Times New Roman" w:hAnsi="Times New Roman" w:cs="Times New Roman"/>
          <w:noProof/>
          <w:lang w:val="sr-Cyrl-CS"/>
        </w:rPr>
        <w:t xml:space="preserve"> </w:t>
      </w:r>
      <w:r w:rsidR="00F87094" w:rsidRPr="00CE7CAC">
        <w:rPr>
          <w:rFonts w:ascii="Times New Roman" w:eastAsia="Calibri" w:hAnsi="Times New Roman" w:cs="Times New Roman"/>
          <w:noProof/>
          <w:lang w:val="sr-Cyrl-CS"/>
        </w:rPr>
        <w:t>Јачање сарадње и размене информација у циљу подизања нивоа свести јавности о потреби и важности контроле коришћења ЕУ средстава и сузбијања неправилности и превара</w:t>
      </w:r>
      <w:r w:rsidR="001260A6" w:rsidRPr="00CE7CAC">
        <w:rPr>
          <w:rFonts w:ascii="Times New Roman" w:eastAsia="Calibri" w:hAnsi="Times New Roman" w:cs="Times New Roman"/>
          <w:noProof/>
          <w:lang w:val="sr-Cyrl-CS"/>
        </w:rPr>
        <w:t>.</w:t>
      </w:r>
    </w:p>
    <w:p w14:paraId="156784A3" w14:textId="77777777" w:rsidR="00A60B65" w:rsidRPr="00CE7CAC" w:rsidRDefault="00A60B65" w:rsidP="00632054">
      <w:pPr>
        <w:spacing w:after="0" w:line="240" w:lineRule="auto"/>
        <w:contextualSpacing/>
        <w:jc w:val="both"/>
        <w:rPr>
          <w:rFonts w:ascii="Times New Roman" w:hAnsi="Times New Roman" w:cs="Times New Roman"/>
          <w:noProof/>
          <w:lang w:val="sr-Cyrl-CS"/>
        </w:rPr>
      </w:pPr>
    </w:p>
    <w:p w14:paraId="3F582540" w14:textId="56913246" w:rsidR="00F60E28" w:rsidRPr="00CE7CAC" w:rsidRDefault="00911C67" w:rsidP="006034B0">
      <w:pPr>
        <w:pStyle w:val="PASUS"/>
        <w:rPr>
          <w:b/>
          <w:lang w:val="sr-Cyrl-CS"/>
        </w:rPr>
      </w:pPr>
      <w:bookmarkStart w:id="4" w:name="_Toc34136650"/>
      <w:r w:rsidRPr="00CE7CAC">
        <w:rPr>
          <w:lang w:val="sr-Cyrl-CS"/>
        </w:rPr>
        <w:t xml:space="preserve"> </w:t>
      </w:r>
      <w:r w:rsidR="009E514C" w:rsidRPr="00CE7CAC">
        <w:rPr>
          <w:b/>
          <w:lang w:val="sr-Cyrl-CS"/>
        </w:rPr>
        <w:t>VI</w:t>
      </w:r>
      <w:r w:rsidR="00405471" w:rsidRPr="00CE7CAC">
        <w:rPr>
          <w:b/>
          <w:lang w:val="sr-Cyrl-CS"/>
        </w:rPr>
        <w:t>I</w:t>
      </w:r>
      <w:r w:rsidR="009C7DFB" w:rsidRPr="00CE7CAC">
        <w:rPr>
          <w:b/>
          <w:lang w:val="sr-Cyrl-CS"/>
        </w:rPr>
        <w:t>.</w:t>
      </w:r>
      <w:r w:rsidR="00405471" w:rsidRPr="00CE7CAC">
        <w:rPr>
          <w:b/>
          <w:lang w:val="sr-Cyrl-CS"/>
        </w:rPr>
        <w:t xml:space="preserve"> </w:t>
      </w:r>
      <w:r w:rsidR="009E514C" w:rsidRPr="00CE7CAC">
        <w:rPr>
          <w:b/>
          <w:lang w:val="sr-Cyrl-CS"/>
        </w:rPr>
        <w:t xml:space="preserve"> </w:t>
      </w:r>
      <w:r w:rsidR="00CB1DC8" w:rsidRPr="00CE7CAC">
        <w:rPr>
          <w:b/>
          <w:lang w:val="sr-Cyrl-CS"/>
        </w:rPr>
        <w:t>Институције укључене у процес с</w:t>
      </w:r>
      <w:r w:rsidR="00607322" w:rsidRPr="00CE7CAC">
        <w:rPr>
          <w:b/>
          <w:lang w:val="sr-Cyrl-CS"/>
        </w:rPr>
        <w:t>провође</w:t>
      </w:r>
      <w:r w:rsidR="00F60E28" w:rsidRPr="00CE7CAC">
        <w:rPr>
          <w:b/>
          <w:lang w:val="sr-Cyrl-CS"/>
        </w:rPr>
        <w:t>њ</w:t>
      </w:r>
      <w:r w:rsidR="00CB1DC8" w:rsidRPr="00CE7CAC">
        <w:rPr>
          <w:b/>
          <w:lang w:val="sr-Cyrl-CS"/>
        </w:rPr>
        <w:t>а</w:t>
      </w:r>
      <w:r w:rsidR="00393B22" w:rsidRPr="00CE7CAC">
        <w:rPr>
          <w:b/>
          <w:lang w:val="sr-Cyrl-CS"/>
        </w:rPr>
        <w:t xml:space="preserve"> </w:t>
      </w:r>
      <w:r w:rsidR="00CB1DC8" w:rsidRPr="00CE7CAC">
        <w:rPr>
          <w:b/>
          <w:lang w:val="sr-Cyrl-CS"/>
        </w:rPr>
        <w:t xml:space="preserve">активности </w:t>
      </w:r>
      <w:r w:rsidR="00393B22" w:rsidRPr="00CE7CAC">
        <w:rPr>
          <w:b/>
          <w:lang w:val="sr-Cyrl-CS"/>
        </w:rPr>
        <w:t>и извештавање</w:t>
      </w:r>
      <w:r w:rsidR="00F60E28" w:rsidRPr="00CE7CAC">
        <w:rPr>
          <w:b/>
          <w:lang w:val="sr-Cyrl-CS"/>
        </w:rPr>
        <w:t xml:space="preserve"> </w:t>
      </w:r>
      <w:r w:rsidR="00F87094" w:rsidRPr="00CE7CAC">
        <w:rPr>
          <w:b/>
          <w:lang w:val="sr-Cyrl-CS"/>
        </w:rPr>
        <w:t>о оствареним резултатима</w:t>
      </w:r>
    </w:p>
    <w:p w14:paraId="3399DF65" w14:textId="70939ABD" w:rsidR="00A10F24" w:rsidRPr="00CE7CAC" w:rsidRDefault="00A10F24" w:rsidP="001204DA">
      <w:pPr>
        <w:pStyle w:val="PASUS"/>
        <w:spacing w:before="0" w:after="0"/>
        <w:rPr>
          <w:lang w:val="sr-Cyrl-CS"/>
        </w:rPr>
      </w:pPr>
      <w:r w:rsidRPr="00CE7CAC">
        <w:rPr>
          <w:lang w:val="sr-Cyrl-CS"/>
        </w:rPr>
        <w:t>Остваривање циљева Страте</w:t>
      </w:r>
      <w:r w:rsidR="00F87094" w:rsidRPr="00CE7CAC">
        <w:rPr>
          <w:lang w:val="sr-Cyrl-CS"/>
        </w:rPr>
        <w:t>шког плана</w:t>
      </w:r>
      <w:r w:rsidRPr="00CE7CAC">
        <w:rPr>
          <w:lang w:val="sr-Cyrl-CS"/>
        </w:rPr>
        <w:t xml:space="preserve"> и отклањање уочених ризика конкретизовано је кроз поједине корак</w:t>
      </w:r>
      <w:r w:rsidR="00F87094" w:rsidRPr="00CE7CAC">
        <w:rPr>
          <w:lang w:val="sr-Cyrl-CS"/>
        </w:rPr>
        <w:t xml:space="preserve">е, односно активности утврђене </w:t>
      </w:r>
      <w:r w:rsidR="001260A6" w:rsidRPr="00CE7CAC">
        <w:rPr>
          <w:lang w:val="sr-Cyrl-CS"/>
        </w:rPr>
        <w:t>А</w:t>
      </w:r>
      <w:r w:rsidRPr="00CE7CAC">
        <w:rPr>
          <w:lang w:val="sr-Cyrl-CS"/>
        </w:rPr>
        <w:t>кционим планом који чини саставни део Страте</w:t>
      </w:r>
      <w:r w:rsidR="00F87094" w:rsidRPr="00CE7CAC">
        <w:rPr>
          <w:lang w:val="sr-Cyrl-CS"/>
        </w:rPr>
        <w:t>шког плана</w:t>
      </w:r>
      <w:r w:rsidRPr="00CE7CAC">
        <w:rPr>
          <w:lang w:val="sr-Cyrl-CS"/>
        </w:rPr>
        <w:t xml:space="preserve">. </w:t>
      </w:r>
    </w:p>
    <w:p w14:paraId="311BE2AF" w14:textId="77777777" w:rsidR="0025405B" w:rsidRPr="00CE7CAC" w:rsidRDefault="0025405B" w:rsidP="001204DA">
      <w:pPr>
        <w:pStyle w:val="PASUS"/>
        <w:spacing w:before="0" w:after="0"/>
        <w:rPr>
          <w:lang w:val="sr-Cyrl-CS"/>
        </w:rPr>
      </w:pPr>
    </w:p>
    <w:p w14:paraId="15D427DF" w14:textId="470778EC" w:rsidR="009C35E7" w:rsidRPr="00CE7CAC" w:rsidRDefault="000D2D42" w:rsidP="001204DA">
      <w:pPr>
        <w:pStyle w:val="PASUS"/>
        <w:spacing w:before="0" w:after="0"/>
        <w:rPr>
          <w:lang w:val="sr-Cyrl-CS"/>
        </w:rPr>
      </w:pPr>
      <w:r w:rsidRPr="00CE7CAC">
        <w:rPr>
          <w:lang w:val="sr-Cyrl-CS"/>
        </w:rPr>
        <w:t xml:space="preserve"> Степен</w:t>
      </w:r>
      <w:r w:rsidR="004C1121" w:rsidRPr="00CE7CAC">
        <w:rPr>
          <w:lang w:val="sr-Cyrl-CS"/>
        </w:rPr>
        <w:t xml:space="preserve"> остваре</w:t>
      </w:r>
      <w:r w:rsidRPr="00CE7CAC">
        <w:rPr>
          <w:lang w:val="sr-Cyrl-CS"/>
        </w:rPr>
        <w:t>них</w:t>
      </w:r>
      <w:r w:rsidR="00F87094" w:rsidRPr="00CE7CAC">
        <w:rPr>
          <w:lang w:val="sr-Cyrl-CS"/>
        </w:rPr>
        <w:t xml:space="preserve"> </w:t>
      </w:r>
      <w:r w:rsidR="004C1121" w:rsidRPr="00CE7CAC">
        <w:rPr>
          <w:lang w:val="sr-Cyrl-CS"/>
        </w:rPr>
        <w:t xml:space="preserve">циљева </w:t>
      </w:r>
      <w:r w:rsidR="00622D66" w:rsidRPr="00CE7CAC">
        <w:rPr>
          <w:lang w:val="sr-Cyrl-CS"/>
        </w:rPr>
        <w:t>трасира</w:t>
      </w:r>
      <w:r w:rsidRPr="00CE7CAC">
        <w:rPr>
          <w:lang w:val="sr-Cyrl-CS"/>
        </w:rPr>
        <w:t xml:space="preserve"> пут спровођењ</w:t>
      </w:r>
      <w:r w:rsidR="00622D66" w:rsidRPr="00CE7CAC">
        <w:rPr>
          <w:lang w:val="sr-Cyrl-CS"/>
        </w:rPr>
        <w:t>у</w:t>
      </w:r>
      <w:r w:rsidRPr="00CE7CAC">
        <w:rPr>
          <w:lang w:val="sr-Cyrl-CS"/>
        </w:rPr>
        <w:t xml:space="preserve"> </w:t>
      </w:r>
      <w:r w:rsidR="008279DF" w:rsidRPr="00CE7CAC">
        <w:rPr>
          <w:lang w:val="sr-Cyrl-CS"/>
        </w:rPr>
        <w:t>будућих</w:t>
      </w:r>
      <w:r w:rsidRPr="00CE7CAC">
        <w:rPr>
          <w:lang w:val="sr-Cyrl-CS"/>
        </w:rPr>
        <w:t xml:space="preserve"> активности како би </w:t>
      </w:r>
      <w:r w:rsidR="008279DF" w:rsidRPr="00CE7CAC">
        <w:rPr>
          <w:lang w:val="sr-Cyrl-CS"/>
        </w:rPr>
        <w:t xml:space="preserve">се њиховом реализацијом постигли </w:t>
      </w:r>
      <w:r w:rsidR="00F716CA" w:rsidRPr="00CE7CAC">
        <w:rPr>
          <w:lang w:val="sr-Cyrl-CS"/>
        </w:rPr>
        <w:t>жељени</w:t>
      </w:r>
      <w:r w:rsidR="008279DF" w:rsidRPr="00CE7CAC">
        <w:rPr>
          <w:lang w:val="sr-Cyrl-CS"/>
        </w:rPr>
        <w:t xml:space="preserve"> ефекти</w:t>
      </w:r>
      <w:r w:rsidR="004C1121" w:rsidRPr="00CE7CAC">
        <w:rPr>
          <w:lang w:val="sr-Cyrl-CS"/>
        </w:rPr>
        <w:t xml:space="preserve">. </w:t>
      </w:r>
      <w:r w:rsidR="00395C8E" w:rsidRPr="00CE7CAC">
        <w:rPr>
          <w:lang w:val="sr-Cyrl-CS"/>
        </w:rPr>
        <w:t>М</w:t>
      </w:r>
      <w:r w:rsidR="00642573" w:rsidRPr="00CE7CAC">
        <w:rPr>
          <w:lang w:val="sr-Cyrl-CS"/>
        </w:rPr>
        <w:t>ерење</w:t>
      </w:r>
      <w:r w:rsidR="009C35E7" w:rsidRPr="00CE7CAC">
        <w:rPr>
          <w:lang w:val="sr-Cyrl-CS"/>
        </w:rPr>
        <w:t xml:space="preserve"> резултата спровођења активности </w:t>
      </w:r>
      <w:r w:rsidR="00642573" w:rsidRPr="00CE7CAC">
        <w:rPr>
          <w:lang w:val="sr-Cyrl-CS"/>
        </w:rPr>
        <w:t xml:space="preserve">пружаће потребне информације о ефектима планираних активности и њиховом </w:t>
      </w:r>
      <w:r w:rsidR="009C35E7" w:rsidRPr="00CE7CAC">
        <w:rPr>
          <w:lang w:val="sr-Cyrl-CS"/>
        </w:rPr>
        <w:t>допринос</w:t>
      </w:r>
      <w:r w:rsidR="00642573" w:rsidRPr="00CE7CAC">
        <w:rPr>
          <w:lang w:val="sr-Cyrl-CS"/>
        </w:rPr>
        <w:t>у</w:t>
      </w:r>
      <w:r w:rsidR="009C35E7" w:rsidRPr="00CE7CAC">
        <w:rPr>
          <w:lang w:val="sr-Cyrl-CS"/>
        </w:rPr>
        <w:t xml:space="preserve"> оствар</w:t>
      </w:r>
      <w:r w:rsidR="00642573" w:rsidRPr="00CE7CAC">
        <w:rPr>
          <w:lang w:val="sr-Cyrl-CS"/>
        </w:rPr>
        <w:t>ивању</w:t>
      </w:r>
      <w:r w:rsidR="009C35E7" w:rsidRPr="00CE7CAC">
        <w:rPr>
          <w:lang w:val="sr-Cyrl-CS"/>
        </w:rPr>
        <w:t xml:space="preserve"> </w:t>
      </w:r>
      <w:r w:rsidR="00250814" w:rsidRPr="00CE7CAC">
        <w:rPr>
          <w:lang w:val="sr-Cyrl-CS"/>
        </w:rPr>
        <w:t>посеб</w:t>
      </w:r>
      <w:r w:rsidR="00395C8E" w:rsidRPr="00CE7CAC">
        <w:rPr>
          <w:lang w:val="sr-Cyrl-CS"/>
        </w:rPr>
        <w:t xml:space="preserve">них </w:t>
      </w:r>
      <w:r w:rsidR="009C35E7" w:rsidRPr="00CE7CAC">
        <w:rPr>
          <w:lang w:val="sr-Cyrl-CS"/>
        </w:rPr>
        <w:t>циљева</w:t>
      </w:r>
      <w:r w:rsidR="00395C8E" w:rsidRPr="00CE7CAC">
        <w:rPr>
          <w:lang w:val="sr-Cyrl-CS"/>
        </w:rPr>
        <w:t>,</w:t>
      </w:r>
      <w:r w:rsidR="009C35E7" w:rsidRPr="00CE7CAC">
        <w:rPr>
          <w:lang w:val="sr-Cyrl-CS"/>
        </w:rPr>
        <w:t xml:space="preserve"> </w:t>
      </w:r>
      <w:r w:rsidR="00642573" w:rsidRPr="00CE7CAC">
        <w:rPr>
          <w:lang w:val="sr-Cyrl-CS"/>
        </w:rPr>
        <w:t>као и доприносу по</w:t>
      </w:r>
      <w:r w:rsidR="005B7F4E" w:rsidRPr="00CE7CAC">
        <w:rPr>
          <w:lang w:val="sr-Cyrl-CS"/>
        </w:rPr>
        <w:t>себ</w:t>
      </w:r>
      <w:r w:rsidR="00642573" w:rsidRPr="00CE7CAC">
        <w:rPr>
          <w:lang w:val="sr-Cyrl-CS"/>
        </w:rPr>
        <w:t xml:space="preserve">них циљева остварењу општег циља. </w:t>
      </w:r>
    </w:p>
    <w:p w14:paraId="070A56C1" w14:textId="77777777" w:rsidR="0025405B" w:rsidRPr="00CE7CAC" w:rsidRDefault="0025405B" w:rsidP="001204DA">
      <w:pPr>
        <w:pStyle w:val="PASUS"/>
        <w:spacing w:before="0" w:after="0"/>
        <w:rPr>
          <w:lang w:val="sr-Cyrl-CS"/>
        </w:rPr>
      </w:pPr>
    </w:p>
    <w:p w14:paraId="32AEDB31" w14:textId="3CCC2958" w:rsidR="009C35E7" w:rsidRPr="00CE7CAC" w:rsidRDefault="009C35E7" w:rsidP="001204DA">
      <w:pPr>
        <w:pStyle w:val="PASUS"/>
        <w:spacing w:before="0" w:after="0"/>
        <w:rPr>
          <w:lang w:val="sr-Cyrl-CS"/>
        </w:rPr>
      </w:pPr>
      <w:r w:rsidRPr="00CE7CAC">
        <w:rPr>
          <w:lang w:val="sr-Cyrl-CS"/>
        </w:rPr>
        <w:t>Спровођење Страте</w:t>
      </w:r>
      <w:r w:rsidR="00F87094" w:rsidRPr="00CE7CAC">
        <w:rPr>
          <w:lang w:val="sr-Cyrl-CS"/>
        </w:rPr>
        <w:t>шког плана</w:t>
      </w:r>
      <w:r w:rsidRPr="00CE7CAC">
        <w:rPr>
          <w:lang w:val="sr-Cyrl-CS"/>
        </w:rPr>
        <w:t xml:space="preserve"> је у надлежности институција које</w:t>
      </w:r>
      <w:r w:rsidR="00F22DA3" w:rsidRPr="00CE7CAC">
        <w:rPr>
          <w:lang w:val="sr-Cyrl-CS"/>
        </w:rPr>
        <w:t xml:space="preserve"> имају имен</w:t>
      </w:r>
      <w:r w:rsidR="00CD2D37" w:rsidRPr="00CE7CAC">
        <w:rPr>
          <w:lang w:val="sr-Cyrl-CS"/>
        </w:rPr>
        <w:t>оване представн</w:t>
      </w:r>
      <w:r w:rsidR="00F22DA3" w:rsidRPr="00CE7CAC">
        <w:rPr>
          <w:lang w:val="sr-Cyrl-CS"/>
        </w:rPr>
        <w:t>ике у Мрежи</w:t>
      </w:r>
      <w:r w:rsidR="00CD2D37" w:rsidRPr="00CE7CAC">
        <w:rPr>
          <w:lang w:val="sr-Cyrl-CS"/>
        </w:rPr>
        <w:t xml:space="preserve"> за борбу против превара. Наведене институције</w:t>
      </w:r>
      <w:r w:rsidR="00F22DA3" w:rsidRPr="00CE7CAC">
        <w:rPr>
          <w:lang w:val="sr-Cyrl-CS"/>
        </w:rPr>
        <w:t xml:space="preserve"> </w:t>
      </w:r>
      <w:r w:rsidR="00F87094" w:rsidRPr="00CE7CAC">
        <w:rPr>
          <w:lang w:val="sr-Cyrl-CS"/>
        </w:rPr>
        <w:t xml:space="preserve"> су </w:t>
      </w:r>
      <w:r w:rsidR="001260A6" w:rsidRPr="00CE7CAC">
        <w:rPr>
          <w:lang w:val="sr-Cyrl-CS"/>
        </w:rPr>
        <w:t>А</w:t>
      </w:r>
      <w:r w:rsidRPr="00CE7CAC">
        <w:rPr>
          <w:lang w:val="sr-Cyrl-CS"/>
        </w:rPr>
        <w:t>кционим планом одређене за носиоце појединачних активности, а праћење спровођења Страте</w:t>
      </w:r>
      <w:r w:rsidR="00531692" w:rsidRPr="00CE7CAC">
        <w:rPr>
          <w:lang w:val="sr-Cyrl-CS"/>
        </w:rPr>
        <w:t>шког плана</w:t>
      </w:r>
      <w:r w:rsidRPr="00CE7CAC">
        <w:rPr>
          <w:lang w:val="sr-Cyrl-CS"/>
        </w:rPr>
        <w:t xml:space="preserve">  у надлежности</w:t>
      </w:r>
      <w:r w:rsidR="00CD2D37" w:rsidRPr="00CE7CAC">
        <w:rPr>
          <w:lang w:val="sr-Cyrl-CS"/>
        </w:rPr>
        <w:t xml:space="preserve"> је</w:t>
      </w:r>
      <w:r w:rsidRPr="00CE7CAC">
        <w:rPr>
          <w:lang w:val="sr-Cyrl-CS"/>
        </w:rPr>
        <w:t xml:space="preserve"> АФКОС-а и представља континуирану активност. О свим реализованим активностима АФКОС информише Мрежу</w:t>
      </w:r>
      <w:r w:rsidR="00D01342" w:rsidRPr="00CE7CAC">
        <w:rPr>
          <w:lang w:val="sr-Cyrl-CS"/>
        </w:rPr>
        <w:t xml:space="preserve"> за борбу против превара</w:t>
      </w:r>
      <w:r w:rsidR="0025405B" w:rsidRPr="00CE7CAC">
        <w:rPr>
          <w:lang w:val="sr-Cyrl-CS"/>
        </w:rPr>
        <w:t>,</w:t>
      </w:r>
      <w:r w:rsidRPr="00CE7CAC">
        <w:rPr>
          <w:lang w:val="sr-Cyrl-CS"/>
        </w:rPr>
        <w:t xml:space="preserve"> кроз редовне састанке.</w:t>
      </w:r>
    </w:p>
    <w:p w14:paraId="791BBFAA" w14:textId="77777777" w:rsidR="00911C67" w:rsidRPr="00CE7CAC" w:rsidRDefault="00911C67" w:rsidP="001204DA">
      <w:pPr>
        <w:pStyle w:val="PASUS"/>
        <w:spacing w:before="0" w:after="0"/>
        <w:rPr>
          <w:lang w:val="sr-Cyrl-CS"/>
        </w:rPr>
      </w:pPr>
    </w:p>
    <w:bookmarkEnd w:id="4"/>
    <w:p w14:paraId="3894C6EF" w14:textId="5C87F9CF" w:rsidR="0038340A" w:rsidRPr="00CE7CAC" w:rsidRDefault="0038340A" w:rsidP="001204DA">
      <w:pPr>
        <w:pStyle w:val="PASUS"/>
        <w:spacing w:before="0" w:after="0"/>
        <w:rPr>
          <w:lang w:val="sr-Cyrl-CS"/>
        </w:rPr>
      </w:pPr>
      <w:r w:rsidRPr="00CE7CAC">
        <w:rPr>
          <w:lang w:val="sr-Cyrl-CS"/>
        </w:rPr>
        <w:t xml:space="preserve">Министарство финансија </w:t>
      </w:r>
      <w:r w:rsidR="00D80A56" w:rsidRPr="00CE7CAC">
        <w:rPr>
          <w:lang w:val="sr-Cyrl-CS"/>
        </w:rPr>
        <w:t>–</w:t>
      </w:r>
      <w:r w:rsidRPr="00CE7CAC">
        <w:rPr>
          <w:lang w:val="sr-Cyrl-CS"/>
        </w:rPr>
        <w:t xml:space="preserve"> АФКОС на крају првог квартала текуће године, извештава Владу путем годишњег извештаја о спровођењу циљева и активности из Страте</w:t>
      </w:r>
      <w:r w:rsidR="00F87094" w:rsidRPr="00CE7CAC">
        <w:rPr>
          <w:lang w:val="sr-Cyrl-CS"/>
        </w:rPr>
        <w:t>шког плана</w:t>
      </w:r>
      <w:r w:rsidRPr="00CE7CAC">
        <w:rPr>
          <w:lang w:val="sr-Cyrl-CS"/>
        </w:rPr>
        <w:t xml:space="preserve"> за претходну годину. Приликом израде наведеног извештаја, институције одређене за носиоце појединачних активности, писаним путем</w:t>
      </w:r>
      <w:r w:rsidR="0025405B" w:rsidRPr="00CE7CAC">
        <w:rPr>
          <w:lang w:val="sr-Cyrl-CS"/>
        </w:rPr>
        <w:t>,</w:t>
      </w:r>
      <w:r w:rsidRPr="00CE7CAC">
        <w:rPr>
          <w:lang w:val="sr-Cyrl-CS"/>
        </w:rPr>
        <w:t xml:space="preserve"> извештавају АФКОС о реализацији активности за које су задужене.</w:t>
      </w:r>
    </w:p>
    <w:p w14:paraId="67875430" w14:textId="61C9FE45" w:rsidR="002B0EFD" w:rsidRPr="00CE7CAC" w:rsidRDefault="002B0EFD" w:rsidP="001204DA">
      <w:pPr>
        <w:pStyle w:val="PASUS"/>
        <w:spacing w:before="0" w:after="0"/>
        <w:rPr>
          <w:lang w:val="sr-Cyrl-CS"/>
        </w:rPr>
      </w:pPr>
    </w:p>
    <w:p w14:paraId="1D2C8DC3" w14:textId="35D6533E" w:rsidR="002B0EFD" w:rsidRPr="00CE7CAC" w:rsidRDefault="002B0EFD" w:rsidP="001204DA">
      <w:pPr>
        <w:pStyle w:val="PASUS"/>
        <w:spacing w:before="0" w:after="0"/>
        <w:rPr>
          <w:lang w:val="sr-Cyrl-CS"/>
        </w:rPr>
      </w:pPr>
    </w:p>
    <w:p w14:paraId="7A44497C" w14:textId="77777777" w:rsidR="002B0EFD" w:rsidRPr="00CE7CAC" w:rsidRDefault="002B0EFD" w:rsidP="001204DA">
      <w:pPr>
        <w:pStyle w:val="PASUS"/>
        <w:spacing w:before="0" w:after="0"/>
        <w:rPr>
          <w:lang w:val="sr-Cyrl-CS"/>
        </w:rPr>
      </w:pPr>
    </w:p>
    <w:p w14:paraId="661CBAB5" w14:textId="77777777" w:rsidR="00EC6D93" w:rsidRPr="00CE7CAC" w:rsidRDefault="00EC6D93" w:rsidP="001204DA">
      <w:pPr>
        <w:pStyle w:val="PASUS"/>
        <w:spacing w:before="0" w:after="0"/>
        <w:rPr>
          <w:lang w:val="sr-Cyrl-CS"/>
        </w:rPr>
      </w:pPr>
    </w:p>
    <w:p w14:paraId="4080AAFC" w14:textId="048788E9" w:rsidR="008470C1" w:rsidRPr="00CE7CAC" w:rsidRDefault="00405471" w:rsidP="006034B0">
      <w:pPr>
        <w:pStyle w:val="PASUS"/>
        <w:rPr>
          <w:rFonts w:eastAsiaTheme="majorEastAsia"/>
          <w:b/>
          <w:lang w:val="sr-Cyrl-CS"/>
        </w:rPr>
      </w:pPr>
      <w:r w:rsidRPr="00CE7CAC">
        <w:rPr>
          <w:b/>
          <w:lang w:val="sr-Cyrl-CS"/>
        </w:rPr>
        <w:lastRenderedPageBreak/>
        <w:t>VIII</w:t>
      </w:r>
      <w:r w:rsidR="009C7DFB" w:rsidRPr="00CE7CAC">
        <w:rPr>
          <w:b/>
          <w:lang w:val="sr-Cyrl-CS"/>
        </w:rPr>
        <w:t>.</w:t>
      </w:r>
      <w:r w:rsidRPr="00CE7CAC">
        <w:rPr>
          <w:b/>
          <w:lang w:val="sr-Cyrl-CS"/>
        </w:rPr>
        <w:t xml:space="preserve"> </w:t>
      </w:r>
      <w:r w:rsidR="00F60E28" w:rsidRPr="00CE7CAC">
        <w:rPr>
          <w:b/>
          <w:lang w:val="sr-Cyrl-CS"/>
        </w:rPr>
        <w:t>Процена финансијских средстава по</w:t>
      </w:r>
      <w:r w:rsidR="00911C67" w:rsidRPr="00CE7CAC">
        <w:rPr>
          <w:b/>
          <w:lang w:val="sr-Cyrl-CS"/>
        </w:rPr>
        <w:t>требних за спровођење Стратешког плана</w:t>
      </w:r>
      <w:r w:rsidR="00F60E28" w:rsidRPr="00CE7CAC">
        <w:rPr>
          <w:rFonts w:eastAsiaTheme="majorEastAsia"/>
          <w:b/>
          <w:lang w:val="sr-Cyrl-CS"/>
        </w:rPr>
        <w:t xml:space="preserve"> </w:t>
      </w:r>
      <w:bookmarkStart w:id="5" w:name="_GoBack"/>
      <w:bookmarkEnd w:id="5"/>
    </w:p>
    <w:p w14:paraId="2E86EC0A" w14:textId="5CB642E5" w:rsidR="00393B22" w:rsidRPr="00CE7CAC" w:rsidRDefault="00285FAF" w:rsidP="00FD2ADF">
      <w:pPr>
        <w:pStyle w:val="PASUS"/>
        <w:rPr>
          <w:lang w:val="sr-Cyrl-CS"/>
        </w:rPr>
      </w:pPr>
      <w:r w:rsidRPr="00CE7CAC">
        <w:rPr>
          <w:lang w:val="sr-Cyrl-CS"/>
        </w:rPr>
        <w:t>За поступак усвајања Страте</w:t>
      </w:r>
      <w:r w:rsidR="0020790E" w:rsidRPr="00CE7CAC">
        <w:rPr>
          <w:lang w:val="sr-Cyrl-CS"/>
        </w:rPr>
        <w:t>шког плана</w:t>
      </w:r>
      <w:r w:rsidRPr="00CE7CAC">
        <w:rPr>
          <w:lang w:val="sr-Cyrl-CS"/>
        </w:rPr>
        <w:t xml:space="preserve"> нису потреб</w:t>
      </w:r>
      <w:r w:rsidR="00073A2E" w:rsidRPr="00CE7CAC">
        <w:rPr>
          <w:lang w:val="sr-Cyrl-CS"/>
        </w:rPr>
        <w:t>на финансијска средства</w:t>
      </w:r>
      <w:r w:rsidR="00393B22" w:rsidRPr="00CE7CAC">
        <w:rPr>
          <w:lang w:val="sr-Cyrl-CS"/>
        </w:rPr>
        <w:t>.</w:t>
      </w:r>
    </w:p>
    <w:p w14:paraId="091A0AB0" w14:textId="06AC2079" w:rsidR="00285FAF" w:rsidRPr="00CE7CAC" w:rsidRDefault="00393B22" w:rsidP="00FD2ADF">
      <w:pPr>
        <w:pStyle w:val="PASUS"/>
        <w:rPr>
          <w:lang w:val="sr-Cyrl-CS"/>
        </w:rPr>
      </w:pPr>
      <w:r w:rsidRPr="00CE7CAC">
        <w:rPr>
          <w:lang w:val="sr-Cyrl-CS"/>
        </w:rPr>
        <w:t>С</w:t>
      </w:r>
      <w:r w:rsidR="00285FAF" w:rsidRPr="00CE7CAC">
        <w:rPr>
          <w:lang w:val="sr-Cyrl-CS"/>
        </w:rPr>
        <w:t>провођење мера</w:t>
      </w:r>
      <w:r w:rsidR="00D07D34" w:rsidRPr="00CE7CAC">
        <w:rPr>
          <w:lang w:val="sr-Cyrl-CS"/>
        </w:rPr>
        <w:t>, односно активности</w:t>
      </w:r>
      <w:r w:rsidRPr="00CE7CAC">
        <w:rPr>
          <w:lang w:val="sr-Cyrl-CS"/>
        </w:rPr>
        <w:t xml:space="preserve">, планирано је </w:t>
      </w:r>
      <w:r w:rsidR="006575AC" w:rsidRPr="00CE7CAC">
        <w:rPr>
          <w:lang w:val="sr-Cyrl-CS"/>
        </w:rPr>
        <w:t xml:space="preserve"> у оквиру редовних (одобрених) </w:t>
      </w:r>
      <w:r w:rsidRPr="00CE7CAC">
        <w:rPr>
          <w:lang w:val="sr-Cyrl-CS"/>
        </w:rPr>
        <w:t xml:space="preserve">буџетских </w:t>
      </w:r>
      <w:r w:rsidR="006575AC" w:rsidRPr="00CE7CAC">
        <w:rPr>
          <w:lang w:val="sr-Cyrl-CS"/>
        </w:rPr>
        <w:t xml:space="preserve">средстава, тако да нису потребна додатна </w:t>
      </w:r>
      <w:r w:rsidR="00D07D34" w:rsidRPr="00CE7CAC">
        <w:rPr>
          <w:lang w:val="sr-Cyrl-CS"/>
        </w:rPr>
        <w:t>финансијска средства</w:t>
      </w:r>
      <w:r w:rsidR="006575AC" w:rsidRPr="00CE7CAC">
        <w:rPr>
          <w:lang w:val="sr-Cyrl-CS"/>
        </w:rPr>
        <w:t xml:space="preserve"> у буџетима надлежних институција.</w:t>
      </w:r>
    </w:p>
    <w:p w14:paraId="098E24FD" w14:textId="41ABEAF0" w:rsidR="00EC6D93" w:rsidRPr="00600EE9" w:rsidRDefault="00405471" w:rsidP="00600EE9">
      <w:pPr>
        <w:pStyle w:val="PASUS"/>
        <w:rPr>
          <w:b/>
          <w:lang w:val="sr-Cyrl-CS"/>
        </w:rPr>
      </w:pPr>
      <w:r w:rsidRPr="00CE7CAC">
        <w:rPr>
          <w:b/>
          <w:lang w:val="sr-Cyrl-CS"/>
        </w:rPr>
        <w:t>IX</w:t>
      </w:r>
      <w:r w:rsidR="009C7DFB" w:rsidRPr="00CE7CAC">
        <w:rPr>
          <w:b/>
          <w:lang w:val="sr-Cyrl-CS"/>
        </w:rPr>
        <w:t xml:space="preserve">. </w:t>
      </w:r>
      <w:r w:rsidRPr="00CE7CAC">
        <w:rPr>
          <w:b/>
          <w:lang w:val="sr-Cyrl-CS"/>
        </w:rPr>
        <w:t xml:space="preserve"> </w:t>
      </w:r>
      <w:r w:rsidR="00F60E28" w:rsidRPr="00CE7CAC">
        <w:rPr>
          <w:b/>
          <w:lang w:val="sr-Cyrl-CS"/>
        </w:rPr>
        <w:t>Aкциони план</w:t>
      </w:r>
    </w:p>
    <w:p w14:paraId="17D52DA0" w14:textId="29CBA5F8" w:rsidR="00976B87" w:rsidRPr="00CE7CAC" w:rsidRDefault="00AD7726" w:rsidP="001204DA">
      <w:pPr>
        <w:pStyle w:val="PASUS"/>
        <w:spacing w:before="0" w:after="0"/>
        <w:rPr>
          <w:lang w:val="sr-Cyrl-CS" w:eastAsia="en-GB"/>
        </w:rPr>
      </w:pPr>
      <w:r w:rsidRPr="00CE7CAC">
        <w:rPr>
          <w:lang w:val="sr-Cyrl-CS" w:eastAsia="en-GB"/>
        </w:rPr>
        <w:t>Акциони план</w:t>
      </w:r>
      <w:r w:rsidR="009C516D" w:rsidRPr="00CE7CAC">
        <w:rPr>
          <w:lang w:val="sr-Cyrl-CS" w:eastAsia="en-GB"/>
        </w:rPr>
        <w:t xml:space="preserve"> садржи скуп мера и активности</w:t>
      </w:r>
      <w:r w:rsidRPr="00CE7CAC">
        <w:rPr>
          <w:lang w:val="sr-Cyrl-CS" w:eastAsia="en-GB"/>
        </w:rPr>
        <w:t xml:space="preserve"> које</w:t>
      </w:r>
      <w:r w:rsidR="00A34C26" w:rsidRPr="00CE7CAC">
        <w:rPr>
          <w:lang w:val="sr-Cyrl-CS" w:eastAsia="en-GB"/>
        </w:rPr>
        <w:t xml:space="preserve"> је потребно предузети ради</w:t>
      </w:r>
      <w:r w:rsidRPr="00CE7CAC">
        <w:rPr>
          <w:lang w:val="sr-Cyrl-CS" w:eastAsia="en-GB"/>
        </w:rPr>
        <w:t xml:space="preserve"> </w:t>
      </w:r>
      <w:r w:rsidR="00A34C26" w:rsidRPr="00CE7CAC">
        <w:rPr>
          <w:lang w:val="sr-Cyrl-CS" w:eastAsia="en-GB"/>
        </w:rPr>
        <w:t xml:space="preserve">остварења предвиђених циљева. </w:t>
      </w:r>
      <w:r w:rsidR="00D07A94" w:rsidRPr="00CE7CAC">
        <w:rPr>
          <w:lang w:val="sr-Cyrl-CS" w:eastAsia="en-GB"/>
        </w:rPr>
        <w:t>Поред наведеног</w:t>
      </w:r>
      <w:r w:rsidR="00A34C26" w:rsidRPr="00CE7CAC">
        <w:rPr>
          <w:lang w:val="sr-Cyrl-CS" w:eastAsia="en-GB"/>
        </w:rPr>
        <w:t xml:space="preserve">, </w:t>
      </w:r>
      <w:r w:rsidR="00E0453F" w:rsidRPr="00CE7CAC">
        <w:rPr>
          <w:lang w:val="sr-Cyrl-CS" w:eastAsia="en-GB"/>
        </w:rPr>
        <w:t>истим су утврђене</w:t>
      </w:r>
      <w:r w:rsidR="009C516D" w:rsidRPr="00CE7CAC">
        <w:rPr>
          <w:lang w:val="sr-Cyrl-CS" w:eastAsia="en-GB"/>
        </w:rPr>
        <w:t xml:space="preserve"> институ</w:t>
      </w:r>
      <w:r w:rsidR="00A34C26" w:rsidRPr="00CE7CAC">
        <w:rPr>
          <w:lang w:val="sr-Cyrl-CS" w:eastAsia="en-GB"/>
        </w:rPr>
        <w:t>ције задужене</w:t>
      </w:r>
      <w:r w:rsidR="0020790E" w:rsidRPr="00CE7CAC">
        <w:rPr>
          <w:lang w:val="sr-Cyrl-CS" w:eastAsia="en-GB"/>
        </w:rPr>
        <w:t xml:space="preserve"> за спровођење активности</w:t>
      </w:r>
      <w:r w:rsidR="007E4000" w:rsidRPr="00CE7CAC">
        <w:rPr>
          <w:lang w:val="sr-Cyrl-CS" w:eastAsia="en-GB"/>
        </w:rPr>
        <w:t xml:space="preserve">, </w:t>
      </w:r>
      <w:r w:rsidR="0020790E" w:rsidRPr="00CE7CAC">
        <w:rPr>
          <w:lang w:val="sr-Cyrl-CS" w:eastAsia="en-GB"/>
        </w:rPr>
        <w:t>органи партнери у спровођењу активности, рок за спровођење активности, извор финансирања, као и показатељи.</w:t>
      </w:r>
    </w:p>
    <w:p w14:paraId="684411C3" w14:textId="77777777" w:rsidR="00AD7726" w:rsidRPr="00CE7CAC" w:rsidRDefault="00A34C26" w:rsidP="001204DA">
      <w:pPr>
        <w:pStyle w:val="PASUS"/>
        <w:spacing w:before="0" w:after="0"/>
        <w:rPr>
          <w:lang w:val="sr-Cyrl-CS" w:eastAsia="en-GB"/>
        </w:rPr>
      </w:pPr>
      <w:r w:rsidRPr="00CE7CAC">
        <w:rPr>
          <w:lang w:val="sr-Cyrl-CS" w:eastAsia="en-GB"/>
        </w:rPr>
        <w:t xml:space="preserve"> </w:t>
      </w:r>
    </w:p>
    <w:p w14:paraId="166A605A" w14:textId="77777777" w:rsidR="00F21600" w:rsidRPr="00CE7CAC" w:rsidRDefault="00AD7726" w:rsidP="001204DA">
      <w:pPr>
        <w:pStyle w:val="PASUS"/>
        <w:spacing w:before="0" w:after="0"/>
        <w:rPr>
          <w:lang w:val="sr-Cyrl-CS" w:eastAsia="en-GB"/>
        </w:rPr>
      </w:pPr>
      <w:r w:rsidRPr="00CE7CAC">
        <w:rPr>
          <w:lang w:val="sr-Cyrl-CS" w:eastAsia="en-GB"/>
        </w:rPr>
        <w:t>Акциони план чи</w:t>
      </w:r>
      <w:r w:rsidR="003A0411" w:rsidRPr="00CE7CAC">
        <w:rPr>
          <w:lang w:val="sr-Cyrl-CS" w:eastAsia="en-GB"/>
        </w:rPr>
        <w:t>ни саставни део овог документа.</w:t>
      </w:r>
    </w:p>
    <w:sectPr w:rsidR="00F21600" w:rsidRPr="00CE7CAC" w:rsidSect="00C764E2">
      <w:footerReference w:type="default" r:id="rId16"/>
      <w:type w:val="continuous"/>
      <w:pgSz w:w="11907" w:h="16840" w:code="9"/>
      <w:pgMar w:top="1418" w:right="1134" w:bottom="1418" w:left="1134" w:header="21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77EBD" w14:textId="77777777" w:rsidR="00CE7CAC" w:rsidRDefault="00CE7CAC">
      <w:r>
        <w:separator/>
      </w:r>
    </w:p>
    <w:p w14:paraId="5506121E" w14:textId="77777777" w:rsidR="00CE7CAC" w:rsidRDefault="00CE7CAC"/>
  </w:endnote>
  <w:endnote w:type="continuationSeparator" w:id="0">
    <w:p w14:paraId="311DE11B" w14:textId="77777777" w:rsidR="00CE7CAC" w:rsidRDefault="00CE7CAC">
      <w:r>
        <w:continuationSeparator/>
      </w:r>
    </w:p>
    <w:p w14:paraId="6251978E" w14:textId="77777777" w:rsidR="00CE7CAC" w:rsidRDefault="00CE7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905656"/>
      <w:docPartObj>
        <w:docPartGallery w:val="Page Numbers (Bottom of Page)"/>
        <w:docPartUnique/>
      </w:docPartObj>
    </w:sdtPr>
    <w:sdtEndPr>
      <w:rPr>
        <w:rFonts w:ascii="Times New Roman" w:hAnsi="Times New Roman" w:cs="Times New Roman"/>
        <w:noProof/>
      </w:rPr>
    </w:sdtEndPr>
    <w:sdtContent>
      <w:p w14:paraId="24269765" w14:textId="5B18B0C3" w:rsidR="00CE7CAC" w:rsidRPr="007072BE" w:rsidRDefault="00CE7CAC">
        <w:pPr>
          <w:pStyle w:val="Footer"/>
          <w:jc w:val="right"/>
          <w:rPr>
            <w:rFonts w:ascii="Times New Roman" w:hAnsi="Times New Roman" w:cs="Times New Roman"/>
          </w:rPr>
        </w:pPr>
        <w:r w:rsidRPr="007072BE">
          <w:rPr>
            <w:rFonts w:ascii="Times New Roman" w:hAnsi="Times New Roman" w:cs="Times New Roman"/>
          </w:rPr>
          <w:fldChar w:fldCharType="begin"/>
        </w:r>
        <w:r w:rsidRPr="007072BE">
          <w:rPr>
            <w:rFonts w:ascii="Times New Roman" w:hAnsi="Times New Roman" w:cs="Times New Roman"/>
          </w:rPr>
          <w:instrText xml:space="preserve"> PAGE   \* MERGEFORMAT </w:instrText>
        </w:r>
        <w:r w:rsidRPr="007072BE">
          <w:rPr>
            <w:rFonts w:ascii="Times New Roman" w:hAnsi="Times New Roman" w:cs="Times New Roman"/>
          </w:rPr>
          <w:fldChar w:fldCharType="separate"/>
        </w:r>
        <w:r w:rsidR="00600EE9">
          <w:rPr>
            <w:rFonts w:ascii="Times New Roman" w:hAnsi="Times New Roman" w:cs="Times New Roman"/>
            <w:noProof/>
          </w:rPr>
          <w:t>17</w:t>
        </w:r>
        <w:r w:rsidRPr="007072BE">
          <w:rPr>
            <w:rFonts w:ascii="Times New Roman" w:hAnsi="Times New Roman" w:cs="Times New Roman"/>
            <w:noProof/>
          </w:rPr>
          <w:fldChar w:fldCharType="end"/>
        </w:r>
      </w:p>
    </w:sdtContent>
  </w:sdt>
  <w:p w14:paraId="778ABAE8" w14:textId="77777777" w:rsidR="00CE7CAC" w:rsidRDefault="00CE7CA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63324" w14:textId="77777777" w:rsidR="00CE7CAC" w:rsidRDefault="00CE7CAC">
      <w:r>
        <w:separator/>
      </w:r>
    </w:p>
    <w:p w14:paraId="5BD4A9BE" w14:textId="77777777" w:rsidR="00CE7CAC" w:rsidRDefault="00CE7CAC"/>
  </w:footnote>
  <w:footnote w:type="continuationSeparator" w:id="0">
    <w:p w14:paraId="4FEBEA7F" w14:textId="77777777" w:rsidR="00CE7CAC" w:rsidRDefault="00CE7CAC">
      <w:r>
        <w:continuationSeparator/>
      </w:r>
    </w:p>
    <w:p w14:paraId="288FE4F4" w14:textId="77777777" w:rsidR="00CE7CAC" w:rsidRDefault="00CE7CAC"/>
  </w:footnote>
  <w:footnote w:id="1">
    <w:p w14:paraId="3D7E03CD" w14:textId="77777777" w:rsidR="00CE7CAC" w:rsidRPr="00F077C8" w:rsidRDefault="00CE7CAC">
      <w:pPr>
        <w:pStyle w:val="FootnoteText"/>
        <w:rPr>
          <w:lang w:val="sr-Cyrl-RS"/>
        </w:rPr>
      </w:pPr>
      <w:r>
        <w:rPr>
          <w:rStyle w:val="FootnoteReference"/>
        </w:rPr>
        <w:footnoteRef/>
      </w:r>
      <w:r>
        <w:t xml:space="preserve"> </w:t>
      </w:r>
      <w:r w:rsidRPr="00F7171B">
        <w:rPr>
          <w:rFonts w:ascii="Times New Roman" w:hAnsi="Times New Roman" w:cs="Times New Roman"/>
          <w:lang w:val="sr-Cyrl-RS"/>
        </w:rPr>
        <w:t>Извор: Министарство за европске интеграције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23A8"/>
    <w:multiLevelType w:val="hybridMultilevel"/>
    <w:tmpl w:val="57DC0CAE"/>
    <w:lvl w:ilvl="0" w:tplc="0BA6574E">
      <w:start w:val="1"/>
      <w:numFmt w:val="decimal"/>
      <w:lvlText w:val="%1."/>
      <w:lvlJc w:val="left"/>
      <w:pPr>
        <w:ind w:left="720" w:hanging="360"/>
      </w:pPr>
      <w:rPr>
        <w:b w:val="0"/>
        <w:i w:val="0"/>
      </w:rPr>
    </w:lvl>
    <w:lvl w:ilvl="1" w:tplc="89BEE0D6">
      <w:start w:val="1"/>
      <w:numFmt w:val="bullet"/>
      <w:lvlText w:val="-"/>
      <w:lvlJc w:val="left"/>
      <w:pPr>
        <w:ind w:left="1713" w:hanging="633"/>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5354A"/>
    <w:multiLevelType w:val="hybridMultilevel"/>
    <w:tmpl w:val="F44ED688"/>
    <w:lvl w:ilvl="0" w:tplc="1DA0E722">
      <w:start w:val="1"/>
      <w:numFmt w:val="decimal"/>
      <w:lvlText w:val="%1."/>
      <w:lvlJc w:val="left"/>
      <w:pPr>
        <w:ind w:left="1069" w:hanging="360"/>
      </w:pPr>
      <w:rPr>
        <w:rFonts w:ascii="Times New Roman" w:eastAsia="Calibri" w:hAnsi="Times New Roman" w:cs="Times New Roman"/>
      </w:rPr>
    </w:lvl>
    <w:lvl w:ilvl="1" w:tplc="08090001">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285865AB"/>
    <w:multiLevelType w:val="hybridMultilevel"/>
    <w:tmpl w:val="8072F878"/>
    <w:lvl w:ilvl="0" w:tplc="C85A9ECE">
      <w:start w:val="1"/>
      <w:numFmt w:val="decimal"/>
      <w:lvlText w:val="%1."/>
      <w:lvlJc w:val="left"/>
      <w:pPr>
        <w:ind w:left="1069" w:hanging="360"/>
      </w:pPr>
      <w:rPr>
        <w:rFonts w:ascii="Times New Roman" w:eastAsia="Calibri" w:hAnsi="Times New Roman" w:cs="Times New Roman"/>
        <w:color w:val="auto"/>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5C590A07"/>
    <w:multiLevelType w:val="hybridMultilevel"/>
    <w:tmpl w:val="3A122736"/>
    <w:lvl w:ilvl="0" w:tplc="AD122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B364B2"/>
    <w:multiLevelType w:val="hybridMultilevel"/>
    <w:tmpl w:val="BA2E0F5C"/>
    <w:lvl w:ilvl="0" w:tplc="486229BE">
      <w:start w:val="1"/>
      <w:numFmt w:val="bullet"/>
      <w:lvlText w:val="−"/>
      <w:lvlJc w:val="left"/>
      <w:pPr>
        <w:ind w:left="1106" w:hanging="360"/>
      </w:pPr>
      <w:rPr>
        <w:rFonts w:ascii="Times New Roman" w:eastAsia="Calibri" w:hAnsi="Times New Roman" w:cs="Times New Roman"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mailMerge>
    <w:mainDocumentType w:val="mailingLabels"/>
    <w:dataType w:val="textFile"/>
    <w:activeRecord w:val="-1"/>
  </w:mailMerge>
  <w:defaultTabStop w:val="720"/>
  <w:hyphenationZone w:val="425"/>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8A"/>
    <w:rsid w:val="00000185"/>
    <w:rsid w:val="0000144C"/>
    <w:rsid w:val="00001D8D"/>
    <w:rsid w:val="0000233B"/>
    <w:rsid w:val="00004A7D"/>
    <w:rsid w:val="000059AB"/>
    <w:rsid w:val="00006B4A"/>
    <w:rsid w:val="00007144"/>
    <w:rsid w:val="0001076A"/>
    <w:rsid w:val="000113D0"/>
    <w:rsid w:val="00012545"/>
    <w:rsid w:val="00013D7C"/>
    <w:rsid w:val="00014E8D"/>
    <w:rsid w:val="000168EC"/>
    <w:rsid w:val="00017FF3"/>
    <w:rsid w:val="000209AE"/>
    <w:rsid w:val="00020AED"/>
    <w:rsid w:val="00020DE9"/>
    <w:rsid w:val="000216E8"/>
    <w:rsid w:val="000219EF"/>
    <w:rsid w:val="000220C1"/>
    <w:rsid w:val="000225AB"/>
    <w:rsid w:val="000236B0"/>
    <w:rsid w:val="00024D5E"/>
    <w:rsid w:val="00024DD1"/>
    <w:rsid w:val="0002541F"/>
    <w:rsid w:val="0002756F"/>
    <w:rsid w:val="00027FAA"/>
    <w:rsid w:val="00030182"/>
    <w:rsid w:val="000303D5"/>
    <w:rsid w:val="00033129"/>
    <w:rsid w:val="00034156"/>
    <w:rsid w:val="000350FF"/>
    <w:rsid w:val="00037902"/>
    <w:rsid w:val="00037BEF"/>
    <w:rsid w:val="0004014E"/>
    <w:rsid w:val="00040AB3"/>
    <w:rsid w:val="00040BB0"/>
    <w:rsid w:val="000430DA"/>
    <w:rsid w:val="000441F3"/>
    <w:rsid w:val="0004428D"/>
    <w:rsid w:val="000451F2"/>
    <w:rsid w:val="00045DEF"/>
    <w:rsid w:val="00047B7B"/>
    <w:rsid w:val="00050095"/>
    <w:rsid w:val="00050249"/>
    <w:rsid w:val="00051243"/>
    <w:rsid w:val="0005184E"/>
    <w:rsid w:val="00051C9D"/>
    <w:rsid w:val="00052641"/>
    <w:rsid w:val="000546DE"/>
    <w:rsid w:val="000559E5"/>
    <w:rsid w:val="000562A2"/>
    <w:rsid w:val="000563B8"/>
    <w:rsid w:val="00056627"/>
    <w:rsid w:val="0005773E"/>
    <w:rsid w:val="000577A8"/>
    <w:rsid w:val="00062313"/>
    <w:rsid w:val="0006273B"/>
    <w:rsid w:val="000658B7"/>
    <w:rsid w:val="00067AD6"/>
    <w:rsid w:val="00067FC0"/>
    <w:rsid w:val="0007030A"/>
    <w:rsid w:val="00070A61"/>
    <w:rsid w:val="00072402"/>
    <w:rsid w:val="00073569"/>
    <w:rsid w:val="00073A2E"/>
    <w:rsid w:val="0007500F"/>
    <w:rsid w:val="00075341"/>
    <w:rsid w:val="000759F0"/>
    <w:rsid w:val="00076517"/>
    <w:rsid w:val="0008054D"/>
    <w:rsid w:val="000833EB"/>
    <w:rsid w:val="00083F57"/>
    <w:rsid w:val="000844BF"/>
    <w:rsid w:val="000844F5"/>
    <w:rsid w:val="00085339"/>
    <w:rsid w:val="000862E9"/>
    <w:rsid w:val="00086CBE"/>
    <w:rsid w:val="000870A0"/>
    <w:rsid w:val="00087DD9"/>
    <w:rsid w:val="00090797"/>
    <w:rsid w:val="0009199F"/>
    <w:rsid w:val="000926B0"/>
    <w:rsid w:val="00092984"/>
    <w:rsid w:val="00093ED8"/>
    <w:rsid w:val="00096228"/>
    <w:rsid w:val="00096743"/>
    <w:rsid w:val="000972EB"/>
    <w:rsid w:val="00097366"/>
    <w:rsid w:val="000A0075"/>
    <w:rsid w:val="000A1190"/>
    <w:rsid w:val="000A2E08"/>
    <w:rsid w:val="000A2ECF"/>
    <w:rsid w:val="000A5F95"/>
    <w:rsid w:val="000A7B88"/>
    <w:rsid w:val="000B090F"/>
    <w:rsid w:val="000B100D"/>
    <w:rsid w:val="000B37AF"/>
    <w:rsid w:val="000B3F24"/>
    <w:rsid w:val="000B5734"/>
    <w:rsid w:val="000B6CD8"/>
    <w:rsid w:val="000C10EC"/>
    <w:rsid w:val="000C13A6"/>
    <w:rsid w:val="000C1CB7"/>
    <w:rsid w:val="000C39FF"/>
    <w:rsid w:val="000C3FA5"/>
    <w:rsid w:val="000C44F0"/>
    <w:rsid w:val="000C53EE"/>
    <w:rsid w:val="000C6669"/>
    <w:rsid w:val="000C6D18"/>
    <w:rsid w:val="000C737F"/>
    <w:rsid w:val="000C7918"/>
    <w:rsid w:val="000D1D88"/>
    <w:rsid w:val="000D2D42"/>
    <w:rsid w:val="000D3330"/>
    <w:rsid w:val="000D38B4"/>
    <w:rsid w:val="000D7611"/>
    <w:rsid w:val="000D7F2F"/>
    <w:rsid w:val="000E0F5B"/>
    <w:rsid w:val="000E4CE3"/>
    <w:rsid w:val="000E6824"/>
    <w:rsid w:val="000E685D"/>
    <w:rsid w:val="000F004C"/>
    <w:rsid w:val="000F032F"/>
    <w:rsid w:val="000F0772"/>
    <w:rsid w:val="000F22B8"/>
    <w:rsid w:val="000F4812"/>
    <w:rsid w:val="000F5DC4"/>
    <w:rsid w:val="000F5F71"/>
    <w:rsid w:val="000F620A"/>
    <w:rsid w:val="000F67BC"/>
    <w:rsid w:val="000F7311"/>
    <w:rsid w:val="00101944"/>
    <w:rsid w:val="00102D42"/>
    <w:rsid w:val="00104A38"/>
    <w:rsid w:val="00104EFB"/>
    <w:rsid w:val="00105E0C"/>
    <w:rsid w:val="0010683F"/>
    <w:rsid w:val="00106D63"/>
    <w:rsid w:val="00107EA6"/>
    <w:rsid w:val="00110B9D"/>
    <w:rsid w:val="0011158F"/>
    <w:rsid w:val="001120CD"/>
    <w:rsid w:val="001122B2"/>
    <w:rsid w:val="001122E2"/>
    <w:rsid w:val="001124AC"/>
    <w:rsid w:val="00113BA0"/>
    <w:rsid w:val="00113BDB"/>
    <w:rsid w:val="00113F5A"/>
    <w:rsid w:val="00114806"/>
    <w:rsid w:val="00116910"/>
    <w:rsid w:val="00117A91"/>
    <w:rsid w:val="001204DA"/>
    <w:rsid w:val="00120DF2"/>
    <w:rsid w:val="001231ED"/>
    <w:rsid w:val="0012381A"/>
    <w:rsid w:val="001260A6"/>
    <w:rsid w:val="00126516"/>
    <w:rsid w:val="00126D95"/>
    <w:rsid w:val="00127E46"/>
    <w:rsid w:val="00131886"/>
    <w:rsid w:val="0013417D"/>
    <w:rsid w:val="001341A6"/>
    <w:rsid w:val="0013748E"/>
    <w:rsid w:val="00137C1B"/>
    <w:rsid w:val="00137F92"/>
    <w:rsid w:val="00140848"/>
    <w:rsid w:val="001418D1"/>
    <w:rsid w:val="00143250"/>
    <w:rsid w:val="00145350"/>
    <w:rsid w:val="001506E0"/>
    <w:rsid w:val="00150B57"/>
    <w:rsid w:val="00150EA4"/>
    <w:rsid w:val="001510F6"/>
    <w:rsid w:val="00153A9B"/>
    <w:rsid w:val="00153CFE"/>
    <w:rsid w:val="001549EA"/>
    <w:rsid w:val="00154A08"/>
    <w:rsid w:val="00154E1F"/>
    <w:rsid w:val="00157A61"/>
    <w:rsid w:val="001600E1"/>
    <w:rsid w:val="001602C1"/>
    <w:rsid w:val="00161730"/>
    <w:rsid w:val="00161D52"/>
    <w:rsid w:val="001657EB"/>
    <w:rsid w:val="001719E3"/>
    <w:rsid w:val="00171E01"/>
    <w:rsid w:val="00173400"/>
    <w:rsid w:val="00173795"/>
    <w:rsid w:val="001743C3"/>
    <w:rsid w:val="00174AC2"/>
    <w:rsid w:val="0018017B"/>
    <w:rsid w:val="001807BF"/>
    <w:rsid w:val="00180AEA"/>
    <w:rsid w:val="0018106B"/>
    <w:rsid w:val="00181B24"/>
    <w:rsid w:val="0018265B"/>
    <w:rsid w:val="001865E0"/>
    <w:rsid w:val="00187756"/>
    <w:rsid w:val="001921D5"/>
    <w:rsid w:val="00192BDC"/>
    <w:rsid w:val="00192C72"/>
    <w:rsid w:val="00192DE3"/>
    <w:rsid w:val="001A11DA"/>
    <w:rsid w:val="001A19F6"/>
    <w:rsid w:val="001A1F18"/>
    <w:rsid w:val="001A2352"/>
    <w:rsid w:val="001A428A"/>
    <w:rsid w:val="001A4A50"/>
    <w:rsid w:val="001A4FAD"/>
    <w:rsid w:val="001A5DAE"/>
    <w:rsid w:val="001A5DCA"/>
    <w:rsid w:val="001A5E91"/>
    <w:rsid w:val="001A77BC"/>
    <w:rsid w:val="001B1963"/>
    <w:rsid w:val="001B351A"/>
    <w:rsid w:val="001B3DB0"/>
    <w:rsid w:val="001B5269"/>
    <w:rsid w:val="001B55D3"/>
    <w:rsid w:val="001C17DD"/>
    <w:rsid w:val="001C265E"/>
    <w:rsid w:val="001C31AD"/>
    <w:rsid w:val="001C3D5E"/>
    <w:rsid w:val="001C4946"/>
    <w:rsid w:val="001C63BB"/>
    <w:rsid w:val="001C789A"/>
    <w:rsid w:val="001C7A1C"/>
    <w:rsid w:val="001C7EFA"/>
    <w:rsid w:val="001D1373"/>
    <w:rsid w:val="001D242B"/>
    <w:rsid w:val="001D33B9"/>
    <w:rsid w:val="001D3B75"/>
    <w:rsid w:val="001D61E5"/>
    <w:rsid w:val="001D6ACE"/>
    <w:rsid w:val="001D6F25"/>
    <w:rsid w:val="001E14D7"/>
    <w:rsid w:val="001E1685"/>
    <w:rsid w:val="001E1A6A"/>
    <w:rsid w:val="001E2E19"/>
    <w:rsid w:val="001E31E5"/>
    <w:rsid w:val="001E3C61"/>
    <w:rsid w:val="001E5637"/>
    <w:rsid w:val="001E568E"/>
    <w:rsid w:val="001E60A3"/>
    <w:rsid w:val="001E7B45"/>
    <w:rsid w:val="001F1A1D"/>
    <w:rsid w:val="001F1D8D"/>
    <w:rsid w:val="001F27B7"/>
    <w:rsid w:val="001F446C"/>
    <w:rsid w:val="001F458E"/>
    <w:rsid w:val="001F61EB"/>
    <w:rsid w:val="002014C6"/>
    <w:rsid w:val="00203055"/>
    <w:rsid w:val="00203169"/>
    <w:rsid w:val="00203877"/>
    <w:rsid w:val="00205B15"/>
    <w:rsid w:val="00205E03"/>
    <w:rsid w:val="00206714"/>
    <w:rsid w:val="0020790E"/>
    <w:rsid w:val="00211255"/>
    <w:rsid w:val="00211663"/>
    <w:rsid w:val="00211AE1"/>
    <w:rsid w:val="002122EB"/>
    <w:rsid w:val="002128E8"/>
    <w:rsid w:val="00212ABB"/>
    <w:rsid w:val="0021328A"/>
    <w:rsid w:val="00214340"/>
    <w:rsid w:val="002156EA"/>
    <w:rsid w:val="00216C48"/>
    <w:rsid w:val="0021721A"/>
    <w:rsid w:val="002175AB"/>
    <w:rsid w:val="00220C30"/>
    <w:rsid w:val="0022190E"/>
    <w:rsid w:val="00221D02"/>
    <w:rsid w:val="002224D5"/>
    <w:rsid w:val="00223DD8"/>
    <w:rsid w:val="00227A39"/>
    <w:rsid w:val="00227BA5"/>
    <w:rsid w:val="00232798"/>
    <w:rsid w:val="00232DD9"/>
    <w:rsid w:val="00233096"/>
    <w:rsid w:val="00233E79"/>
    <w:rsid w:val="00234992"/>
    <w:rsid w:val="00235574"/>
    <w:rsid w:val="00236718"/>
    <w:rsid w:val="00236767"/>
    <w:rsid w:val="00236833"/>
    <w:rsid w:val="002402B1"/>
    <w:rsid w:val="002404E5"/>
    <w:rsid w:val="00240574"/>
    <w:rsid w:val="00241300"/>
    <w:rsid w:val="00242643"/>
    <w:rsid w:val="002427BD"/>
    <w:rsid w:val="00242D54"/>
    <w:rsid w:val="00243365"/>
    <w:rsid w:val="00243682"/>
    <w:rsid w:val="00243887"/>
    <w:rsid w:val="00244199"/>
    <w:rsid w:val="00245242"/>
    <w:rsid w:val="00246E88"/>
    <w:rsid w:val="002476CC"/>
    <w:rsid w:val="00247CEA"/>
    <w:rsid w:val="00250814"/>
    <w:rsid w:val="002509EF"/>
    <w:rsid w:val="00252FBD"/>
    <w:rsid w:val="002537B9"/>
    <w:rsid w:val="0025405B"/>
    <w:rsid w:val="00254B67"/>
    <w:rsid w:val="00255C34"/>
    <w:rsid w:val="00256A2E"/>
    <w:rsid w:val="00256C5F"/>
    <w:rsid w:val="002615AF"/>
    <w:rsid w:val="00261741"/>
    <w:rsid w:val="002627F4"/>
    <w:rsid w:val="00262CDF"/>
    <w:rsid w:val="00265A9A"/>
    <w:rsid w:val="00265C1E"/>
    <w:rsid w:val="002672A0"/>
    <w:rsid w:val="0027047F"/>
    <w:rsid w:val="002706C9"/>
    <w:rsid w:val="00271E35"/>
    <w:rsid w:val="00274A01"/>
    <w:rsid w:val="002758F9"/>
    <w:rsid w:val="00276743"/>
    <w:rsid w:val="00276FDF"/>
    <w:rsid w:val="002813CE"/>
    <w:rsid w:val="0028224A"/>
    <w:rsid w:val="00284CB6"/>
    <w:rsid w:val="00285118"/>
    <w:rsid w:val="002859E1"/>
    <w:rsid w:val="00285FAF"/>
    <w:rsid w:val="00287001"/>
    <w:rsid w:val="00287B86"/>
    <w:rsid w:val="00291219"/>
    <w:rsid w:val="002915FB"/>
    <w:rsid w:val="00292263"/>
    <w:rsid w:val="00294725"/>
    <w:rsid w:val="00294C06"/>
    <w:rsid w:val="00295337"/>
    <w:rsid w:val="00296DC0"/>
    <w:rsid w:val="002A0149"/>
    <w:rsid w:val="002A094B"/>
    <w:rsid w:val="002A2285"/>
    <w:rsid w:val="002A2C83"/>
    <w:rsid w:val="002A2D07"/>
    <w:rsid w:val="002A32CD"/>
    <w:rsid w:val="002A3A9E"/>
    <w:rsid w:val="002A4892"/>
    <w:rsid w:val="002A4D48"/>
    <w:rsid w:val="002A625C"/>
    <w:rsid w:val="002A796E"/>
    <w:rsid w:val="002B0EFD"/>
    <w:rsid w:val="002B2723"/>
    <w:rsid w:val="002B3614"/>
    <w:rsid w:val="002B4611"/>
    <w:rsid w:val="002B46FD"/>
    <w:rsid w:val="002B49CC"/>
    <w:rsid w:val="002B5F14"/>
    <w:rsid w:val="002B730F"/>
    <w:rsid w:val="002C0E3D"/>
    <w:rsid w:val="002C12B3"/>
    <w:rsid w:val="002C1ABA"/>
    <w:rsid w:val="002C37ED"/>
    <w:rsid w:val="002C3922"/>
    <w:rsid w:val="002C7BF5"/>
    <w:rsid w:val="002D22B9"/>
    <w:rsid w:val="002D30B7"/>
    <w:rsid w:val="002D38D2"/>
    <w:rsid w:val="002D6982"/>
    <w:rsid w:val="002D6D61"/>
    <w:rsid w:val="002D79AE"/>
    <w:rsid w:val="002E03A8"/>
    <w:rsid w:val="002E4DF1"/>
    <w:rsid w:val="002E57EE"/>
    <w:rsid w:val="002E598E"/>
    <w:rsid w:val="002E5C8D"/>
    <w:rsid w:val="002F2E48"/>
    <w:rsid w:val="002F44F4"/>
    <w:rsid w:val="002F5609"/>
    <w:rsid w:val="002F5959"/>
    <w:rsid w:val="002F6C6A"/>
    <w:rsid w:val="00300354"/>
    <w:rsid w:val="00301BA7"/>
    <w:rsid w:val="00304CA2"/>
    <w:rsid w:val="00307298"/>
    <w:rsid w:val="00311704"/>
    <w:rsid w:val="003121D4"/>
    <w:rsid w:val="003127AF"/>
    <w:rsid w:val="00312B96"/>
    <w:rsid w:val="00313107"/>
    <w:rsid w:val="00313593"/>
    <w:rsid w:val="003140ED"/>
    <w:rsid w:val="0031554A"/>
    <w:rsid w:val="00316442"/>
    <w:rsid w:val="00317300"/>
    <w:rsid w:val="00320C57"/>
    <w:rsid w:val="00320E0F"/>
    <w:rsid w:val="00320E24"/>
    <w:rsid w:val="00321B1A"/>
    <w:rsid w:val="00323AED"/>
    <w:rsid w:val="00325C7B"/>
    <w:rsid w:val="00325E95"/>
    <w:rsid w:val="0032650F"/>
    <w:rsid w:val="003266BD"/>
    <w:rsid w:val="00326A71"/>
    <w:rsid w:val="00330810"/>
    <w:rsid w:val="00331191"/>
    <w:rsid w:val="0033187E"/>
    <w:rsid w:val="00335869"/>
    <w:rsid w:val="00337525"/>
    <w:rsid w:val="00341278"/>
    <w:rsid w:val="00341595"/>
    <w:rsid w:val="00342CC4"/>
    <w:rsid w:val="003430F5"/>
    <w:rsid w:val="003432B9"/>
    <w:rsid w:val="0034454C"/>
    <w:rsid w:val="00344A9A"/>
    <w:rsid w:val="00344F45"/>
    <w:rsid w:val="00347A9C"/>
    <w:rsid w:val="00351633"/>
    <w:rsid w:val="00351B2C"/>
    <w:rsid w:val="003522D7"/>
    <w:rsid w:val="00353454"/>
    <w:rsid w:val="003538D3"/>
    <w:rsid w:val="00353BFB"/>
    <w:rsid w:val="00354ABB"/>
    <w:rsid w:val="003566B6"/>
    <w:rsid w:val="00356D10"/>
    <w:rsid w:val="00360F47"/>
    <w:rsid w:val="003610C3"/>
    <w:rsid w:val="003618B0"/>
    <w:rsid w:val="003619CB"/>
    <w:rsid w:val="003622C8"/>
    <w:rsid w:val="00362D8A"/>
    <w:rsid w:val="00363CD6"/>
    <w:rsid w:val="003640C0"/>
    <w:rsid w:val="00364663"/>
    <w:rsid w:val="003675D8"/>
    <w:rsid w:val="00370B21"/>
    <w:rsid w:val="00371B7D"/>
    <w:rsid w:val="00371CCE"/>
    <w:rsid w:val="00372E09"/>
    <w:rsid w:val="00374AAC"/>
    <w:rsid w:val="00375235"/>
    <w:rsid w:val="0037574A"/>
    <w:rsid w:val="0037579A"/>
    <w:rsid w:val="00377B47"/>
    <w:rsid w:val="00377D9F"/>
    <w:rsid w:val="003805C5"/>
    <w:rsid w:val="003826B0"/>
    <w:rsid w:val="00382992"/>
    <w:rsid w:val="00382B6C"/>
    <w:rsid w:val="0038340A"/>
    <w:rsid w:val="00383F90"/>
    <w:rsid w:val="00385085"/>
    <w:rsid w:val="003857A6"/>
    <w:rsid w:val="00386CC9"/>
    <w:rsid w:val="003871CA"/>
    <w:rsid w:val="003902E0"/>
    <w:rsid w:val="0039038C"/>
    <w:rsid w:val="0039239C"/>
    <w:rsid w:val="00393B22"/>
    <w:rsid w:val="00395666"/>
    <w:rsid w:val="00395C8E"/>
    <w:rsid w:val="003965CA"/>
    <w:rsid w:val="00396C2A"/>
    <w:rsid w:val="00396C87"/>
    <w:rsid w:val="0039749A"/>
    <w:rsid w:val="003A0411"/>
    <w:rsid w:val="003A0DF6"/>
    <w:rsid w:val="003A2405"/>
    <w:rsid w:val="003A350B"/>
    <w:rsid w:val="003A362B"/>
    <w:rsid w:val="003A3FAB"/>
    <w:rsid w:val="003A45DF"/>
    <w:rsid w:val="003A51CE"/>
    <w:rsid w:val="003A662C"/>
    <w:rsid w:val="003A745E"/>
    <w:rsid w:val="003A7D99"/>
    <w:rsid w:val="003A7ED1"/>
    <w:rsid w:val="003B003F"/>
    <w:rsid w:val="003B0F26"/>
    <w:rsid w:val="003B2CF7"/>
    <w:rsid w:val="003B3BEF"/>
    <w:rsid w:val="003C100D"/>
    <w:rsid w:val="003C1CF1"/>
    <w:rsid w:val="003C236E"/>
    <w:rsid w:val="003C33B4"/>
    <w:rsid w:val="003C3B5D"/>
    <w:rsid w:val="003D0308"/>
    <w:rsid w:val="003D0DCD"/>
    <w:rsid w:val="003D2514"/>
    <w:rsid w:val="003D4603"/>
    <w:rsid w:val="003D54B8"/>
    <w:rsid w:val="003D66CB"/>
    <w:rsid w:val="003D7ED1"/>
    <w:rsid w:val="003E0E47"/>
    <w:rsid w:val="003E28A3"/>
    <w:rsid w:val="003E3D2D"/>
    <w:rsid w:val="003E42F6"/>
    <w:rsid w:val="003E4AC6"/>
    <w:rsid w:val="003E4E76"/>
    <w:rsid w:val="003E63E0"/>
    <w:rsid w:val="003E72E9"/>
    <w:rsid w:val="003E7EC6"/>
    <w:rsid w:val="003F19FD"/>
    <w:rsid w:val="003F68A2"/>
    <w:rsid w:val="003F730F"/>
    <w:rsid w:val="004002F2"/>
    <w:rsid w:val="00401419"/>
    <w:rsid w:val="00405471"/>
    <w:rsid w:val="004063B0"/>
    <w:rsid w:val="00406441"/>
    <w:rsid w:val="00406693"/>
    <w:rsid w:val="004066F1"/>
    <w:rsid w:val="00406DAE"/>
    <w:rsid w:val="00406F50"/>
    <w:rsid w:val="00407E76"/>
    <w:rsid w:val="0041012F"/>
    <w:rsid w:val="004151A7"/>
    <w:rsid w:val="00416AC4"/>
    <w:rsid w:val="004178B4"/>
    <w:rsid w:val="00421029"/>
    <w:rsid w:val="004227AF"/>
    <w:rsid w:val="004245D9"/>
    <w:rsid w:val="00424A11"/>
    <w:rsid w:val="00426313"/>
    <w:rsid w:val="00430BEB"/>
    <w:rsid w:val="00430C5A"/>
    <w:rsid w:val="004324E4"/>
    <w:rsid w:val="004324EC"/>
    <w:rsid w:val="00432E88"/>
    <w:rsid w:val="00433B7B"/>
    <w:rsid w:val="004341F8"/>
    <w:rsid w:val="00434A49"/>
    <w:rsid w:val="00435AEE"/>
    <w:rsid w:val="0043672E"/>
    <w:rsid w:val="004372ED"/>
    <w:rsid w:val="00437774"/>
    <w:rsid w:val="00437F0C"/>
    <w:rsid w:val="00441F5B"/>
    <w:rsid w:val="00442729"/>
    <w:rsid w:val="00443D88"/>
    <w:rsid w:val="00445CF0"/>
    <w:rsid w:val="0044688C"/>
    <w:rsid w:val="004479BF"/>
    <w:rsid w:val="00447BB4"/>
    <w:rsid w:val="00447C4E"/>
    <w:rsid w:val="00450222"/>
    <w:rsid w:val="00450F9F"/>
    <w:rsid w:val="00452B5C"/>
    <w:rsid w:val="00455855"/>
    <w:rsid w:val="00456102"/>
    <w:rsid w:val="004564E8"/>
    <w:rsid w:val="00457B60"/>
    <w:rsid w:val="00460564"/>
    <w:rsid w:val="0046105A"/>
    <w:rsid w:val="00462564"/>
    <w:rsid w:val="004628B4"/>
    <w:rsid w:val="00465D77"/>
    <w:rsid w:val="00465EB3"/>
    <w:rsid w:val="00466289"/>
    <w:rsid w:val="0046632D"/>
    <w:rsid w:val="00467758"/>
    <w:rsid w:val="004715F4"/>
    <w:rsid w:val="00471CC4"/>
    <w:rsid w:val="00472150"/>
    <w:rsid w:val="00474781"/>
    <w:rsid w:val="00475773"/>
    <w:rsid w:val="00475BEC"/>
    <w:rsid w:val="00476ADF"/>
    <w:rsid w:val="0047746A"/>
    <w:rsid w:val="00477D1C"/>
    <w:rsid w:val="0048015F"/>
    <w:rsid w:val="00480E26"/>
    <w:rsid w:val="004814C0"/>
    <w:rsid w:val="00482324"/>
    <w:rsid w:val="0048244E"/>
    <w:rsid w:val="0048345F"/>
    <w:rsid w:val="004837E7"/>
    <w:rsid w:val="0048419C"/>
    <w:rsid w:val="004857B6"/>
    <w:rsid w:val="004870DE"/>
    <w:rsid w:val="00487C38"/>
    <w:rsid w:val="00491522"/>
    <w:rsid w:val="00491F10"/>
    <w:rsid w:val="00492053"/>
    <w:rsid w:val="004921C4"/>
    <w:rsid w:val="0049273C"/>
    <w:rsid w:val="00493055"/>
    <w:rsid w:val="00493E09"/>
    <w:rsid w:val="00494A08"/>
    <w:rsid w:val="00497687"/>
    <w:rsid w:val="004A0817"/>
    <w:rsid w:val="004A0E3B"/>
    <w:rsid w:val="004A1201"/>
    <w:rsid w:val="004A2C1C"/>
    <w:rsid w:val="004A43E1"/>
    <w:rsid w:val="004A6DED"/>
    <w:rsid w:val="004A6F1A"/>
    <w:rsid w:val="004B08C7"/>
    <w:rsid w:val="004B0EBD"/>
    <w:rsid w:val="004B114F"/>
    <w:rsid w:val="004B1B21"/>
    <w:rsid w:val="004B284A"/>
    <w:rsid w:val="004B3346"/>
    <w:rsid w:val="004B3598"/>
    <w:rsid w:val="004B4AEC"/>
    <w:rsid w:val="004B54E6"/>
    <w:rsid w:val="004B6A10"/>
    <w:rsid w:val="004B7454"/>
    <w:rsid w:val="004B74BD"/>
    <w:rsid w:val="004B7F89"/>
    <w:rsid w:val="004C015F"/>
    <w:rsid w:val="004C1025"/>
    <w:rsid w:val="004C1121"/>
    <w:rsid w:val="004C2940"/>
    <w:rsid w:val="004C36F4"/>
    <w:rsid w:val="004C498B"/>
    <w:rsid w:val="004C5172"/>
    <w:rsid w:val="004C6BB8"/>
    <w:rsid w:val="004C7178"/>
    <w:rsid w:val="004C717C"/>
    <w:rsid w:val="004C75EE"/>
    <w:rsid w:val="004C7971"/>
    <w:rsid w:val="004D05F8"/>
    <w:rsid w:val="004D0893"/>
    <w:rsid w:val="004D165C"/>
    <w:rsid w:val="004D2B6A"/>
    <w:rsid w:val="004D441F"/>
    <w:rsid w:val="004D582F"/>
    <w:rsid w:val="004D58BB"/>
    <w:rsid w:val="004D6E34"/>
    <w:rsid w:val="004E1768"/>
    <w:rsid w:val="004E17CF"/>
    <w:rsid w:val="004E3D84"/>
    <w:rsid w:val="004E4EFC"/>
    <w:rsid w:val="004E50EF"/>
    <w:rsid w:val="004E7222"/>
    <w:rsid w:val="004E797D"/>
    <w:rsid w:val="004E7A85"/>
    <w:rsid w:val="004F001B"/>
    <w:rsid w:val="004F0AA7"/>
    <w:rsid w:val="004F3306"/>
    <w:rsid w:val="004F364F"/>
    <w:rsid w:val="004F394E"/>
    <w:rsid w:val="004F3F07"/>
    <w:rsid w:val="004F5AD4"/>
    <w:rsid w:val="004F650F"/>
    <w:rsid w:val="004F73DE"/>
    <w:rsid w:val="00502DAA"/>
    <w:rsid w:val="005037E4"/>
    <w:rsid w:val="00503FF0"/>
    <w:rsid w:val="0050467D"/>
    <w:rsid w:val="00504B1D"/>
    <w:rsid w:val="00505512"/>
    <w:rsid w:val="0050567F"/>
    <w:rsid w:val="00506DE7"/>
    <w:rsid w:val="005078F7"/>
    <w:rsid w:val="00511238"/>
    <w:rsid w:val="00511D21"/>
    <w:rsid w:val="00511EB9"/>
    <w:rsid w:val="00512476"/>
    <w:rsid w:val="0051283B"/>
    <w:rsid w:val="00512DF3"/>
    <w:rsid w:val="00513415"/>
    <w:rsid w:val="00513877"/>
    <w:rsid w:val="00515008"/>
    <w:rsid w:val="00515C0A"/>
    <w:rsid w:val="00517863"/>
    <w:rsid w:val="00521175"/>
    <w:rsid w:val="00521D80"/>
    <w:rsid w:val="00522460"/>
    <w:rsid w:val="00522DC8"/>
    <w:rsid w:val="0052408C"/>
    <w:rsid w:val="00526B3F"/>
    <w:rsid w:val="00527BEC"/>
    <w:rsid w:val="005307CB"/>
    <w:rsid w:val="00531692"/>
    <w:rsid w:val="0053313E"/>
    <w:rsid w:val="0053420F"/>
    <w:rsid w:val="00535993"/>
    <w:rsid w:val="005366F0"/>
    <w:rsid w:val="0054004F"/>
    <w:rsid w:val="0054061F"/>
    <w:rsid w:val="0054080A"/>
    <w:rsid w:val="0054208A"/>
    <w:rsid w:val="00542C23"/>
    <w:rsid w:val="00543FEE"/>
    <w:rsid w:val="005447C8"/>
    <w:rsid w:val="00545078"/>
    <w:rsid w:val="00545FBC"/>
    <w:rsid w:val="00546958"/>
    <w:rsid w:val="00546A32"/>
    <w:rsid w:val="00547C54"/>
    <w:rsid w:val="005511EC"/>
    <w:rsid w:val="005522B0"/>
    <w:rsid w:val="005527C5"/>
    <w:rsid w:val="00552DC2"/>
    <w:rsid w:val="00552DCE"/>
    <w:rsid w:val="00554001"/>
    <w:rsid w:val="0055427B"/>
    <w:rsid w:val="00555A11"/>
    <w:rsid w:val="0055638D"/>
    <w:rsid w:val="0055796F"/>
    <w:rsid w:val="0056072D"/>
    <w:rsid w:val="00560ADC"/>
    <w:rsid w:val="00562233"/>
    <w:rsid w:val="00562C89"/>
    <w:rsid w:val="00563D50"/>
    <w:rsid w:val="00564F2C"/>
    <w:rsid w:val="00566844"/>
    <w:rsid w:val="005710FB"/>
    <w:rsid w:val="00571F6B"/>
    <w:rsid w:val="00574C09"/>
    <w:rsid w:val="00576F62"/>
    <w:rsid w:val="00577A40"/>
    <w:rsid w:val="0058237F"/>
    <w:rsid w:val="005830EC"/>
    <w:rsid w:val="00583384"/>
    <w:rsid w:val="00584FA1"/>
    <w:rsid w:val="005855D3"/>
    <w:rsid w:val="00585D9C"/>
    <w:rsid w:val="00586793"/>
    <w:rsid w:val="00587B0B"/>
    <w:rsid w:val="00587B33"/>
    <w:rsid w:val="005911E6"/>
    <w:rsid w:val="00591883"/>
    <w:rsid w:val="005934D6"/>
    <w:rsid w:val="00594F80"/>
    <w:rsid w:val="005966BA"/>
    <w:rsid w:val="00596C03"/>
    <w:rsid w:val="00597E5E"/>
    <w:rsid w:val="005A0783"/>
    <w:rsid w:val="005A14A1"/>
    <w:rsid w:val="005A2EDE"/>
    <w:rsid w:val="005A4CA9"/>
    <w:rsid w:val="005A5191"/>
    <w:rsid w:val="005A54A3"/>
    <w:rsid w:val="005A5CE3"/>
    <w:rsid w:val="005A6D3E"/>
    <w:rsid w:val="005A75B4"/>
    <w:rsid w:val="005A7C50"/>
    <w:rsid w:val="005A7C83"/>
    <w:rsid w:val="005B0870"/>
    <w:rsid w:val="005B25C9"/>
    <w:rsid w:val="005B2C2F"/>
    <w:rsid w:val="005B2FE0"/>
    <w:rsid w:val="005B378C"/>
    <w:rsid w:val="005B4449"/>
    <w:rsid w:val="005B50DE"/>
    <w:rsid w:val="005B5C84"/>
    <w:rsid w:val="005B66BA"/>
    <w:rsid w:val="005B7F4E"/>
    <w:rsid w:val="005C1354"/>
    <w:rsid w:val="005C18AC"/>
    <w:rsid w:val="005C18AD"/>
    <w:rsid w:val="005C56F5"/>
    <w:rsid w:val="005C5E1D"/>
    <w:rsid w:val="005C6293"/>
    <w:rsid w:val="005C6AF4"/>
    <w:rsid w:val="005C6B1E"/>
    <w:rsid w:val="005C6E70"/>
    <w:rsid w:val="005C733F"/>
    <w:rsid w:val="005C7980"/>
    <w:rsid w:val="005C7F11"/>
    <w:rsid w:val="005D0667"/>
    <w:rsid w:val="005D1269"/>
    <w:rsid w:val="005D32DB"/>
    <w:rsid w:val="005D58C8"/>
    <w:rsid w:val="005D5D7A"/>
    <w:rsid w:val="005D7EF8"/>
    <w:rsid w:val="005E02D3"/>
    <w:rsid w:val="005E38EC"/>
    <w:rsid w:val="005E499C"/>
    <w:rsid w:val="005E4F0E"/>
    <w:rsid w:val="005E540D"/>
    <w:rsid w:val="005E5847"/>
    <w:rsid w:val="005E5D35"/>
    <w:rsid w:val="005E641B"/>
    <w:rsid w:val="005F0F3B"/>
    <w:rsid w:val="005F1129"/>
    <w:rsid w:val="005F11C7"/>
    <w:rsid w:val="005F280F"/>
    <w:rsid w:val="005F2BA7"/>
    <w:rsid w:val="005F51D4"/>
    <w:rsid w:val="005F6504"/>
    <w:rsid w:val="005F6D1E"/>
    <w:rsid w:val="00600ADB"/>
    <w:rsid w:val="00600B9D"/>
    <w:rsid w:val="00600EE9"/>
    <w:rsid w:val="00601875"/>
    <w:rsid w:val="006022F1"/>
    <w:rsid w:val="006034B0"/>
    <w:rsid w:val="0060381A"/>
    <w:rsid w:val="00603EDF"/>
    <w:rsid w:val="00604F6A"/>
    <w:rsid w:val="0060537C"/>
    <w:rsid w:val="00605A2B"/>
    <w:rsid w:val="0060654B"/>
    <w:rsid w:val="00607322"/>
    <w:rsid w:val="00610D6C"/>
    <w:rsid w:val="006119B2"/>
    <w:rsid w:val="00612917"/>
    <w:rsid w:val="00612A11"/>
    <w:rsid w:val="00612E62"/>
    <w:rsid w:val="00613316"/>
    <w:rsid w:val="00614A44"/>
    <w:rsid w:val="00616204"/>
    <w:rsid w:val="00616C37"/>
    <w:rsid w:val="0061722C"/>
    <w:rsid w:val="0061746B"/>
    <w:rsid w:val="006177F4"/>
    <w:rsid w:val="00617F14"/>
    <w:rsid w:val="00620914"/>
    <w:rsid w:val="006218F9"/>
    <w:rsid w:val="00621964"/>
    <w:rsid w:val="00622D66"/>
    <w:rsid w:val="006235F3"/>
    <w:rsid w:val="006239CA"/>
    <w:rsid w:val="0062464D"/>
    <w:rsid w:val="00624B68"/>
    <w:rsid w:val="0062596E"/>
    <w:rsid w:val="0062625C"/>
    <w:rsid w:val="006273EF"/>
    <w:rsid w:val="0062793A"/>
    <w:rsid w:val="00627AFC"/>
    <w:rsid w:val="00630AA1"/>
    <w:rsid w:val="00632054"/>
    <w:rsid w:val="00633F67"/>
    <w:rsid w:val="0063402F"/>
    <w:rsid w:val="00634AE7"/>
    <w:rsid w:val="00634F14"/>
    <w:rsid w:val="00637DEB"/>
    <w:rsid w:val="006402D8"/>
    <w:rsid w:val="00641E30"/>
    <w:rsid w:val="00641FFA"/>
    <w:rsid w:val="00642573"/>
    <w:rsid w:val="006439F8"/>
    <w:rsid w:val="006442F0"/>
    <w:rsid w:val="006444E3"/>
    <w:rsid w:val="00644E0C"/>
    <w:rsid w:val="00645895"/>
    <w:rsid w:val="00645CB5"/>
    <w:rsid w:val="0064645C"/>
    <w:rsid w:val="0064765A"/>
    <w:rsid w:val="0065162D"/>
    <w:rsid w:val="00653476"/>
    <w:rsid w:val="006543FA"/>
    <w:rsid w:val="006575AC"/>
    <w:rsid w:val="0065760F"/>
    <w:rsid w:val="006604A0"/>
    <w:rsid w:val="0066171A"/>
    <w:rsid w:val="00662B13"/>
    <w:rsid w:val="00663ACB"/>
    <w:rsid w:val="00663B0C"/>
    <w:rsid w:val="00666034"/>
    <w:rsid w:val="00667678"/>
    <w:rsid w:val="00670D10"/>
    <w:rsid w:val="00671701"/>
    <w:rsid w:val="0067261F"/>
    <w:rsid w:val="0067337F"/>
    <w:rsid w:val="00673D1B"/>
    <w:rsid w:val="00674403"/>
    <w:rsid w:val="00674E11"/>
    <w:rsid w:val="006767BC"/>
    <w:rsid w:val="00676865"/>
    <w:rsid w:val="00676C9F"/>
    <w:rsid w:val="006812CE"/>
    <w:rsid w:val="006816AE"/>
    <w:rsid w:val="0068186C"/>
    <w:rsid w:val="00681BA7"/>
    <w:rsid w:val="0068234A"/>
    <w:rsid w:val="00682716"/>
    <w:rsid w:val="00683B28"/>
    <w:rsid w:val="00683C5F"/>
    <w:rsid w:val="00684431"/>
    <w:rsid w:val="006848C8"/>
    <w:rsid w:val="0068558A"/>
    <w:rsid w:val="00685B9E"/>
    <w:rsid w:val="00686832"/>
    <w:rsid w:val="00686B26"/>
    <w:rsid w:val="00687022"/>
    <w:rsid w:val="00692AD3"/>
    <w:rsid w:val="00692F1C"/>
    <w:rsid w:val="006937C2"/>
    <w:rsid w:val="00693E19"/>
    <w:rsid w:val="00694346"/>
    <w:rsid w:val="00695C20"/>
    <w:rsid w:val="00696AE6"/>
    <w:rsid w:val="006A0FAB"/>
    <w:rsid w:val="006A277A"/>
    <w:rsid w:val="006A332E"/>
    <w:rsid w:val="006A538C"/>
    <w:rsid w:val="006A59B2"/>
    <w:rsid w:val="006A5EA1"/>
    <w:rsid w:val="006A747F"/>
    <w:rsid w:val="006A75BA"/>
    <w:rsid w:val="006B2935"/>
    <w:rsid w:val="006C080F"/>
    <w:rsid w:val="006C0CB3"/>
    <w:rsid w:val="006C2786"/>
    <w:rsid w:val="006C34C8"/>
    <w:rsid w:val="006C7057"/>
    <w:rsid w:val="006C7D39"/>
    <w:rsid w:val="006D0030"/>
    <w:rsid w:val="006D10DB"/>
    <w:rsid w:val="006D1169"/>
    <w:rsid w:val="006D129A"/>
    <w:rsid w:val="006D28A5"/>
    <w:rsid w:val="006D444E"/>
    <w:rsid w:val="006D51D9"/>
    <w:rsid w:val="006D6F30"/>
    <w:rsid w:val="006D7D1E"/>
    <w:rsid w:val="006E00C0"/>
    <w:rsid w:val="006E0822"/>
    <w:rsid w:val="006E690C"/>
    <w:rsid w:val="006E6937"/>
    <w:rsid w:val="006E7D00"/>
    <w:rsid w:val="006F00CF"/>
    <w:rsid w:val="006F3EDD"/>
    <w:rsid w:val="006F4C1D"/>
    <w:rsid w:val="006F52FF"/>
    <w:rsid w:val="006F55FF"/>
    <w:rsid w:val="006F6C18"/>
    <w:rsid w:val="00700FD2"/>
    <w:rsid w:val="00702D40"/>
    <w:rsid w:val="0070365F"/>
    <w:rsid w:val="0070393C"/>
    <w:rsid w:val="00703AD4"/>
    <w:rsid w:val="007043B7"/>
    <w:rsid w:val="00705C25"/>
    <w:rsid w:val="007061E4"/>
    <w:rsid w:val="0070658E"/>
    <w:rsid w:val="007066EA"/>
    <w:rsid w:val="00706A6D"/>
    <w:rsid w:val="007072BE"/>
    <w:rsid w:val="00707FD8"/>
    <w:rsid w:val="0071052C"/>
    <w:rsid w:val="0071061F"/>
    <w:rsid w:val="00710CB9"/>
    <w:rsid w:val="007115D8"/>
    <w:rsid w:val="00711C8B"/>
    <w:rsid w:val="00712D2B"/>
    <w:rsid w:val="00714017"/>
    <w:rsid w:val="007156BF"/>
    <w:rsid w:val="007220B3"/>
    <w:rsid w:val="0072285C"/>
    <w:rsid w:val="00722D5E"/>
    <w:rsid w:val="00723446"/>
    <w:rsid w:val="00723626"/>
    <w:rsid w:val="00723D4D"/>
    <w:rsid w:val="007244C6"/>
    <w:rsid w:val="0072733E"/>
    <w:rsid w:val="007279CC"/>
    <w:rsid w:val="00731413"/>
    <w:rsid w:val="007317F4"/>
    <w:rsid w:val="00732A4B"/>
    <w:rsid w:val="0073404C"/>
    <w:rsid w:val="007347AE"/>
    <w:rsid w:val="007355C9"/>
    <w:rsid w:val="00735F4A"/>
    <w:rsid w:val="00736020"/>
    <w:rsid w:val="00740971"/>
    <w:rsid w:val="007432E1"/>
    <w:rsid w:val="00743559"/>
    <w:rsid w:val="00744433"/>
    <w:rsid w:val="007447BB"/>
    <w:rsid w:val="007452CB"/>
    <w:rsid w:val="00745333"/>
    <w:rsid w:val="00746444"/>
    <w:rsid w:val="007468D8"/>
    <w:rsid w:val="007505C8"/>
    <w:rsid w:val="00750DA1"/>
    <w:rsid w:val="007511F9"/>
    <w:rsid w:val="00751AFF"/>
    <w:rsid w:val="00751EFB"/>
    <w:rsid w:val="00752A4E"/>
    <w:rsid w:val="00752D5D"/>
    <w:rsid w:val="007541D9"/>
    <w:rsid w:val="00754243"/>
    <w:rsid w:val="00754B61"/>
    <w:rsid w:val="00754FCE"/>
    <w:rsid w:val="00756187"/>
    <w:rsid w:val="00756D9B"/>
    <w:rsid w:val="00761073"/>
    <w:rsid w:val="00762B6F"/>
    <w:rsid w:val="0076395A"/>
    <w:rsid w:val="00763E2C"/>
    <w:rsid w:val="00765A10"/>
    <w:rsid w:val="00765E87"/>
    <w:rsid w:val="00766931"/>
    <w:rsid w:val="007679F4"/>
    <w:rsid w:val="007701D8"/>
    <w:rsid w:val="007707B1"/>
    <w:rsid w:val="00770A7F"/>
    <w:rsid w:val="007728B3"/>
    <w:rsid w:val="00772C27"/>
    <w:rsid w:val="00775B3F"/>
    <w:rsid w:val="00776028"/>
    <w:rsid w:val="00777E5E"/>
    <w:rsid w:val="00777EE0"/>
    <w:rsid w:val="00781A9E"/>
    <w:rsid w:val="00781C2A"/>
    <w:rsid w:val="00782014"/>
    <w:rsid w:val="00782EAA"/>
    <w:rsid w:val="007840B8"/>
    <w:rsid w:val="00784479"/>
    <w:rsid w:val="0078455B"/>
    <w:rsid w:val="0078635A"/>
    <w:rsid w:val="00787B07"/>
    <w:rsid w:val="00790613"/>
    <w:rsid w:val="00791307"/>
    <w:rsid w:val="00792A05"/>
    <w:rsid w:val="0079405F"/>
    <w:rsid w:val="00794451"/>
    <w:rsid w:val="00794BE3"/>
    <w:rsid w:val="007953D1"/>
    <w:rsid w:val="00795B5D"/>
    <w:rsid w:val="00796118"/>
    <w:rsid w:val="007969F0"/>
    <w:rsid w:val="00797642"/>
    <w:rsid w:val="00797F0F"/>
    <w:rsid w:val="007A04A0"/>
    <w:rsid w:val="007A31CF"/>
    <w:rsid w:val="007A3D17"/>
    <w:rsid w:val="007A3FFC"/>
    <w:rsid w:val="007A449F"/>
    <w:rsid w:val="007A4533"/>
    <w:rsid w:val="007A49B6"/>
    <w:rsid w:val="007A4C02"/>
    <w:rsid w:val="007A580D"/>
    <w:rsid w:val="007A5A5B"/>
    <w:rsid w:val="007A7FB5"/>
    <w:rsid w:val="007B060D"/>
    <w:rsid w:val="007B116E"/>
    <w:rsid w:val="007B1A6C"/>
    <w:rsid w:val="007B1BAC"/>
    <w:rsid w:val="007B1F1A"/>
    <w:rsid w:val="007B32CA"/>
    <w:rsid w:val="007B5392"/>
    <w:rsid w:val="007B57D5"/>
    <w:rsid w:val="007B6B26"/>
    <w:rsid w:val="007C0AED"/>
    <w:rsid w:val="007C123A"/>
    <w:rsid w:val="007C1669"/>
    <w:rsid w:val="007C2600"/>
    <w:rsid w:val="007C388C"/>
    <w:rsid w:val="007C4D47"/>
    <w:rsid w:val="007C52BF"/>
    <w:rsid w:val="007C5A7D"/>
    <w:rsid w:val="007C71C0"/>
    <w:rsid w:val="007D01FF"/>
    <w:rsid w:val="007D0279"/>
    <w:rsid w:val="007D145E"/>
    <w:rsid w:val="007D1EC8"/>
    <w:rsid w:val="007D39E8"/>
    <w:rsid w:val="007D49E5"/>
    <w:rsid w:val="007D53FC"/>
    <w:rsid w:val="007D67C6"/>
    <w:rsid w:val="007D73EF"/>
    <w:rsid w:val="007D7807"/>
    <w:rsid w:val="007E10EB"/>
    <w:rsid w:val="007E1FBF"/>
    <w:rsid w:val="007E277A"/>
    <w:rsid w:val="007E2C26"/>
    <w:rsid w:val="007E2E58"/>
    <w:rsid w:val="007E4000"/>
    <w:rsid w:val="007E424C"/>
    <w:rsid w:val="007E4695"/>
    <w:rsid w:val="007E53DA"/>
    <w:rsid w:val="007E5685"/>
    <w:rsid w:val="007F022B"/>
    <w:rsid w:val="007F02CC"/>
    <w:rsid w:val="007F131C"/>
    <w:rsid w:val="007F1E78"/>
    <w:rsid w:val="007F1E87"/>
    <w:rsid w:val="007F409A"/>
    <w:rsid w:val="007F55DE"/>
    <w:rsid w:val="007F6DC8"/>
    <w:rsid w:val="008033DF"/>
    <w:rsid w:val="0080407A"/>
    <w:rsid w:val="0080410E"/>
    <w:rsid w:val="0081037A"/>
    <w:rsid w:val="0081478A"/>
    <w:rsid w:val="00814DDA"/>
    <w:rsid w:val="00814E1A"/>
    <w:rsid w:val="0081683F"/>
    <w:rsid w:val="00817497"/>
    <w:rsid w:val="00820547"/>
    <w:rsid w:val="00820E08"/>
    <w:rsid w:val="00821A9B"/>
    <w:rsid w:val="008238D0"/>
    <w:rsid w:val="00823F4F"/>
    <w:rsid w:val="00824DE7"/>
    <w:rsid w:val="0082514F"/>
    <w:rsid w:val="008256A2"/>
    <w:rsid w:val="00825892"/>
    <w:rsid w:val="00827837"/>
    <w:rsid w:val="008279DF"/>
    <w:rsid w:val="0083146D"/>
    <w:rsid w:val="00832D55"/>
    <w:rsid w:val="0083633E"/>
    <w:rsid w:val="00836AFB"/>
    <w:rsid w:val="00836C64"/>
    <w:rsid w:val="0083760F"/>
    <w:rsid w:val="008403FE"/>
    <w:rsid w:val="0084263F"/>
    <w:rsid w:val="00845837"/>
    <w:rsid w:val="008468D0"/>
    <w:rsid w:val="008470C1"/>
    <w:rsid w:val="00847B03"/>
    <w:rsid w:val="00850704"/>
    <w:rsid w:val="0085098A"/>
    <w:rsid w:val="00851C92"/>
    <w:rsid w:val="0085598F"/>
    <w:rsid w:val="008563E1"/>
    <w:rsid w:val="00856440"/>
    <w:rsid w:val="00856701"/>
    <w:rsid w:val="008579F3"/>
    <w:rsid w:val="00857A34"/>
    <w:rsid w:val="00857C36"/>
    <w:rsid w:val="0086149F"/>
    <w:rsid w:val="00863711"/>
    <w:rsid w:val="00865D8B"/>
    <w:rsid w:val="0086626C"/>
    <w:rsid w:val="00866960"/>
    <w:rsid w:val="008675BB"/>
    <w:rsid w:val="00870273"/>
    <w:rsid w:val="008704DD"/>
    <w:rsid w:val="00871900"/>
    <w:rsid w:val="00871D1D"/>
    <w:rsid w:val="0087588F"/>
    <w:rsid w:val="00875CB7"/>
    <w:rsid w:val="00875ED8"/>
    <w:rsid w:val="00877747"/>
    <w:rsid w:val="00880DFD"/>
    <w:rsid w:val="008819FC"/>
    <w:rsid w:val="00881CC3"/>
    <w:rsid w:val="00881EC0"/>
    <w:rsid w:val="008827BC"/>
    <w:rsid w:val="00882B60"/>
    <w:rsid w:val="00884F61"/>
    <w:rsid w:val="00886472"/>
    <w:rsid w:val="00891511"/>
    <w:rsid w:val="0089340E"/>
    <w:rsid w:val="00893A90"/>
    <w:rsid w:val="00893D5A"/>
    <w:rsid w:val="00893F4F"/>
    <w:rsid w:val="00895FD3"/>
    <w:rsid w:val="00896E61"/>
    <w:rsid w:val="00897A63"/>
    <w:rsid w:val="00897D76"/>
    <w:rsid w:val="008A095D"/>
    <w:rsid w:val="008A1C90"/>
    <w:rsid w:val="008A2452"/>
    <w:rsid w:val="008A2915"/>
    <w:rsid w:val="008A2D3F"/>
    <w:rsid w:val="008A5B74"/>
    <w:rsid w:val="008B1050"/>
    <w:rsid w:val="008B1A88"/>
    <w:rsid w:val="008B21B6"/>
    <w:rsid w:val="008B2566"/>
    <w:rsid w:val="008B3E59"/>
    <w:rsid w:val="008B50C2"/>
    <w:rsid w:val="008B644B"/>
    <w:rsid w:val="008B7315"/>
    <w:rsid w:val="008B7325"/>
    <w:rsid w:val="008B73FC"/>
    <w:rsid w:val="008C0790"/>
    <w:rsid w:val="008C0C1A"/>
    <w:rsid w:val="008C0CDE"/>
    <w:rsid w:val="008C1334"/>
    <w:rsid w:val="008C1968"/>
    <w:rsid w:val="008C1ABA"/>
    <w:rsid w:val="008C1AD0"/>
    <w:rsid w:val="008C2A66"/>
    <w:rsid w:val="008C3B7F"/>
    <w:rsid w:val="008C4A07"/>
    <w:rsid w:val="008C5B55"/>
    <w:rsid w:val="008C763D"/>
    <w:rsid w:val="008C78C5"/>
    <w:rsid w:val="008C7996"/>
    <w:rsid w:val="008D0FA3"/>
    <w:rsid w:val="008D13F1"/>
    <w:rsid w:val="008D33C6"/>
    <w:rsid w:val="008D3A9C"/>
    <w:rsid w:val="008D41D5"/>
    <w:rsid w:val="008D4771"/>
    <w:rsid w:val="008D5AB4"/>
    <w:rsid w:val="008D5C23"/>
    <w:rsid w:val="008D7854"/>
    <w:rsid w:val="008D7E7B"/>
    <w:rsid w:val="008E1EB2"/>
    <w:rsid w:val="008E3515"/>
    <w:rsid w:val="008E3AA4"/>
    <w:rsid w:val="008E3C68"/>
    <w:rsid w:val="008E40F9"/>
    <w:rsid w:val="008E4C7B"/>
    <w:rsid w:val="008E4ED8"/>
    <w:rsid w:val="008E6594"/>
    <w:rsid w:val="008E7306"/>
    <w:rsid w:val="008F06A7"/>
    <w:rsid w:val="008F1C96"/>
    <w:rsid w:val="008F29CC"/>
    <w:rsid w:val="008F38CC"/>
    <w:rsid w:val="008F4F0D"/>
    <w:rsid w:val="008F507B"/>
    <w:rsid w:val="008F58C0"/>
    <w:rsid w:val="008F591C"/>
    <w:rsid w:val="008F6A76"/>
    <w:rsid w:val="0090077B"/>
    <w:rsid w:val="00901E9F"/>
    <w:rsid w:val="009026C5"/>
    <w:rsid w:val="0090283F"/>
    <w:rsid w:val="00902E18"/>
    <w:rsid w:val="0090326E"/>
    <w:rsid w:val="009039DE"/>
    <w:rsid w:val="00903A7C"/>
    <w:rsid w:val="00904C94"/>
    <w:rsid w:val="0090651E"/>
    <w:rsid w:val="00906571"/>
    <w:rsid w:val="00906652"/>
    <w:rsid w:val="009072AB"/>
    <w:rsid w:val="0091011A"/>
    <w:rsid w:val="00911847"/>
    <w:rsid w:val="00911C67"/>
    <w:rsid w:val="00911EFD"/>
    <w:rsid w:val="00912B66"/>
    <w:rsid w:val="00915344"/>
    <w:rsid w:val="009154FE"/>
    <w:rsid w:val="00915927"/>
    <w:rsid w:val="00915AC5"/>
    <w:rsid w:val="0091779A"/>
    <w:rsid w:val="00917934"/>
    <w:rsid w:val="00920232"/>
    <w:rsid w:val="00921A4E"/>
    <w:rsid w:val="00922598"/>
    <w:rsid w:val="00922CEA"/>
    <w:rsid w:val="009242A2"/>
    <w:rsid w:val="009252DA"/>
    <w:rsid w:val="009262A3"/>
    <w:rsid w:val="00932F89"/>
    <w:rsid w:val="00933F3A"/>
    <w:rsid w:val="00934EED"/>
    <w:rsid w:val="00935135"/>
    <w:rsid w:val="00935A28"/>
    <w:rsid w:val="0093770F"/>
    <w:rsid w:val="00940901"/>
    <w:rsid w:val="00943D70"/>
    <w:rsid w:val="00944F9A"/>
    <w:rsid w:val="0094684D"/>
    <w:rsid w:val="00950517"/>
    <w:rsid w:val="00954629"/>
    <w:rsid w:val="00955270"/>
    <w:rsid w:val="00956480"/>
    <w:rsid w:val="00956586"/>
    <w:rsid w:val="009565F5"/>
    <w:rsid w:val="00956C25"/>
    <w:rsid w:val="00957F7D"/>
    <w:rsid w:val="0096019A"/>
    <w:rsid w:val="00960FA4"/>
    <w:rsid w:val="009618EA"/>
    <w:rsid w:val="00961AC8"/>
    <w:rsid w:val="00963DB5"/>
    <w:rsid w:val="0096473F"/>
    <w:rsid w:val="009669BB"/>
    <w:rsid w:val="00971663"/>
    <w:rsid w:val="00972955"/>
    <w:rsid w:val="0097331F"/>
    <w:rsid w:val="00973EA5"/>
    <w:rsid w:val="00975440"/>
    <w:rsid w:val="0097623A"/>
    <w:rsid w:val="00976B87"/>
    <w:rsid w:val="00980A6C"/>
    <w:rsid w:val="00980DC6"/>
    <w:rsid w:val="00981282"/>
    <w:rsid w:val="009815ED"/>
    <w:rsid w:val="009816E9"/>
    <w:rsid w:val="00981E44"/>
    <w:rsid w:val="00984A11"/>
    <w:rsid w:val="00986813"/>
    <w:rsid w:val="00986E0D"/>
    <w:rsid w:val="009870CF"/>
    <w:rsid w:val="0099028C"/>
    <w:rsid w:val="009905C2"/>
    <w:rsid w:val="00991780"/>
    <w:rsid w:val="00994ADF"/>
    <w:rsid w:val="009955CC"/>
    <w:rsid w:val="00996488"/>
    <w:rsid w:val="009A1DA0"/>
    <w:rsid w:val="009A3564"/>
    <w:rsid w:val="009A7801"/>
    <w:rsid w:val="009B015F"/>
    <w:rsid w:val="009B1A8A"/>
    <w:rsid w:val="009B1E37"/>
    <w:rsid w:val="009B303E"/>
    <w:rsid w:val="009B45CA"/>
    <w:rsid w:val="009B47B2"/>
    <w:rsid w:val="009B6B4A"/>
    <w:rsid w:val="009B789B"/>
    <w:rsid w:val="009B78CA"/>
    <w:rsid w:val="009C04AA"/>
    <w:rsid w:val="009C2168"/>
    <w:rsid w:val="009C24DB"/>
    <w:rsid w:val="009C2FDC"/>
    <w:rsid w:val="009C35E7"/>
    <w:rsid w:val="009C36FC"/>
    <w:rsid w:val="009C3B47"/>
    <w:rsid w:val="009C4D47"/>
    <w:rsid w:val="009C516D"/>
    <w:rsid w:val="009C550A"/>
    <w:rsid w:val="009C67C0"/>
    <w:rsid w:val="009C7977"/>
    <w:rsid w:val="009C7DFB"/>
    <w:rsid w:val="009D2385"/>
    <w:rsid w:val="009D31E4"/>
    <w:rsid w:val="009D33FE"/>
    <w:rsid w:val="009D420D"/>
    <w:rsid w:val="009D4A1F"/>
    <w:rsid w:val="009D5A85"/>
    <w:rsid w:val="009E49F8"/>
    <w:rsid w:val="009E514C"/>
    <w:rsid w:val="009E5CB1"/>
    <w:rsid w:val="009E6E3C"/>
    <w:rsid w:val="009F00B8"/>
    <w:rsid w:val="009F1154"/>
    <w:rsid w:val="009F1BFC"/>
    <w:rsid w:val="009F1DC7"/>
    <w:rsid w:val="009F3118"/>
    <w:rsid w:val="009F43BA"/>
    <w:rsid w:val="009F448E"/>
    <w:rsid w:val="009F4899"/>
    <w:rsid w:val="009F53B7"/>
    <w:rsid w:val="009F598B"/>
    <w:rsid w:val="009F5B35"/>
    <w:rsid w:val="009F5D3B"/>
    <w:rsid w:val="009F5E85"/>
    <w:rsid w:val="009F68CB"/>
    <w:rsid w:val="00A02BB4"/>
    <w:rsid w:val="00A04B49"/>
    <w:rsid w:val="00A04C44"/>
    <w:rsid w:val="00A05272"/>
    <w:rsid w:val="00A05C07"/>
    <w:rsid w:val="00A06C91"/>
    <w:rsid w:val="00A07ADA"/>
    <w:rsid w:val="00A10868"/>
    <w:rsid w:val="00A10F24"/>
    <w:rsid w:val="00A1165F"/>
    <w:rsid w:val="00A13CD1"/>
    <w:rsid w:val="00A15321"/>
    <w:rsid w:val="00A15622"/>
    <w:rsid w:val="00A15E73"/>
    <w:rsid w:val="00A206CC"/>
    <w:rsid w:val="00A21783"/>
    <w:rsid w:val="00A21899"/>
    <w:rsid w:val="00A21A14"/>
    <w:rsid w:val="00A2216F"/>
    <w:rsid w:val="00A224DA"/>
    <w:rsid w:val="00A228B0"/>
    <w:rsid w:val="00A238CC"/>
    <w:rsid w:val="00A23B78"/>
    <w:rsid w:val="00A23B82"/>
    <w:rsid w:val="00A24E3A"/>
    <w:rsid w:val="00A25781"/>
    <w:rsid w:val="00A2713A"/>
    <w:rsid w:val="00A32B31"/>
    <w:rsid w:val="00A32D6F"/>
    <w:rsid w:val="00A34C26"/>
    <w:rsid w:val="00A3672C"/>
    <w:rsid w:val="00A43B4F"/>
    <w:rsid w:val="00A43C00"/>
    <w:rsid w:val="00A44077"/>
    <w:rsid w:val="00A44195"/>
    <w:rsid w:val="00A45C8A"/>
    <w:rsid w:val="00A46810"/>
    <w:rsid w:val="00A47102"/>
    <w:rsid w:val="00A52326"/>
    <w:rsid w:val="00A54952"/>
    <w:rsid w:val="00A55C7C"/>
    <w:rsid w:val="00A56E90"/>
    <w:rsid w:val="00A57137"/>
    <w:rsid w:val="00A576C0"/>
    <w:rsid w:val="00A60158"/>
    <w:rsid w:val="00A60B65"/>
    <w:rsid w:val="00A63364"/>
    <w:rsid w:val="00A6456B"/>
    <w:rsid w:val="00A650A9"/>
    <w:rsid w:val="00A65165"/>
    <w:rsid w:val="00A655E3"/>
    <w:rsid w:val="00A6572A"/>
    <w:rsid w:val="00A663D0"/>
    <w:rsid w:val="00A70091"/>
    <w:rsid w:val="00A71CA3"/>
    <w:rsid w:val="00A7275E"/>
    <w:rsid w:val="00A73594"/>
    <w:rsid w:val="00A7436E"/>
    <w:rsid w:val="00A74B26"/>
    <w:rsid w:val="00A74D29"/>
    <w:rsid w:val="00A74D43"/>
    <w:rsid w:val="00A75125"/>
    <w:rsid w:val="00A75409"/>
    <w:rsid w:val="00A81909"/>
    <w:rsid w:val="00A81EAE"/>
    <w:rsid w:val="00A82760"/>
    <w:rsid w:val="00A828FC"/>
    <w:rsid w:val="00A84D90"/>
    <w:rsid w:val="00A850CF"/>
    <w:rsid w:val="00A8544D"/>
    <w:rsid w:val="00A8547F"/>
    <w:rsid w:val="00A86320"/>
    <w:rsid w:val="00A8778D"/>
    <w:rsid w:val="00A90462"/>
    <w:rsid w:val="00A90703"/>
    <w:rsid w:val="00A920FC"/>
    <w:rsid w:val="00A92B73"/>
    <w:rsid w:val="00A93A64"/>
    <w:rsid w:val="00A95622"/>
    <w:rsid w:val="00A96B35"/>
    <w:rsid w:val="00AA06BE"/>
    <w:rsid w:val="00AA0E15"/>
    <w:rsid w:val="00AA1D35"/>
    <w:rsid w:val="00AA216C"/>
    <w:rsid w:val="00AA32BF"/>
    <w:rsid w:val="00AA369A"/>
    <w:rsid w:val="00AA3A91"/>
    <w:rsid w:val="00AA56E7"/>
    <w:rsid w:val="00AA6F51"/>
    <w:rsid w:val="00AB15B6"/>
    <w:rsid w:val="00AB1676"/>
    <w:rsid w:val="00AB23A1"/>
    <w:rsid w:val="00AB2822"/>
    <w:rsid w:val="00AB3A4C"/>
    <w:rsid w:val="00AB42BD"/>
    <w:rsid w:val="00AB4534"/>
    <w:rsid w:val="00AB7FEF"/>
    <w:rsid w:val="00AC028A"/>
    <w:rsid w:val="00AC2923"/>
    <w:rsid w:val="00AC32C0"/>
    <w:rsid w:val="00AC433A"/>
    <w:rsid w:val="00AC5493"/>
    <w:rsid w:val="00AC5561"/>
    <w:rsid w:val="00AC69FB"/>
    <w:rsid w:val="00AC6E95"/>
    <w:rsid w:val="00AD2EEC"/>
    <w:rsid w:val="00AD3B3B"/>
    <w:rsid w:val="00AD56D6"/>
    <w:rsid w:val="00AD63D9"/>
    <w:rsid w:val="00AD64ED"/>
    <w:rsid w:val="00AD7726"/>
    <w:rsid w:val="00AD774F"/>
    <w:rsid w:val="00AD7B85"/>
    <w:rsid w:val="00AE1FAA"/>
    <w:rsid w:val="00AE223E"/>
    <w:rsid w:val="00AE2B4D"/>
    <w:rsid w:val="00AE2F28"/>
    <w:rsid w:val="00AE4261"/>
    <w:rsid w:val="00AE43AC"/>
    <w:rsid w:val="00AE5DAB"/>
    <w:rsid w:val="00AE6391"/>
    <w:rsid w:val="00AE6BA2"/>
    <w:rsid w:val="00AE6C8C"/>
    <w:rsid w:val="00AF0241"/>
    <w:rsid w:val="00AF073C"/>
    <w:rsid w:val="00AF1060"/>
    <w:rsid w:val="00AF18F5"/>
    <w:rsid w:val="00AF1D3D"/>
    <w:rsid w:val="00AF1F75"/>
    <w:rsid w:val="00AF227D"/>
    <w:rsid w:val="00AF3B1D"/>
    <w:rsid w:val="00AF4C6A"/>
    <w:rsid w:val="00AF51EF"/>
    <w:rsid w:val="00AF629C"/>
    <w:rsid w:val="00B00735"/>
    <w:rsid w:val="00B00A2D"/>
    <w:rsid w:val="00B01831"/>
    <w:rsid w:val="00B020A4"/>
    <w:rsid w:val="00B0319C"/>
    <w:rsid w:val="00B0358D"/>
    <w:rsid w:val="00B03A2A"/>
    <w:rsid w:val="00B05CDA"/>
    <w:rsid w:val="00B07F99"/>
    <w:rsid w:val="00B10466"/>
    <w:rsid w:val="00B10685"/>
    <w:rsid w:val="00B11BE8"/>
    <w:rsid w:val="00B12BF4"/>
    <w:rsid w:val="00B12C79"/>
    <w:rsid w:val="00B14EF5"/>
    <w:rsid w:val="00B16484"/>
    <w:rsid w:val="00B16869"/>
    <w:rsid w:val="00B1742E"/>
    <w:rsid w:val="00B17595"/>
    <w:rsid w:val="00B17D17"/>
    <w:rsid w:val="00B17F6A"/>
    <w:rsid w:val="00B204A8"/>
    <w:rsid w:val="00B205E1"/>
    <w:rsid w:val="00B20A20"/>
    <w:rsid w:val="00B21006"/>
    <w:rsid w:val="00B21307"/>
    <w:rsid w:val="00B2621F"/>
    <w:rsid w:val="00B26C6D"/>
    <w:rsid w:val="00B27F95"/>
    <w:rsid w:val="00B302C4"/>
    <w:rsid w:val="00B33143"/>
    <w:rsid w:val="00B33832"/>
    <w:rsid w:val="00B34120"/>
    <w:rsid w:val="00B34682"/>
    <w:rsid w:val="00B35F1C"/>
    <w:rsid w:val="00B3665F"/>
    <w:rsid w:val="00B36A85"/>
    <w:rsid w:val="00B411CA"/>
    <w:rsid w:val="00B41AFE"/>
    <w:rsid w:val="00B41BB5"/>
    <w:rsid w:val="00B4268A"/>
    <w:rsid w:val="00B434AA"/>
    <w:rsid w:val="00B46D6A"/>
    <w:rsid w:val="00B47E48"/>
    <w:rsid w:val="00B50B86"/>
    <w:rsid w:val="00B50F6A"/>
    <w:rsid w:val="00B51104"/>
    <w:rsid w:val="00B515ED"/>
    <w:rsid w:val="00B51B02"/>
    <w:rsid w:val="00B520EC"/>
    <w:rsid w:val="00B52C6E"/>
    <w:rsid w:val="00B52E95"/>
    <w:rsid w:val="00B53A1F"/>
    <w:rsid w:val="00B5471F"/>
    <w:rsid w:val="00B55919"/>
    <w:rsid w:val="00B55BF8"/>
    <w:rsid w:val="00B56697"/>
    <w:rsid w:val="00B566C1"/>
    <w:rsid w:val="00B61A30"/>
    <w:rsid w:val="00B620AB"/>
    <w:rsid w:val="00B62AE9"/>
    <w:rsid w:val="00B62C94"/>
    <w:rsid w:val="00B63D10"/>
    <w:rsid w:val="00B65693"/>
    <w:rsid w:val="00B70203"/>
    <w:rsid w:val="00B710A2"/>
    <w:rsid w:val="00B71807"/>
    <w:rsid w:val="00B7327C"/>
    <w:rsid w:val="00B7510B"/>
    <w:rsid w:val="00B76C3B"/>
    <w:rsid w:val="00B822B1"/>
    <w:rsid w:val="00B83C8E"/>
    <w:rsid w:val="00B84DAF"/>
    <w:rsid w:val="00B85BCD"/>
    <w:rsid w:val="00B87DA9"/>
    <w:rsid w:val="00B90646"/>
    <w:rsid w:val="00B91CFD"/>
    <w:rsid w:val="00B92706"/>
    <w:rsid w:val="00B92A50"/>
    <w:rsid w:val="00B9619A"/>
    <w:rsid w:val="00B9625A"/>
    <w:rsid w:val="00B9636D"/>
    <w:rsid w:val="00B97054"/>
    <w:rsid w:val="00BA1312"/>
    <w:rsid w:val="00BA14D3"/>
    <w:rsid w:val="00BA2D5B"/>
    <w:rsid w:val="00BA2ED9"/>
    <w:rsid w:val="00BA35F3"/>
    <w:rsid w:val="00BA4108"/>
    <w:rsid w:val="00BA4EEE"/>
    <w:rsid w:val="00BA605D"/>
    <w:rsid w:val="00BA6652"/>
    <w:rsid w:val="00BA67DA"/>
    <w:rsid w:val="00BA6BE0"/>
    <w:rsid w:val="00BA781E"/>
    <w:rsid w:val="00BA7B6D"/>
    <w:rsid w:val="00BB1980"/>
    <w:rsid w:val="00BB2813"/>
    <w:rsid w:val="00BB4DD9"/>
    <w:rsid w:val="00BB4EB6"/>
    <w:rsid w:val="00BB67A1"/>
    <w:rsid w:val="00BB6A98"/>
    <w:rsid w:val="00BB7348"/>
    <w:rsid w:val="00BC0CBE"/>
    <w:rsid w:val="00BC1FF9"/>
    <w:rsid w:val="00BC2052"/>
    <w:rsid w:val="00BC307F"/>
    <w:rsid w:val="00BC387D"/>
    <w:rsid w:val="00BC491D"/>
    <w:rsid w:val="00BC5C2A"/>
    <w:rsid w:val="00BD1089"/>
    <w:rsid w:val="00BD14ED"/>
    <w:rsid w:val="00BD1B76"/>
    <w:rsid w:val="00BD2D57"/>
    <w:rsid w:val="00BD4269"/>
    <w:rsid w:val="00BD50F9"/>
    <w:rsid w:val="00BD5891"/>
    <w:rsid w:val="00BD5D99"/>
    <w:rsid w:val="00BD6A7C"/>
    <w:rsid w:val="00BD6A8D"/>
    <w:rsid w:val="00BD7147"/>
    <w:rsid w:val="00BE034D"/>
    <w:rsid w:val="00BE05C4"/>
    <w:rsid w:val="00BE0C4E"/>
    <w:rsid w:val="00BE1ED4"/>
    <w:rsid w:val="00BE3A8A"/>
    <w:rsid w:val="00BE3DAA"/>
    <w:rsid w:val="00BE5580"/>
    <w:rsid w:val="00BE605A"/>
    <w:rsid w:val="00BE6754"/>
    <w:rsid w:val="00BE6FA9"/>
    <w:rsid w:val="00BE7C9F"/>
    <w:rsid w:val="00BF0768"/>
    <w:rsid w:val="00BF0B52"/>
    <w:rsid w:val="00BF202B"/>
    <w:rsid w:val="00BF5DF3"/>
    <w:rsid w:val="00BF6FC2"/>
    <w:rsid w:val="00BF7771"/>
    <w:rsid w:val="00C01BCD"/>
    <w:rsid w:val="00C02970"/>
    <w:rsid w:val="00C02AFD"/>
    <w:rsid w:val="00C03223"/>
    <w:rsid w:val="00C0424A"/>
    <w:rsid w:val="00C0590C"/>
    <w:rsid w:val="00C07B7E"/>
    <w:rsid w:val="00C1124F"/>
    <w:rsid w:val="00C12F09"/>
    <w:rsid w:val="00C13085"/>
    <w:rsid w:val="00C1688F"/>
    <w:rsid w:val="00C16A68"/>
    <w:rsid w:val="00C16EA1"/>
    <w:rsid w:val="00C175DC"/>
    <w:rsid w:val="00C1763A"/>
    <w:rsid w:val="00C23AAF"/>
    <w:rsid w:val="00C25E0F"/>
    <w:rsid w:val="00C26401"/>
    <w:rsid w:val="00C27CBB"/>
    <w:rsid w:val="00C27E01"/>
    <w:rsid w:val="00C32331"/>
    <w:rsid w:val="00C3286E"/>
    <w:rsid w:val="00C36201"/>
    <w:rsid w:val="00C36DA4"/>
    <w:rsid w:val="00C379A1"/>
    <w:rsid w:val="00C466D7"/>
    <w:rsid w:val="00C46BD8"/>
    <w:rsid w:val="00C46E63"/>
    <w:rsid w:val="00C4788A"/>
    <w:rsid w:val="00C47D72"/>
    <w:rsid w:val="00C52191"/>
    <w:rsid w:val="00C547FC"/>
    <w:rsid w:val="00C606D3"/>
    <w:rsid w:val="00C610C1"/>
    <w:rsid w:val="00C616AA"/>
    <w:rsid w:val="00C61862"/>
    <w:rsid w:val="00C64D1B"/>
    <w:rsid w:val="00C65BCB"/>
    <w:rsid w:val="00C718BD"/>
    <w:rsid w:val="00C722E5"/>
    <w:rsid w:val="00C73464"/>
    <w:rsid w:val="00C744FC"/>
    <w:rsid w:val="00C751D2"/>
    <w:rsid w:val="00C760A8"/>
    <w:rsid w:val="00C76219"/>
    <w:rsid w:val="00C764E2"/>
    <w:rsid w:val="00C76C17"/>
    <w:rsid w:val="00C77611"/>
    <w:rsid w:val="00C776A7"/>
    <w:rsid w:val="00C818D8"/>
    <w:rsid w:val="00C83D48"/>
    <w:rsid w:val="00C8437C"/>
    <w:rsid w:val="00C84450"/>
    <w:rsid w:val="00C850DF"/>
    <w:rsid w:val="00C860F6"/>
    <w:rsid w:val="00C87927"/>
    <w:rsid w:val="00C87A17"/>
    <w:rsid w:val="00C87A6D"/>
    <w:rsid w:val="00C901BD"/>
    <w:rsid w:val="00C90347"/>
    <w:rsid w:val="00C91DC8"/>
    <w:rsid w:val="00C920C2"/>
    <w:rsid w:val="00C921E9"/>
    <w:rsid w:val="00C92435"/>
    <w:rsid w:val="00C9275E"/>
    <w:rsid w:val="00C92929"/>
    <w:rsid w:val="00C93626"/>
    <w:rsid w:val="00C938B4"/>
    <w:rsid w:val="00C9744D"/>
    <w:rsid w:val="00C978E9"/>
    <w:rsid w:val="00CA1BFA"/>
    <w:rsid w:val="00CA41A4"/>
    <w:rsid w:val="00CA4359"/>
    <w:rsid w:val="00CA6021"/>
    <w:rsid w:val="00CA69F9"/>
    <w:rsid w:val="00CA705D"/>
    <w:rsid w:val="00CA7D19"/>
    <w:rsid w:val="00CB056C"/>
    <w:rsid w:val="00CB082D"/>
    <w:rsid w:val="00CB0A32"/>
    <w:rsid w:val="00CB1DC8"/>
    <w:rsid w:val="00CB2143"/>
    <w:rsid w:val="00CB219A"/>
    <w:rsid w:val="00CB3CD8"/>
    <w:rsid w:val="00CB505A"/>
    <w:rsid w:val="00CB5265"/>
    <w:rsid w:val="00CB53F1"/>
    <w:rsid w:val="00CB624A"/>
    <w:rsid w:val="00CB69DC"/>
    <w:rsid w:val="00CB7210"/>
    <w:rsid w:val="00CB7DB1"/>
    <w:rsid w:val="00CB7F32"/>
    <w:rsid w:val="00CC00C4"/>
    <w:rsid w:val="00CC02FD"/>
    <w:rsid w:val="00CC19EA"/>
    <w:rsid w:val="00CC1E20"/>
    <w:rsid w:val="00CC309E"/>
    <w:rsid w:val="00CC3525"/>
    <w:rsid w:val="00CC404C"/>
    <w:rsid w:val="00CC431E"/>
    <w:rsid w:val="00CC4874"/>
    <w:rsid w:val="00CC490D"/>
    <w:rsid w:val="00CC5579"/>
    <w:rsid w:val="00CC7B3D"/>
    <w:rsid w:val="00CC7CF0"/>
    <w:rsid w:val="00CD03BC"/>
    <w:rsid w:val="00CD0CEC"/>
    <w:rsid w:val="00CD1681"/>
    <w:rsid w:val="00CD1F9E"/>
    <w:rsid w:val="00CD258B"/>
    <w:rsid w:val="00CD2D37"/>
    <w:rsid w:val="00CD3697"/>
    <w:rsid w:val="00CD5A10"/>
    <w:rsid w:val="00CD6D98"/>
    <w:rsid w:val="00CD737E"/>
    <w:rsid w:val="00CE3762"/>
    <w:rsid w:val="00CE6ADE"/>
    <w:rsid w:val="00CE7CAC"/>
    <w:rsid w:val="00CF0D3E"/>
    <w:rsid w:val="00CF1697"/>
    <w:rsid w:val="00CF33F0"/>
    <w:rsid w:val="00CF34B6"/>
    <w:rsid w:val="00CF34FE"/>
    <w:rsid w:val="00CF4916"/>
    <w:rsid w:val="00CF4AA1"/>
    <w:rsid w:val="00CF4C79"/>
    <w:rsid w:val="00CF4D48"/>
    <w:rsid w:val="00CF4D59"/>
    <w:rsid w:val="00CF70C5"/>
    <w:rsid w:val="00D00DD2"/>
    <w:rsid w:val="00D01342"/>
    <w:rsid w:val="00D01446"/>
    <w:rsid w:val="00D02FED"/>
    <w:rsid w:val="00D03E03"/>
    <w:rsid w:val="00D055A2"/>
    <w:rsid w:val="00D0647E"/>
    <w:rsid w:val="00D0732F"/>
    <w:rsid w:val="00D07A67"/>
    <w:rsid w:val="00D07A94"/>
    <w:rsid w:val="00D07D34"/>
    <w:rsid w:val="00D122E3"/>
    <w:rsid w:val="00D12C4D"/>
    <w:rsid w:val="00D14B2C"/>
    <w:rsid w:val="00D1603E"/>
    <w:rsid w:val="00D160E7"/>
    <w:rsid w:val="00D162E9"/>
    <w:rsid w:val="00D16552"/>
    <w:rsid w:val="00D1693C"/>
    <w:rsid w:val="00D1717E"/>
    <w:rsid w:val="00D20A45"/>
    <w:rsid w:val="00D215AE"/>
    <w:rsid w:val="00D22E68"/>
    <w:rsid w:val="00D23805"/>
    <w:rsid w:val="00D253B6"/>
    <w:rsid w:val="00D25850"/>
    <w:rsid w:val="00D2792A"/>
    <w:rsid w:val="00D30E88"/>
    <w:rsid w:val="00D3239A"/>
    <w:rsid w:val="00D335D7"/>
    <w:rsid w:val="00D35313"/>
    <w:rsid w:val="00D357B7"/>
    <w:rsid w:val="00D40439"/>
    <w:rsid w:val="00D4178D"/>
    <w:rsid w:val="00D41C3E"/>
    <w:rsid w:val="00D426A0"/>
    <w:rsid w:val="00D42A56"/>
    <w:rsid w:val="00D42AE8"/>
    <w:rsid w:val="00D4487A"/>
    <w:rsid w:val="00D45853"/>
    <w:rsid w:val="00D50966"/>
    <w:rsid w:val="00D52CB1"/>
    <w:rsid w:val="00D52D22"/>
    <w:rsid w:val="00D56D0F"/>
    <w:rsid w:val="00D604C0"/>
    <w:rsid w:val="00D62354"/>
    <w:rsid w:val="00D62B4A"/>
    <w:rsid w:val="00D62E4A"/>
    <w:rsid w:val="00D63E1A"/>
    <w:rsid w:val="00D6429E"/>
    <w:rsid w:val="00D6548B"/>
    <w:rsid w:val="00D663E3"/>
    <w:rsid w:val="00D667F3"/>
    <w:rsid w:val="00D67195"/>
    <w:rsid w:val="00D679FA"/>
    <w:rsid w:val="00D71AB1"/>
    <w:rsid w:val="00D727DF"/>
    <w:rsid w:val="00D72ED2"/>
    <w:rsid w:val="00D7364D"/>
    <w:rsid w:val="00D73972"/>
    <w:rsid w:val="00D73D19"/>
    <w:rsid w:val="00D74249"/>
    <w:rsid w:val="00D756E7"/>
    <w:rsid w:val="00D7626F"/>
    <w:rsid w:val="00D763F1"/>
    <w:rsid w:val="00D76B23"/>
    <w:rsid w:val="00D76FD0"/>
    <w:rsid w:val="00D806FC"/>
    <w:rsid w:val="00D808A9"/>
    <w:rsid w:val="00D80A56"/>
    <w:rsid w:val="00D80C1A"/>
    <w:rsid w:val="00D80F4D"/>
    <w:rsid w:val="00D812C8"/>
    <w:rsid w:val="00D816C2"/>
    <w:rsid w:val="00D831A8"/>
    <w:rsid w:val="00D83F74"/>
    <w:rsid w:val="00D84924"/>
    <w:rsid w:val="00D84DF6"/>
    <w:rsid w:val="00D8515B"/>
    <w:rsid w:val="00D87D28"/>
    <w:rsid w:val="00D91EC6"/>
    <w:rsid w:val="00D9297E"/>
    <w:rsid w:val="00D92A6C"/>
    <w:rsid w:val="00D932C3"/>
    <w:rsid w:val="00D93421"/>
    <w:rsid w:val="00D94784"/>
    <w:rsid w:val="00D94A97"/>
    <w:rsid w:val="00D9563D"/>
    <w:rsid w:val="00D97B9E"/>
    <w:rsid w:val="00DA05F6"/>
    <w:rsid w:val="00DA0E57"/>
    <w:rsid w:val="00DA1E80"/>
    <w:rsid w:val="00DA1F54"/>
    <w:rsid w:val="00DA2358"/>
    <w:rsid w:val="00DA24BC"/>
    <w:rsid w:val="00DA37D4"/>
    <w:rsid w:val="00DA42CA"/>
    <w:rsid w:val="00DA4527"/>
    <w:rsid w:val="00DA64C3"/>
    <w:rsid w:val="00DA6B76"/>
    <w:rsid w:val="00DB0FDF"/>
    <w:rsid w:val="00DB24D7"/>
    <w:rsid w:val="00DB37DE"/>
    <w:rsid w:val="00DB4138"/>
    <w:rsid w:val="00DC080F"/>
    <w:rsid w:val="00DC2963"/>
    <w:rsid w:val="00DC4F68"/>
    <w:rsid w:val="00DC5921"/>
    <w:rsid w:val="00DC6154"/>
    <w:rsid w:val="00DC6C08"/>
    <w:rsid w:val="00DC6D97"/>
    <w:rsid w:val="00DC717C"/>
    <w:rsid w:val="00DD034C"/>
    <w:rsid w:val="00DD07CD"/>
    <w:rsid w:val="00DD0C5E"/>
    <w:rsid w:val="00DD1DC7"/>
    <w:rsid w:val="00DD1E2F"/>
    <w:rsid w:val="00DD2EE7"/>
    <w:rsid w:val="00DD4CD6"/>
    <w:rsid w:val="00DD6AD8"/>
    <w:rsid w:val="00DE0F3A"/>
    <w:rsid w:val="00DE10CD"/>
    <w:rsid w:val="00DE160A"/>
    <w:rsid w:val="00DE24AB"/>
    <w:rsid w:val="00DE37B0"/>
    <w:rsid w:val="00DE4644"/>
    <w:rsid w:val="00DE4831"/>
    <w:rsid w:val="00DE50D7"/>
    <w:rsid w:val="00DE515D"/>
    <w:rsid w:val="00DE54CB"/>
    <w:rsid w:val="00DE6B42"/>
    <w:rsid w:val="00DF01DA"/>
    <w:rsid w:val="00DF0B91"/>
    <w:rsid w:val="00DF129D"/>
    <w:rsid w:val="00DF2D4D"/>
    <w:rsid w:val="00DF4795"/>
    <w:rsid w:val="00DF4C7F"/>
    <w:rsid w:val="00DF5382"/>
    <w:rsid w:val="00DF651F"/>
    <w:rsid w:val="00DF72B9"/>
    <w:rsid w:val="00DF7454"/>
    <w:rsid w:val="00DF7AED"/>
    <w:rsid w:val="00DF7C15"/>
    <w:rsid w:val="00DF7F72"/>
    <w:rsid w:val="00E01C7D"/>
    <w:rsid w:val="00E01FB5"/>
    <w:rsid w:val="00E02A2E"/>
    <w:rsid w:val="00E033F8"/>
    <w:rsid w:val="00E0453F"/>
    <w:rsid w:val="00E0506E"/>
    <w:rsid w:val="00E05383"/>
    <w:rsid w:val="00E05895"/>
    <w:rsid w:val="00E0657B"/>
    <w:rsid w:val="00E06D3E"/>
    <w:rsid w:val="00E10B9E"/>
    <w:rsid w:val="00E112E8"/>
    <w:rsid w:val="00E11C2F"/>
    <w:rsid w:val="00E11F62"/>
    <w:rsid w:val="00E14699"/>
    <w:rsid w:val="00E148C2"/>
    <w:rsid w:val="00E14B52"/>
    <w:rsid w:val="00E164CF"/>
    <w:rsid w:val="00E174F2"/>
    <w:rsid w:val="00E2022A"/>
    <w:rsid w:val="00E2025A"/>
    <w:rsid w:val="00E20F2E"/>
    <w:rsid w:val="00E21B4B"/>
    <w:rsid w:val="00E21BEC"/>
    <w:rsid w:val="00E21FF4"/>
    <w:rsid w:val="00E229B6"/>
    <w:rsid w:val="00E23105"/>
    <w:rsid w:val="00E24E25"/>
    <w:rsid w:val="00E2615C"/>
    <w:rsid w:val="00E26E76"/>
    <w:rsid w:val="00E2741B"/>
    <w:rsid w:val="00E30D1F"/>
    <w:rsid w:val="00E3185A"/>
    <w:rsid w:val="00E34D7B"/>
    <w:rsid w:val="00E3517A"/>
    <w:rsid w:val="00E3563D"/>
    <w:rsid w:val="00E35BF1"/>
    <w:rsid w:val="00E36D51"/>
    <w:rsid w:val="00E3705B"/>
    <w:rsid w:val="00E40E66"/>
    <w:rsid w:val="00E41043"/>
    <w:rsid w:val="00E439AC"/>
    <w:rsid w:val="00E43AA7"/>
    <w:rsid w:val="00E44207"/>
    <w:rsid w:val="00E44E8A"/>
    <w:rsid w:val="00E468AB"/>
    <w:rsid w:val="00E501CA"/>
    <w:rsid w:val="00E5262D"/>
    <w:rsid w:val="00E53B30"/>
    <w:rsid w:val="00E55105"/>
    <w:rsid w:val="00E55AC3"/>
    <w:rsid w:val="00E56BA0"/>
    <w:rsid w:val="00E57F30"/>
    <w:rsid w:val="00E60CC4"/>
    <w:rsid w:val="00E6207E"/>
    <w:rsid w:val="00E623BB"/>
    <w:rsid w:val="00E63FBF"/>
    <w:rsid w:val="00E642B5"/>
    <w:rsid w:val="00E64BF7"/>
    <w:rsid w:val="00E6557F"/>
    <w:rsid w:val="00E66D2A"/>
    <w:rsid w:val="00E6711D"/>
    <w:rsid w:val="00E6760B"/>
    <w:rsid w:val="00E67674"/>
    <w:rsid w:val="00E70274"/>
    <w:rsid w:val="00E7040E"/>
    <w:rsid w:val="00E74384"/>
    <w:rsid w:val="00E74694"/>
    <w:rsid w:val="00E74FC2"/>
    <w:rsid w:val="00E763F4"/>
    <w:rsid w:val="00E76FA9"/>
    <w:rsid w:val="00E77B5D"/>
    <w:rsid w:val="00E823CF"/>
    <w:rsid w:val="00E825F5"/>
    <w:rsid w:val="00E82AE3"/>
    <w:rsid w:val="00E832B7"/>
    <w:rsid w:val="00E845BC"/>
    <w:rsid w:val="00E84937"/>
    <w:rsid w:val="00E85569"/>
    <w:rsid w:val="00E86724"/>
    <w:rsid w:val="00E87F4A"/>
    <w:rsid w:val="00E9056C"/>
    <w:rsid w:val="00E923A5"/>
    <w:rsid w:val="00E928CD"/>
    <w:rsid w:val="00E938C2"/>
    <w:rsid w:val="00E94456"/>
    <w:rsid w:val="00E94C21"/>
    <w:rsid w:val="00E954D0"/>
    <w:rsid w:val="00E958BD"/>
    <w:rsid w:val="00E96240"/>
    <w:rsid w:val="00EA0319"/>
    <w:rsid w:val="00EA0E6E"/>
    <w:rsid w:val="00EA153D"/>
    <w:rsid w:val="00EA199B"/>
    <w:rsid w:val="00EA29E5"/>
    <w:rsid w:val="00EA3466"/>
    <w:rsid w:val="00EA36CB"/>
    <w:rsid w:val="00EA37B3"/>
    <w:rsid w:val="00EA6126"/>
    <w:rsid w:val="00EA6877"/>
    <w:rsid w:val="00EA704A"/>
    <w:rsid w:val="00EB02CF"/>
    <w:rsid w:val="00EB0B98"/>
    <w:rsid w:val="00EB0D1E"/>
    <w:rsid w:val="00EB1B6B"/>
    <w:rsid w:val="00EB223B"/>
    <w:rsid w:val="00EB5E11"/>
    <w:rsid w:val="00EB5EF9"/>
    <w:rsid w:val="00EB61E5"/>
    <w:rsid w:val="00EB6EA9"/>
    <w:rsid w:val="00EC04EC"/>
    <w:rsid w:val="00EC08BA"/>
    <w:rsid w:val="00EC2802"/>
    <w:rsid w:val="00EC2B8C"/>
    <w:rsid w:val="00EC3529"/>
    <w:rsid w:val="00EC3CC8"/>
    <w:rsid w:val="00EC432F"/>
    <w:rsid w:val="00EC530D"/>
    <w:rsid w:val="00EC6D93"/>
    <w:rsid w:val="00EC7A1A"/>
    <w:rsid w:val="00ED03D0"/>
    <w:rsid w:val="00ED10DA"/>
    <w:rsid w:val="00ED1EB4"/>
    <w:rsid w:val="00ED27F3"/>
    <w:rsid w:val="00ED2B22"/>
    <w:rsid w:val="00ED2DE2"/>
    <w:rsid w:val="00ED305F"/>
    <w:rsid w:val="00ED31DF"/>
    <w:rsid w:val="00ED5FF2"/>
    <w:rsid w:val="00EE00B2"/>
    <w:rsid w:val="00EE0997"/>
    <w:rsid w:val="00EE14FB"/>
    <w:rsid w:val="00EE219E"/>
    <w:rsid w:val="00EE2442"/>
    <w:rsid w:val="00EE295D"/>
    <w:rsid w:val="00EE3050"/>
    <w:rsid w:val="00EE350D"/>
    <w:rsid w:val="00EE497A"/>
    <w:rsid w:val="00EE49C6"/>
    <w:rsid w:val="00EE4CA3"/>
    <w:rsid w:val="00EE57E8"/>
    <w:rsid w:val="00EE7B4D"/>
    <w:rsid w:val="00EF169A"/>
    <w:rsid w:val="00EF4626"/>
    <w:rsid w:val="00EF5616"/>
    <w:rsid w:val="00EF6463"/>
    <w:rsid w:val="00EF6C36"/>
    <w:rsid w:val="00EF7C95"/>
    <w:rsid w:val="00EF7D63"/>
    <w:rsid w:val="00F00469"/>
    <w:rsid w:val="00F00E2E"/>
    <w:rsid w:val="00F0325A"/>
    <w:rsid w:val="00F036C3"/>
    <w:rsid w:val="00F03710"/>
    <w:rsid w:val="00F03856"/>
    <w:rsid w:val="00F04567"/>
    <w:rsid w:val="00F04B4B"/>
    <w:rsid w:val="00F04FBC"/>
    <w:rsid w:val="00F06A06"/>
    <w:rsid w:val="00F077C8"/>
    <w:rsid w:val="00F11D4D"/>
    <w:rsid w:val="00F1372C"/>
    <w:rsid w:val="00F13990"/>
    <w:rsid w:val="00F13B92"/>
    <w:rsid w:val="00F14352"/>
    <w:rsid w:val="00F16829"/>
    <w:rsid w:val="00F16922"/>
    <w:rsid w:val="00F1705F"/>
    <w:rsid w:val="00F17B98"/>
    <w:rsid w:val="00F17C06"/>
    <w:rsid w:val="00F21600"/>
    <w:rsid w:val="00F21EDE"/>
    <w:rsid w:val="00F22DA3"/>
    <w:rsid w:val="00F22F80"/>
    <w:rsid w:val="00F22FBE"/>
    <w:rsid w:val="00F2441C"/>
    <w:rsid w:val="00F25475"/>
    <w:rsid w:val="00F26DD2"/>
    <w:rsid w:val="00F27388"/>
    <w:rsid w:val="00F30303"/>
    <w:rsid w:val="00F31A7D"/>
    <w:rsid w:val="00F320E4"/>
    <w:rsid w:val="00F3245C"/>
    <w:rsid w:val="00F3254E"/>
    <w:rsid w:val="00F34255"/>
    <w:rsid w:val="00F3434C"/>
    <w:rsid w:val="00F357B3"/>
    <w:rsid w:val="00F35DF4"/>
    <w:rsid w:val="00F36813"/>
    <w:rsid w:val="00F37541"/>
    <w:rsid w:val="00F37637"/>
    <w:rsid w:val="00F43157"/>
    <w:rsid w:val="00F44CB1"/>
    <w:rsid w:val="00F44E1E"/>
    <w:rsid w:val="00F47422"/>
    <w:rsid w:val="00F5025D"/>
    <w:rsid w:val="00F51726"/>
    <w:rsid w:val="00F51D54"/>
    <w:rsid w:val="00F5365B"/>
    <w:rsid w:val="00F537C4"/>
    <w:rsid w:val="00F54F9A"/>
    <w:rsid w:val="00F55477"/>
    <w:rsid w:val="00F57936"/>
    <w:rsid w:val="00F57D65"/>
    <w:rsid w:val="00F60E28"/>
    <w:rsid w:val="00F61DE9"/>
    <w:rsid w:val="00F62606"/>
    <w:rsid w:val="00F633D6"/>
    <w:rsid w:val="00F638A0"/>
    <w:rsid w:val="00F65B48"/>
    <w:rsid w:val="00F65E79"/>
    <w:rsid w:val="00F65E89"/>
    <w:rsid w:val="00F70890"/>
    <w:rsid w:val="00F716CA"/>
    <w:rsid w:val="00F7171B"/>
    <w:rsid w:val="00F71AD1"/>
    <w:rsid w:val="00F7245A"/>
    <w:rsid w:val="00F73083"/>
    <w:rsid w:val="00F73AFB"/>
    <w:rsid w:val="00F7513B"/>
    <w:rsid w:val="00F76F8E"/>
    <w:rsid w:val="00F76FD1"/>
    <w:rsid w:val="00F80455"/>
    <w:rsid w:val="00F804EB"/>
    <w:rsid w:val="00F8342C"/>
    <w:rsid w:val="00F83FBF"/>
    <w:rsid w:val="00F84737"/>
    <w:rsid w:val="00F860C1"/>
    <w:rsid w:val="00F86720"/>
    <w:rsid w:val="00F86AA8"/>
    <w:rsid w:val="00F87094"/>
    <w:rsid w:val="00F872DF"/>
    <w:rsid w:val="00F87367"/>
    <w:rsid w:val="00F91086"/>
    <w:rsid w:val="00F91E48"/>
    <w:rsid w:val="00F92361"/>
    <w:rsid w:val="00F9258C"/>
    <w:rsid w:val="00F92BDB"/>
    <w:rsid w:val="00F93478"/>
    <w:rsid w:val="00F938F4"/>
    <w:rsid w:val="00F94ECC"/>
    <w:rsid w:val="00F96E63"/>
    <w:rsid w:val="00F97D62"/>
    <w:rsid w:val="00FA07DB"/>
    <w:rsid w:val="00FA0FE5"/>
    <w:rsid w:val="00FA1108"/>
    <w:rsid w:val="00FA2060"/>
    <w:rsid w:val="00FA29E9"/>
    <w:rsid w:val="00FA2F4A"/>
    <w:rsid w:val="00FA6915"/>
    <w:rsid w:val="00FB0AAD"/>
    <w:rsid w:val="00FB405E"/>
    <w:rsid w:val="00FB4E3D"/>
    <w:rsid w:val="00FB6FE7"/>
    <w:rsid w:val="00FC1596"/>
    <w:rsid w:val="00FC2C80"/>
    <w:rsid w:val="00FC3A7D"/>
    <w:rsid w:val="00FC4843"/>
    <w:rsid w:val="00FC4A29"/>
    <w:rsid w:val="00FC4DB1"/>
    <w:rsid w:val="00FC596D"/>
    <w:rsid w:val="00FC5BC8"/>
    <w:rsid w:val="00FC6224"/>
    <w:rsid w:val="00FD0685"/>
    <w:rsid w:val="00FD0D9A"/>
    <w:rsid w:val="00FD1386"/>
    <w:rsid w:val="00FD1603"/>
    <w:rsid w:val="00FD1B39"/>
    <w:rsid w:val="00FD2ADF"/>
    <w:rsid w:val="00FD3E06"/>
    <w:rsid w:val="00FD3FA1"/>
    <w:rsid w:val="00FD514E"/>
    <w:rsid w:val="00FD7E6D"/>
    <w:rsid w:val="00FD7F1D"/>
    <w:rsid w:val="00FE0355"/>
    <w:rsid w:val="00FE3E23"/>
    <w:rsid w:val="00FE442E"/>
    <w:rsid w:val="00FE4560"/>
    <w:rsid w:val="00FE4854"/>
    <w:rsid w:val="00FE4F1A"/>
    <w:rsid w:val="00FE5995"/>
    <w:rsid w:val="00FE62B7"/>
    <w:rsid w:val="00FE66B4"/>
    <w:rsid w:val="00FE680F"/>
    <w:rsid w:val="00FE7D99"/>
    <w:rsid w:val="00FF5242"/>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64FCEA1"/>
  <w15:docId w15:val="{93A863AA-EEE0-42FA-89A8-6249EFE7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9"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88A"/>
    <w:rPr>
      <w:sz w:val="24"/>
      <w:szCs w:val="24"/>
    </w:rPr>
  </w:style>
  <w:style w:type="paragraph" w:styleId="Heading1">
    <w:name w:val="heading 1"/>
    <w:basedOn w:val="Normal"/>
    <w:next w:val="Normal"/>
    <w:link w:val="Heading1Char"/>
    <w:autoRedefine/>
    <w:uiPriority w:val="1"/>
    <w:qFormat/>
    <w:rsid w:val="007701D8"/>
    <w:pPr>
      <w:keepNext/>
      <w:keepLines/>
      <w:spacing w:before="240" w:after="0"/>
      <w:ind w:left="284" w:hanging="710"/>
      <w:outlineLvl w:val="0"/>
    </w:pPr>
    <w:rPr>
      <w:rFonts w:ascii="Times New Roman" w:eastAsiaTheme="majorEastAsia" w:hAnsi="Times New Roman" w:cs="Times New Roman"/>
      <w:b/>
      <w:noProof/>
      <w:color w:val="1F497D" w:themeColor="text2"/>
      <w:sz w:val="32"/>
      <w:szCs w:val="32"/>
      <w:lang w:val="sr-Latn-RS"/>
    </w:rPr>
  </w:style>
  <w:style w:type="paragraph" w:styleId="Heading2">
    <w:name w:val="heading 2"/>
    <w:basedOn w:val="Normal"/>
    <w:next w:val="Normal"/>
    <w:link w:val="Heading2Char"/>
    <w:uiPriority w:val="9"/>
    <w:unhideWhenUsed/>
    <w:qFormat/>
    <w:rsid w:val="00145350"/>
    <w:pPr>
      <w:keepNext/>
      <w:keepLines/>
      <w:spacing w:before="40" w:after="0" w:line="259" w:lineRule="auto"/>
      <w:outlineLvl w:val="1"/>
    </w:pPr>
    <w:rPr>
      <w:rFonts w:asciiTheme="majorHAnsi" w:eastAsiaTheme="majorEastAsia" w:hAnsiTheme="majorHAnsi" w:cstheme="majorBidi"/>
      <w:color w:val="40618B"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laceholderText">
    <w:name w:val="Placeholder Text"/>
    <w:basedOn w:val="DefaultParagraphFont"/>
    <w:uiPriority w:val="99"/>
    <w:unhideWhenUsed/>
  </w:style>
  <w:style w:type="paragraph" w:styleId="Title">
    <w:name w:val="Title"/>
    <w:basedOn w:val="Normal"/>
    <w:link w:val="TitleChar"/>
    <w:uiPriority w:val="4"/>
    <w:qFormat/>
    <w:pPr>
      <w:spacing w:before="720" w:after="60"/>
    </w:pPr>
    <w:rPr>
      <w:rFonts w:asciiTheme="majorHAnsi" w:eastAsiaTheme="majorEastAsia" w:hAnsiTheme="majorHAnsi" w:cstheme="majorBidi"/>
      <w:b/>
      <w:bCs/>
      <w:color w:val="183A63" w:themeColor="text2" w:themeShade="CC"/>
      <w:kern w:val="28"/>
      <w:sz w:val="52"/>
      <w:szCs w:val="52"/>
    </w:rPr>
  </w:style>
  <w:style w:type="character" w:customStyle="1" w:styleId="TitleChar">
    <w:name w:val="Title Char"/>
    <w:basedOn w:val="DefaultParagraphFont"/>
    <w:link w:val="Title"/>
    <w:uiPriority w:val="4"/>
    <w:rPr>
      <w:rFonts w:asciiTheme="majorHAnsi" w:eastAsiaTheme="majorEastAsia" w:hAnsiTheme="majorHAnsi" w:cstheme="majorBidi"/>
      <w:b/>
      <w:bCs/>
      <w:color w:val="183A63" w:themeColor="text2" w:themeShade="CC"/>
      <w:kern w:val="28"/>
      <w:sz w:val="52"/>
      <w:szCs w:val="52"/>
    </w:rPr>
  </w:style>
  <w:style w:type="paragraph" w:styleId="Subtitle">
    <w:name w:val="Subtitle"/>
    <w:basedOn w:val="Normal"/>
    <w:link w:val="SubtitleChar"/>
    <w:uiPriority w:val="5"/>
    <w:qFormat/>
    <w:pPr>
      <w:numPr>
        <w:ilvl w:val="1"/>
      </w:numPr>
      <w:spacing w:after="240" w:line="240" w:lineRule="auto"/>
      <w:jc w:val="center"/>
    </w:pPr>
    <w:rPr>
      <w:rFonts w:eastAsiaTheme="minorEastAsia"/>
      <w:color w:val="000000" w:themeColor="text1" w:themeShade="84"/>
      <w:sz w:val="28"/>
      <w:szCs w:val="28"/>
    </w:rPr>
  </w:style>
  <w:style w:type="character" w:customStyle="1" w:styleId="SubtitleChar">
    <w:name w:val="Subtitle Char"/>
    <w:basedOn w:val="DefaultParagraphFont"/>
    <w:link w:val="Subtitle"/>
    <w:uiPriority w:val="5"/>
    <w:rPr>
      <w:rFonts w:eastAsiaTheme="minorEastAsia"/>
      <w:color w:val="000000" w:themeColor="text1" w:themeShade="84"/>
      <w:sz w:val="28"/>
      <w:szCs w:val="28"/>
    </w:rPr>
  </w:style>
  <w:style w:type="character" w:styleId="Emphasis">
    <w:name w:val="Emphasis"/>
    <w:basedOn w:val="DefaultParagraphFont"/>
    <w:uiPriority w:val="2"/>
    <w:qFormat/>
    <w:rPr>
      <w:i/>
      <w:iCs/>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sz w:val="24"/>
      <w:szCs w:val="24"/>
    </w:rPr>
  </w:style>
  <w:style w:type="paragraph" w:customStyle="1" w:styleId="CoverPageTitle">
    <w:name w:val="Cover Page Title"/>
    <w:basedOn w:val="Normal"/>
    <w:qFormat/>
    <w:pPr>
      <w:framePr w:hSpace="187" w:wrap="around" w:hAnchor="margin" w:xAlign="center" w:yAlign="bottom"/>
      <w:jc w:val="right"/>
    </w:pPr>
    <w:rPr>
      <w:rFonts w:asciiTheme="majorHAnsi" w:hAnsiTheme="majorHAnsi"/>
      <w:b/>
      <w:color w:val="FFFFFF" w:themeColor="background1"/>
      <w:sz w:val="72"/>
      <w:szCs w:val="72"/>
    </w:rPr>
  </w:style>
  <w:style w:type="paragraph" w:customStyle="1" w:styleId="DocumentSubtitle">
    <w:name w:val="Document Subtitle"/>
    <w:basedOn w:val="Normal"/>
    <w:qFormat/>
    <w:pPr>
      <w:numPr>
        <w:ilvl w:val="1"/>
      </w:numPr>
      <w:spacing w:after="240" w:line="240" w:lineRule="auto"/>
    </w:pPr>
    <w:rPr>
      <w:rFonts w:eastAsiaTheme="minorEastAsia"/>
      <w:color w:val="000000" w:themeColor="text1" w:themeShade="84"/>
      <w:sz w:val="28"/>
      <w:szCs w:val="28"/>
    </w:rPr>
  </w:style>
  <w:style w:type="paragraph" w:customStyle="1" w:styleId="CoverPageSubtitle">
    <w:name w:val="Cover Page Subtitle"/>
    <w:basedOn w:val="Normal"/>
    <w:qFormat/>
    <w:pPr>
      <w:framePr w:hSpace="187" w:wrap="around" w:hAnchor="margin" w:xAlign="center" w:yAlign="bottom"/>
      <w:spacing w:before="100" w:beforeAutospacing="1" w:after="100" w:afterAutospacing="1"/>
      <w:jc w:val="right"/>
    </w:pPr>
    <w:rPr>
      <w:color w:val="FFFFFF" w:themeColor="background1"/>
      <w:sz w:val="32"/>
      <w:szCs w:val="32"/>
    </w:rPr>
  </w:style>
  <w:style w:type="paragraph" w:customStyle="1" w:styleId="YourNameInDocument">
    <w:name w:val="Your Name In Document"/>
    <w:basedOn w:val="Normal"/>
    <w:qFormat/>
  </w:style>
  <w:style w:type="paragraph" w:customStyle="1" w:styleId="OrganizationName">
    <w:name w:val="Organization Name"/>
    <w:basedOn w:val="Normal"/>
    <w:qFormat/>
    <w:pPr>
      <w:framePr w:hSpace="187" w:wrap="around" w:hAnchor="margin" w:xAlign="center" w:yAlign="bottom"/>
      <w:spacing w:before="100" w:beforeAutospacing="1" w:after="100" w:afterAutospacing="1"/>
      <w:jc w:val="right"/>
    </w:pPr>
    <w:rPr>
      <w:color w:val="1F497D" w:themeColor="text2"/>
    </w:rPr>
  </w:style>
  <w:style w:type="paragraph" w:customStyle="1" w:styleId="YourName">
    <w:name w:val="Your Name"/>
    <w:basedOn w:val="Normal"/>
    <w:qFormat/>
    <w:pPr>
      <w:framePr w:hSpace="187" w:wrap="around" w:hAnchor="margin" w:xAlign="center" w:yAlign="bottom"/>
      <w:spacing w:before="100" w:beforeAutospacing="1" w:after="100" w:afterAutospacing="1"/>
      <w:jc w:val="right"/>
    </w:pPr>
    <w:rPr>
      <w:color w:val="1F497D" w:themeColor="text2"/>
    </w:rPr>
  </w:style>
  <w:style w:type="character" w:customStyle="1" w:styleId="Heading1Char">
    <w:name w:val="Heading 1 Char"/>
    <w:basedOn w:val="DefaultParagraphFont"/>
    <w:link w:val="Heading1"/>
    <w:uiPriority w:val="1"/>
    <w:rsid w:val="007701D8"/>
    <w:rPr>
      <w:rFonts w:ascii="Times New Roman" w:eastAsiaTheme="majorEastAsia" w:hAnsi="Times New Roman" w:cs="Times New Roman"/>
      <w:b/>
      <w:noProof/>
      <w:color w:val="1F497D" w:themeColor="text2"/>
      <w:sz w:val="32"/>
      <w:szCs w:val="32"/>
      <w:lang w:val="sr-Latn-RS"/>
    </w:rPr>
  </w:style>
  <w:style w:type="paragraph" w:styleId="TOCHeading">
    <w:name w:val="TOC Heading"/>
    <w:basedOn w:val="Heading1"/>
    <w:next w:val="Normal"/>
    <w:uiPriority w:val="39"/>
    <w:unhideWhenUsed/>
    <w:qFormat/>
    <w:rsid w:val="00A7275E"/>
    <w:pPr>
      <w:spacing w:line="259" w:lineRule="auto"/>
      <w:outlineLvl w:val="9"/>
    </w:pPr>
  </w:style>
  <w:style w:type="paragraph" w:styleId="TOC1">
    <w:name w:val="toc 1"/>
    <w:basedOn w:val="Normal"/>
    <w:next w:val="Normal"/>
    <w:autoRedefine/>
    <w:uiPriority w:val="39"/>
    <w:unhideWhenUsed/>
    <w:rsid w:val="00274A01"/>
    <w:pPr>
      <w:tabs>
        <w:tab w:val="left" w:pos="660"/>
        <w:tab w:val="right" w:leader="dot" w:pos="8630"/>
      </w:tabs>
      <w:spacing w:after="100"/>
      <w:ind w:left="-284" w:hanging="425"/>
    </w:pPr>
    <w:rPr>
      <w:rFonts w:ascii="Calibri" w:hAnsi="Calibri" w:cs="Calibri"/>
      <w:b/>
      <w:color w:val="40618B" w:themeColor="accent1" w:themeShade="BF"/>
      <w:sz w:val="32"/>
      <w:szCs w:val="32"/>
      <w:lang w:val="sr-Latn-RS" w:eastAsia="sr-Latn-RS"/>
    </w:rPr>
  </w:style>
  <w:style w:type="character" w:styleId="Hyperlink">
    <w:name w:val="Hyperlink"/>
    <w:basedOn w:val="DefaultParagraphFont"/>
    <w:uiPriority w:val="99"/>
    <w:unhideWhenUsed/>
    <w:rsid w:val="00714017"/>
    <w:rPr>
      <w:color w:val="0000FF" w:themeColor="hyperlink"/>
      <w:u w:val="single"/>
    </w:rPr>
  </w:style>
  <w:style w:type="table" w:customStyle="1" w:styleId="TableGrid1">
    <w:name w:val="Table Grid1"/>
    <w:basedOn w:val="TableNormal"/>
    <w:next w:val="TableGrid"/>
    <w:uiPriority w:val="59"/>
    <w:rsid w:val="0071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1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863"/>
    <w:rPr>
      <w:sz w:val="16"/>
      <w:szCs w:val="16"/>
    </w:rPr>
  </w:style>
  <w:style w:type="paragraph" w:styleId="CommentText">
    <w:name w:val="annotation text"/>
    <w:basedOn w:val="Normal"/>
    <w:link w:val="CommentTextChar"/>
    <w:uiPriority w:val="99"/>
    <w:unhideWhenUsed/>
    <w:rsid w:val="00517863"/>
    <w:pPr>
      <w:spacing w:line="240" w:lineRule="auto"/>
    </w:pPr>
    <w:rPr>
      <w:sz w:val="20"/>
      <w:szCs w:val="20"/>
    </w:rPr>
  </w:style>
  <w:style w:type="character" w:customStyle="1" w:styleId="CommentTextChar">
    <w:name w:val="Comment Text Char"/>
    <w:basedOn w:val="DefaultParagraphFont"/>
    <w:link w:val="CommentText"/>
    <w:uiPriority w:val="99"/>
    <w:rsid w:val="00517863"/>
    <w:rPr>
      <w:sz w:val="20"/>
      <w:szCs w:val="20"/>
    </w:rPr>
  </w:style>
  <w:style w:type="paragraph" w:styleId="CommentSubject">
    <w:name w:val="annotation subject"/>
    <w:basedOn w:val="CommentText"/>
    <w:next w:val="CommentText"/>
    <w:link w:val="CommentSubjectChar"/>
    <w:uiPriority w:val="99"/>
    <w:semiHidden/>
    <w:unhideWhenUsed/>
    <w:rsid w:val="00517863"/>
    <w:rPr>
      <w:b/>
      <w:bCs/>
    </w:rPr>
  </w:style>
  <w:style w:type="character" w:customStyle="1" w:styleId="CommentSubjectChar">
    <w:name w:val="Comment Subject Char"/>
    <w:basedOn w:val="CommentTextChar"/>
    <w:link w:val="CommentSubject"/>
    <w:uiPriority w:val="99"/>
    <w:semiHidden/>
    <w:rsid w:val="00517863"/>
    <w:rPr>
      <w:b/>
      <w:bCs/>
      <w:sz w:val="20"/>
      <w:szCs w:val="20"/>
    </w:rPr>
  </w:style>
  <w:style w:type="character" w:styleId="FollowedHyperlink">
    <w:name w:val="FollowedHyperlink"/>
    <w:basedOn w:val="DefaultParagraphFont"/>
    <w:uiPriority w:val="99"/>
    <w:semiHidden/>
    <w:unhideWhenUsed/>
    <w:rsid w:val="00AA32BF"/>
    <w:rPr>
      <w:color w:val="800080" w:themeColor="followedHyperlink"/>
      <w:u w:val="single"/>
    </w:rPr>
  </w:style>
  <w:style w:type="paragraph" w:styleId="ListParagraph">
    <w:name w:val="List Paragraph"/>
    <w:basedOn w:val="Normal"/>
    <w:uiPriority w:val="34"/>
    <w:qFormat/>
    <w:rsid w:val="00932F89"/>
    <w:pPr>
      <w:ind w:left="720"/>
      <w:contextualSpacing/>
    </w:pPr>
  </w:style>
  <w:style w:type="paragraph" w:styleId="FootnoteText">
    <w:name w:val="footnote text"/>
    <w:basedOn w:val="Normal"/>
    <w:link w:val="FootnoteTextChar"/>
    <w:uiPriority w:val="99"/>
    <w:semiHidden/>
    <w:unhideWhenUsed/>
    <w:rsid w:val="009C04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04AA"/>
    <w:rPr>
      <w:sz w:val="20"/>
      <w:szCs w:val="20"/>
    </w:rPr>
  </w:style>
  <w:style w:type="character" w:styleId="FootnoteReference">
    <w:name w:val="footnote reference"/>
    <w:basedOn w:val="DefaultParagraphFont"/>
    <w:uiPriority w:val="99"/>
    <w:semiHidden/>
    <w:unhideWhenUsed/>
    <w:rsid w:val="009C04AA"/>
    <w:rPr>
      <w:vertAlign w:val="superscript"/>
    </w:rPr>
  </w:style>
  <w:style w:type="character" w:styleId="PageNumber">
    <w:name w:val="page number"/>
    <w:basedOn w:val="DefaultParagraphFont"/>
    <w:uiPriority w:val="99"/>
    <w:semiHidden/>
    <w:unhideWhenUsed/>
    <w:rsid w:val="009C04AA"/>
  </w:style>
  <w:style w:type="paragraph" w:customStyle="1" w:styleId="basic-paragraph">
    <w:name w:val="basic-paragraph"/>
    <w:basedOn w:val="Normal"/>
    <w:rsid w:val="009F68CB"/>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Heading2Char">
    <w:name w:val="Heading 2 Char"/>
    <w:basedOn w:val="DefaultParagraphFont"/>
    <w:link w:val="Heading2"/>
    <w:uiPriority w:val="9"/>
    <w:rsid w:val="00145350"/>
    <w:rPr>
      <w:rFonts w:asciiTheme="majorHAnsi" w:eastAsiaTheme="majorEastAsia" w:hAnsiTheme="majorHAnsi" w:cstheme="majorBidi"/>
      <w:color w:val="40618B" w:themeColor="accent1" w:themeShade="BF"/>
      <w:sz w:val="26"/>
      <w:szCs w:val="26"/>
      <w:lang w:val="en-GB"/>
    </w:rPr>
  </w:style>
  <w:style w:type="table" w:customStyle="1" w:styleId="TableGrid2">
    <w:name w:val="Table Grid2"/>
    <w:basedOn w:val="TableNormal"/>
    <w:next w:val="TableGrid"/>
    <w:uiPriority w:val="39"/>
    <w:rsid w:val="0044688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175A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938F4"/>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F938F4"/>
    <w:rPr>
      <w:rFonts w:ascii="Times New Roman" w:eastAsia="Times New Roman" w:hAnsi="Times New Roman" w:cs="Times New Roman"/>
      <w:sz w:val="24"/>
      <w:szCs w:val="24"/>
    </w:rPr>
  </w:style>
  <w:style w:type="paragraph" w:customStyle="1" w:styleId="Default">
    <w:name w:val="Default"/>
    <w:rsid w:val="00E77B5D"/>
    <w:pPr>
      <w:autoSpaceDE w:val="0"/>
      <w:autoSpaceDN w:val="0"/>
      <w:adjustRightInd w:val="0"/>
      <w:spacing w:after="0" w:line="240" w:lineRule="auto"/>
    </w:pPr>
    <w:rPr>
      <w:rFonts w:ascii="Arial" w:hAnsi="Arial" w:cs="Arial"/>
      <w:color w:val="000000"/>
      <w:sz w:val="24"/>
      <w:szCs w:val="24"/>
      <w:lang w:val="en-GB"/>
    </w:rPr>
  </w:style>
  <w:style w:type="paragraph" w:customStyle="1" w:styleId="Normal1">
    <w:name w:val="Normal1"/>
    <w:basedOn w:val="Normal"/>
    <w:rsid w:val="00B03A2A"/>
    <w:pPr>
      <w:spacing w:before="100" w:beforeAutospacing="1" w:after="100" w:afterAutospacing="1" w:line="240" w:lineRule="auto"/>
    </w:pPr>
    <w:rPr>
      <w:rFonts w:ascii="Times New Roman" w:eastAsia="Times New Roman" w:hAnsi="Times New Roman" w:cs="Times New Roman"/>
      <w:lang w:val="en-GB" w:eastAsia="en-GB"/>
    </w:rPr>
  </w:style>
  <w:style w:type="paragraph" w:styleId="TOC2">
    <w:name w:val="toc 2"/>
    <w:basedOn w:val="Normal"/>
    <w:next w:val="Normal"/>
    <w:autoRedefine/>
    <w:uiPriority w:val="39"/>
    <w:unhideWhenUsed/>
    <w:rsid w:val="00F638A0"/>
    <w:pPr>
      <w:spacing w:after="100"/>
      <w:ind w:left="240"/>
    </w:pPr>
  </w:style>
  <w:style w:type="character" w:customStyle="1" w:styleId="bold">
    <w:name w:val="bold"/>
    <w:basedOn w:val="DefaultParagraphFont"/>
    <w:rsid w:val="00870273"/>
  </w:style>
  <w:style w:type="paragraph" w:customStyle="1" w:styleId="v2-clan-left-1">
    <w:name w:val="v2-clan-left-1"/>
    <w:basedOn w:val="Normal"/>
    <w:rsid w:val="00285FAF"/>
    <w:pPr>
      <w:spacing w:before="100" w:beforeAutospacing="1" w:after="100" w:afterAutospacing="1" w:line="240" w:lineRule="auto"/>
    </w:pPr>
    <w:rPr>
      <w:rFonts w:ascii="Times New Roman" w:hAnsi="Times New Roman" w:cs="Times New Roman"/>
    </w:rPr>
  </w:style>
  <w:style w:type="paragraph" w:customStyle="1" w:styleId="NASLOV">
    <w:name w:val="NASLOV"/>
    <w:basedOn w:val="Normal"/>
    <w:link w:val="NASLOVChar"/>
    <w:autoRedefine/>
    <w:qFormat/>
    <w:rsid w:val="00EC6D93"/>
    <w:pPr>
      <w:spacing w:before="600" w:after="240"/>
      <w:ind w:left="1495"/>
    </w:pPr>
    <w:rPr>
      <w:rFonts w:ascii="Times New Roman" w:hAnsi="Times New Roman"/>
      <w:b/>
      <w:noProof/>
      <w:lang w:val="en-GB"/>
    </w:rPr>
  </w:style>
  <w:style w:type="paragraph" w:customStyle="1" w:styleId="PASUS">
    <w:name w:val="PASUS"/>
    <w:basedOn w:val="Normal"/>
    <w:link w:val="PASUSChar"/>
    <w:qFormat/>
    <w:rsid w:val="00F04B4B"/>
    <w:pPr>
      <w:spacing w:before="120" w:after="120" w:line="240" w:lineRule="auto"/>
      <w:ind w:firstLine="720"/>
      <w:jc w:val="both"/>
    </w:pPr>
    <w:rPr>
      <w:rFonts w:ascii="Times New Roman" w:hAnsi="Times New Roman" w:cs="Times New Roman"/>
      <w:noProof/>
      <w:lang w:val="sr-Cyrl-RS"/>
    </w:rPr>
  </w:style>
  <w:style w:type="character" w:customStyle="1" w:styleId="NASLOVChar">
    <w:name w:val="NASLOV Char"/>
    <w:basedOn w:val="DefaultParagraphFont"/>
    <w:link w:val="NASLOV"/>
    <w:rsid w:val="00EC6D93"/>
    <w:rPr>
      <w:rFonts w:ascii="Times New Roman" w:hAnsi="Times New Roman"/>
      <w:b/>
      <w:noProof/>
      <w:sz w:val="24"/>
      <w:szCs w:val="24"/>
      <w:lang w:val="en-GB"/>
    </w:rPr>
  </w:style>
  <w:style w:type="paragraph" w:styleId="Caption">
    <w:name w:val="caption"/>
    <w:basedOn w:val="Normal"/>
    <w:next w:val="Normal"/>
    <w:uiPriority w:val="99"/>
    <w:unhideWhenUsed/>
    <w:rsid w:val="00FE62B7"/>
    <w:pPr>
      <w:spacing w:line="240" w:lineRule="auto"/>
    </w:pPr>
    <w:rPr>
      <w:i/>
      <w:iCs/>
      <w:color w:val="1F497D" w:themeColor="text2"/>
      <w:sz w:val="18"/>
      <w:szCs w:val="18"/>
    </w:rPr>
  </w:style>
  <w:style w:type="character" w:customStyle="1" w:styleId="PASUSChar">
    <w:name w:val="PASUS Char"/>
    <w:basedOn w:val="DefaultParagraphFont"/>
    <w:link w:val="PASUS"/>
    <w:rsid w:val="00F04B4B"/>
    <w:rPr>
      <w:rFonts w:ascii="Times New Roman" w:hAnsi="Times New Roman" w:cs="Times New Roman"/>
      <w:noProof/>
      <w:sz w:val="24"/>
      <w:szCs w:val="24"/>
      <w:lang w:val="sr-Cyrl-RS"/>
    </w:rPr>
  </w:style>
  <w:style w:type="paragraph" w:customStyle="1" w:styleId="PODNASLOV">
    <w:name w:val="PODNASLOV"/>
    <w:link w:val="PODNASLOVChar"/>
    <w:qFormat/>
    <w:rsid w:val="0093770F"/>
    <w:pPr>
      <w:spacing w:before="360" w:after="240" w:line="240" w:lineRule="auto"/>
      <w:ind w:left="1134"/>
    </w:pPr>
    <w:rPr>
      <w:rFonts w:ascii="Times New Roman" w:eastAsiaTheme="majorEastAsia" w:hAnsi="Times New Roman" w:cs="Times New Roman"/>
      <w:noProof/>
      <w:color w:val="595959" w:themeColor="text1" w:themeTint="A6"/>
      <w:sz w:val="28"/>
      <w:szCs w:val="24"/>
      <w:lang w:val="sr-Cyrl-RS"/>
    </w:rPr>
  </w:style>
  <w:style w:type="character" w:customStyle="1" w:styleId="PODNASLOVChar">
    <w:name w:val="PODNASLOV Char"/>
    <w:basedOn w:val="DefaultParagraphFont"/>
    <w:link w:val="PODNASLOV"/>
    <w:rsid w:val="0093770F"/>
    <w:rPr>
      <w:rFonts w:ascii="Times New Roman" w:eastAsiaTheme="majorEastAsia" w:hAnsi="Times New Roman" w:cs="Times New Roman"/>
      <w:noProof/>
      <w:color w:val="595959" w:themeColor="text1" w:themeTint="A6"/>
      <w:sz w:val="28"/>
      <w:szCs w:val="24"/>
      <w:lang w:val="sr-Cyrl-RS"/>
    </w:rPr>
  </w:style>
  <w:style w:type="paragraph" w:styleId="NormalWeb">
    <w:name w:val="Normal (Web)"/>
    <w:basedOn w:val="Normal"/>
    <w:uiPriority w:val="99"/>
    <w:semiHidden/>
    <w:unhideWhenUsed/>
    <w:rsid w:val="00634F14"/>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rvts7">
    <w:name w:val="rvts7"/>
    <w:basedOn w:val="DefaultParagraphFont"/>
    <w:rsid w:val="00634F14"/>
  </w:style>
  <w:style w:type="paragraph" w:customStyle="1" w:styleId="rvps1">
    <w:name w:val="rvps1"/>
    <w:basedOn w:val="Normal"/>
    <w:rsid w:val="00634F14"/>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rvts3">
    <w:name w:val="rvts3"/>
    <w:basedOn w:val="DefaultParagraphFont"/>
    <w:rsid w:val="00634F14"/>
  </w:style>
  <w:style w:type="paragraph" w:customStyle="1" w:styleId="rvps5">
    <w:name w:val="rvps5"/>
    <w:basedOn w:val="Normal"/>
    <w:rsid w:val="004E50EF"/>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rvps7">
    <w:name w:val="rvps7"/>
    <w:basedOn w:val="Normal"/>
    <w:rsid w:val="00777E5E"/>
    <w:pPr>
      <w:spacing w:before="100" w:beforeAutospacing="1" w:after="100" w:afterAutospacing="1" w:line="240" w:lineRule="auto"/>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269">
      <w:bodyDiv w:val="1"/>
      <w:marLeft w:val="0"/>
      <w:marRight w:val="0"/>
      <w:marTop w:val="0"/>
      <w:marBottom w:val="0"/>
      <w:divBdr>
        <w:top w:val="none" w:sz="0" w:space="0" w:color="auto"/>
        <w:left w:val="none" w:sz="0" w:space="0" w:color="auto"/>
        <w:bottom w:val="none" w:sz="0" w:space="0" w:color="auto"/>
        <w:right w:val="none" w:sz="0" w:space="0" w:color="auto"/>
      </w:divBdr>
    </w:div>
    <w:div w:id="187302703">
      <w:bodyDiv w:val="1"/>
      <w:marLeft w:val="0"/>
      <w:marRight w:val="0"/>
      <w:marTop w:val="0"/>
      <w:marBottom w:val="0"/>
      <w:divBdr>
        <w:top w:val="none" w:sz="0" w:space="0" w:color="auto"/>
        <w:left w:val="none" w:sz="0" w:space="0" w:color="auto"/>
        <w:bottom w:val="none" w:sz="0" w:space="0" w:color="auto"/>
        <w:right w:val="none" w:sz="0" w:space="0" w:color="auto"/>
      </w:divBdr>
    </w:div>
    <w:div w:id="206335151">
      <w:bodyDiv w:val="1"/>
      <w:marLeft w:val="0"/>
      <w:marRight w:val="0"/>
      <w:marTop w:val="0"/>
      <w:marBottom w:val="0"/>
      <w:divBdr>
        <w:top w:val="none" w:sz="0" w:space="0" w:color="auto"/>
        <w:left w:val="none" w:sz="0" w:space="0" w:color="auto"/>
        <w:bottom w:val="none" w:sz="0" w:space="0" w:color="auto"/>
        <w:right w:val="none" w:sz="0" w:space="0" w:color="auto"/>
      </w:divBdr>
    </w:div>
    <w:div w:id="344793939">
      <w:bodyDiv w:val="1"/>
      <w:marLeft w:val="0"/>
      <w:marRight w:val="0"/>
      <w:marTop w:val="0"/>
      <w:marBottom w:val="0"/>
      <w:divBdr>
        <w:top w:val="none" w:sz="0" w:space="0" w:color="auto"/>
        <w:left w:val="none" w:sz="0" w:space="0" w:color="auto"/>
        <w:bottom w:val="none" w:sz="0" w:space="0" w:color="auto"/>
        <w:right w:val="none" w:sz="0" w:space="0" w:color="auto"/>
      </w:divBdr>
    </w:div>
    <w:div w:id="548077919">
      <w:bodyDiv w:val="1"/>
      <w:marLeft w:val="0"/>
      <w:marRight w:val="0"/>
      <w:marTop w:val="0"/>
      <w:marBottom w:val="0"/>
      <w:divBdr>
        <w:top w:val="none" w:sz="0" w:space="0" w:color="auto"/>
        <w:left w:val="none" w:sz="0" w:space="0" w:color="auto"/>
        <w:bottom w:val="none" w:sz="0" w:space="0" w:color="auto"/>
        <w:right w:val="none" w:sz="0" w:space="0" w:color="auto"/>
      </w:divBdr>
    </w:div>
    <w:div w:id="618537457">
      <w:bodyDiv w:val="1"/>
      <w:marLeft w:val="0"/>
      <w:marRight w:val="0"/>
      <w:marTop w:val="0"/>
      <w:marBottom w:val="0"/>
      <w:divBdr>
        <w:top w:val="none" w:sz="0" w:space="0" w:color="auto"/>
        <w:left w:val="none" w:sz="0" w:space="0" w:color="auto"/>
        <w:bottom w:val="none" w:sz="0" w:space="0" w:color="auto"/>
        <w:right w:val="none" w:sz="0" w:space="0" w:color="auto"/>
      </w:divBdr>
    </w:div>
    <w:div w:id="680788177">
      <w:bodyDiv w:val="1"/>
      <w:marLeft w:val="0"/>
      <w:marRight w:val="0"/>
      <w:marTop w:val="0"/>
      <w:marBottom w:val="0"/>
      <w:divBdr>
        <w:top w:val="none" w:sz="0" w:space="0" w:color="auto"/>
        <w:left w:val="none" w:sz="0" w:space="0" w:color="auto"/>
        <w:bottom w:val="none" w:sz="0" w:space="0" w:color="auto"/>
        <w:right w:val="none" w:sz="0" w:space="0" w:color="auto"/>
      </w:divBdr>
    </w:div>
    <w:div w:id="1201014577">
      <w:bodyDiv w:val="1"/>
      <w:marLeft w:val="0"/>
      <w:marRight w:val="0"/>
      <w:marTop w:val="0"/>
      <w:marBottom w:val="0"/>
      <w:divBdr>
        <w:top w:val="none" w:sz="0" w:space="0" w:color="auto"/>
        <w:left w:val="none" w:sz="0" w:space="0" w:color="auto"/>
        <w:bottom w:val="none" w:sz="0" w:space="0" w:color="auto"/>
        <w:right w:val="none" w:sz="0" w:space="0" w:color="auto"/>
      </w:divBdr>
    </w:div>
    <w:div w:id="1215849190">
      <w:bodyDiv w:val="1"/>
      <w:marLeft w:val="0"/>
      <w:marRight w:val="0"/>
      <w:marTop w:val="0"/>
      <w:marBottom w:val="0"/>
      <w:divBdr>
        <w:top w:val="none" w:sz="0" w:space="0" w:color="auto"/>
        <w:left w:val="none" w:sz="0" w:space="0" w:color="auto"/>
        <w:bottom w:val="none" w:sz="0" w:space="0" w:color="auto"/>
        <w:right w:val="none" w:sz="0" w:space="0" w:color="auto"/>
      </w:divBdr>
    </w:div>
    <w:div w:id="1305085590">
      <w:bodyDiv w:val="1"/>
      <w:marLeft w:val="0"/>
      <w:marRight w:val="0"/>
      <w:marTop w:val="0"/>
      <w:marBottom w:val="0"/>
      <w:divBdr>
        <w:top w:val="none" w:sz="0" w:space="0" w:color="auto"/>
        <w:left w:val="none" w:sz="0" w:space="0" w:color="auto"/>
        <w:bottom w:val="none" w:sz="0" w:space="0" w:color="auto"/>
        <w:right w:val="none" w:sz="0" w:space="0" w:color="auto"/>
      </w:divBdr>
    </w:div>
    <w:div w:id="1308633398">
      <w:bodyDiv w:val="1"/>
      <w:marLeft w:val="0"/>
      <w:marRight w:val="0"/>
      <w:marTop w:val="0"/>
      <w:marBottom w:val="0"/>
      <w:divBdr>
        <w:top w:val="none" w:sz="0" w:space="0" w:color="auto"/>
        <w:left w:val="none" w:sz="0" w:space="0" w:color="auto"/>
        <w:bottom w:val="none" w:sz="0" w:space="0" w:color="auto"/>
        <w:right w:val="none" w:sz="0" w:space="0" w:color="auto"/>
      </w:divBdr>
    </w:div>
    <w:div w:id="1357928878">
      <w:bodyDiv w:val="1"/>
      <w:marLeft w:val="0"/>
      <w:marRight w:val="0"/>
      <w:marTop w:val="0"/>
      <w:marBottom w:val="0"/>
      <w:divBdr>
        <w:top w:val="none" w:sz="0" w:space="0" w:color="auto"/>
        <w:left w:val="none" w:sz="0" w:space="0" w:color="auto"/>
        <w:bottom w:val="none" w:sz="0" w:space="0" w:color="auto"/>
        <w:right w:val="none" w:sz="0" w:space="0" w:color="auto"/>
      </w:divBdr>
    </w:div>
    <w:div w:id="1367943451">
      <w:bodyDiv w:val="1"/>
      <w:marLeft w:val="0"/>
      <w:marRight w:val="0"/>
      <w:marTop w:val="0"/>
      <w:marBottom w:val="0"/>
      <w:divBdr>
        <w:top w:val="none" w:sz="0" w:space="0" w:color="auto"/>
        <w:left w:val="none" w:sz="0" w:space="0" w:color="auto"/>
        <w:bottom w:val="none" w:sz="0" w:space="0" w:color="auto"/>
        <w:right w:val="none" w:sz="0" w:space="0" w:color="auto"/>
      </w:divBdr>
    </w:div>
    <w:div w:id="1376467396">
      <w:bodyDiv w:val="1"/>
      <w:marLeft w:val="0"/>
      <w:marRight w:val="0"/>
      <w:marTop w:val="0"/>
      <w:marBottom w:val="0"/>
      <w:divBdr>
        <w:top w:val="none" w:sz="0" w:space="0" w:color="auto"/>
        <w:left w:val="none" w:sz="0" w:space="0" w:color="auto"/>
        <w:bottom w:val="none" w:sz="0" w:space="0" w:color="auto"/>
        <w:right w:val="none" w:sz="0" w:space="0" w:color="auto"/>
      </w:divBdr>
    </w:div>
    <w:div w:id="1395423083">
      <w:bodyDiv w:val="1"/>
      <w:marLeft w:val="0"/>
      <w:marRight w:val="0"/>
      <w:marTop w:val="0"/>
      <w:marBottom w:val="0"/>
      <w:divBdr>
        <w:top w:val="none" w:sz="0" w:space="0" w:color="auto"/>
        <w:left w:val="none" w:sz="0" w:space="0" w:color="auto"/>
        <w:bottom w:val="none" w:sz="0" w:space="0" w:color="auto"/>
        <w:right w:val="none" w:sz="0" w:space="0" w:color="auto"/>
      </w:divBdr>
    </w:div>
    <w:div w:id="1472553080">
      <w:bodyDiv w:val="1"/>
      <w:marLeft w:val="0"/>
      <w:marRight w:val="0"/>
      <w:marTop w:val="0"/>
      <w:marBottom w:val="0"/>
      <w:divBdr>
        <w:top w:val="none" w:sz="0" w:space="0" w:color="auto"/>
        <w:left w:val="none" w:sz="0" w:space="0" w:color="auto"/>
        <w:bottom w:val="none" w:sz="0" w:space="0" w:color="auto"/>
        <w:right w:val="none" w:sz="0" w:space="0" w:color="auto"/>
      </w:divBdr>
    </w:div>
    <w:div w:id="1484128768">
      <w:bodyDiv w:val="1"/>
      <w:marLeft w:val="0"/>
      <w:marRight w:val="0"/>
      <w:marTop w:val="0"/>
      <w:marBottom w:val="0"/>
      <w:divBdr>
        <w:top w:val="none" w:sz="0" w:space="0" w:color="auto"/>
        <w:left w:val="none" w:sz="0" w:space="0" w:color="auto"/>
        <w:bottom w:val="none" w:sz="0" w:space="0" w:color="auto"/>
        <w:right w:val="none" w:sz="0" w:space="0" w:color="auto"/>
      </w:divBdr>
    </w:div>
    <w:div w:id="1559198599">
      <w:bodyDiv w:val="1"/>
      <w:marLeft w:val="0"/>
      <w:marRight w:val="0"/>
      <w:marTop w:val="0"/>
      <w:marBottom w:val="0"/>
      <w:divBdr>
        <w:top w:val="none" w:sz="0" w:space="0" w:color="auto"/>
        <w:left w:val="none" w:sz="0" w:space="0" w:color="auto"/>
        <w:bottom w:val="none" w:sz="0" w:space="0" w:color="auto"/>
        <w:right w:val="none" w:sz="0" w:space="0" w:color="auto"/>
      </w:divBdr>
    </w:div>
    <w:div w:id="1598515197">
      <w:bodyDiv w:val="1"/>
      <w:marLeft w:val="0"/>
      <w:marRight w:val="0"/>
      <w:marTop w:val="0"/>
      <w:marBottom w:val="0"/>
      <w:divBdr>
        <w:top w:val="none" w:sz="0" w:space="0" w:color="auto"/>
        <w:left w:val="none" w:sz="0" w:space="0" w:color="auto"/>
        <w:bottom w:val="none" w:sz="0" w:space="0" w:color="auto"/>
        <w:right w:val="none" w:sz="0" w:space="0" w:color="auto"/>
      </w:divBdr>
    </w:div>
    <w:div w:id="1616445695">
      <w:bodyDiv w:val="1"/>
      <w:marLeft w:val="0"/>
      <w:marRight w:val="0"/>
      <w:marTop w:val="0"/>
      <w:marBottom w:val="0"/>
      <w:divBdr>
        <w:top w:val="none" w:sz="0" w:space="0" w:color="auto"/>
        <w:left w:val="none" w:sz="0" w:space="0" w:color="auto"/>
        <w:bottom w:val="none" w:sz="0" w:space="0" w:color="auto"/>
        <w:right w:val="none" w:sz="0" w:space="0" w:color="auto"/>
      </w:divBdr>
    </w:div>
    <w:div w:id="198627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TEZI~1\AppData\Local\Temp\tf10067040-1.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Nihad%20Nakas\Desktop\Work%20201908\10%20Clients\50%20GIZ\2020%20AFCOS\00%20Inputs\Analiza%2020201004%20i%2020201009\Grafici%20za%20dokument.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РЕЛЕВАНТНОСТ</a:t>
            </a:r>
            <a:r>
              <a:rPr lang="sr-Cyrl-RS" baseline="0">
                <a:latin typeface="Times New Roman" panose="02020603050405020304" pitchFamily="18" charset="0"/>
                <a:cs typeface="Times New Roman" panose="02020603050405020304" pitchFamily="18" charset="0"/>
              </a:rPr>
              <a:t>/ЗНАЧАЈ </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'[Grafici za dokument.xlsx]Summary'!$A$3:$A$18</c:f>
              <c:numCache>
                <c:formatCode>General</c:formatCod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numCache>
            </c:numRef>
          </c:cat>
          <c:val>
            <c:numRef>
              <c:f>'[Grafici za dokument.xlsx]Summary'!$C$3:$C$18</c:f>
              <c:numCache>
                <c:formatCode>0.00</c:formatCode>
                <c:ptCount val="16"/>
                <c:pt idx="0">
                  <c:v>4.7777777777777777</c:v>
                </c:pt>
                <c:pt idx="1">
                  <c:v>4.7777777777777777</c:v>
                </c:pt>
                <c:pt idx="2">
                  <c:v>4.375</c:v>
                </c:pt>
                <c:pt idx="3">
                  <c:v>4.625</c:v>
                </c:pt>
                <c:pt idx="4">
                  <c:v>4.7777777777777777</c:v>
                </c:pt>
                <c:pt idx="5">
                  <c:v>4.5555555555555554</c:v>
                </c:pt>
                <c:pt idx="6">
                  <c:v>4.2</c:v>
                </c:pt>
                <c:pt idx="7">
                  <c:v>4.4000000000000004</c:v>
                </c:pt>
                <c:pt idx="8">
                  <c:v>3.5</c:v>
                </c:pt>
                <c:pt idx="9">
                  <c:v>4.8</c:v>
                </c:pt>
                <c:pt idx="10">
                  <c:v>5</c:v>
                </c:pt>
                <c:pt idx="11">
                  <c:v>5</c:v>
                </c:pt>
                <c:pt idx="12">
                  <c:v>4.5</c:v>
                </c:pt>
                <c:pt idx="13">
                  <c:v>2.5</c:v>
                </c:pt>
                <c:pt idx="14">
                  <c:v>4.666666666666667</c:v>
                </c:pt>
                <c:pt idx="15">
                  <c:v>4.5555555555555554</c:v>
                </c:pt>
              </c:numCache>
            </c:numRef>
          </c:val>
          <c:extLst>
            <c:ext xmlns:c16="http://schemas.microsoft.com/office/drawing/2014/chart" uri="{C3380CC4-5D6E-409C-BE32-E72D297353CC}">
              <c16:uniqueId val="{00000000-56A9-4BCD-B6B4-EB493C8A0EE3}"/>
            </c:ext>
          </c:extLst>
        </c:ser>
        <c:dLbls>
          <c:dLblPos val="outEnd"/>
          <c:showLegendKey val="0"/>
          <c:showVal val="1"/>
          <c:showCatName val="0"/>
          <c:showSerName val="0"/>
          <c:showPercent val="0"/>
          <c:showBubbleSize val="0"/>
        </c:dLbls>
        <c:gapWidth val="444"/>
        <c:overlap val="-90"/>
        <c:axId val="661322400"/>
        <c:axId val="661322944"/>
      </c:barChart>
      <c:catAx>
        <c:axId val="6613224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61322944"/>
        <c:crosses val="autoZero"/>
        <c:auto val="1"/>
        <c:lblAlgn val="ctr"/>
        <c:lblOffset val="100"/>
        <c:noMultiLvlLbl val="0"/>
      </c:catAx>
      <c:valAx>
        <c:axId val="661322944"/>
        <c:scaling>
          <c:orientation val="minMax"/>
        </c:scaling>
        <c:delete val="1"/>
        <c:axPos val="l"/>
        <c:numFmt formatCode="0.00" sourceLinked="1"/>
        <c:majorTickMark val="none"/>
        <c:minorTickMark val="none"/>
        <c:tickLblPos val="nextTo"/>
        <c:crossAx val="66132240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ЕФЕКТИВНОСТ</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'[Grafici za dokument.xlsx]Summary'!$A$20:$A$31</c:f>
              <c:numCache>
                <c:formatCode>General</c:formatCode>
                <c:ptCount val="12"/>
                <c:pt idx="0">
                  <c:v>17</c:v>
                </c:pt>
                <c:pt idx="1">
                  <c:v>18</c:v>
                </c:pt>
                <c:pt idx="2">
                  <c:v>19</c:v>
                </c:pt>
                <c:pt idx="3">
                  <c:v>20</c:v>
                </c:pt>
                <c:pt idx="4">
                  <c:v>21</c:v>
                </c:pt>
                <c:pt idx="5">
                  <c:v>22</c:v>
                </c:pt>
                <c:pt idx="6">
                  <c:v>23</c:v>
                </c:pt>
                <c:pt idx="7">
                  <c:v>24</c:v>
                </c:pt>
                <c:pt idx="8">
                  <c:v>25</c:v>
                </c:pt>
                <c:pt idx="9">
                  <c:v>26</c:v>
                </c:pt>
                <c:pt idx="10">
                  <c:v>27</c:v>
                </c:pt>
                <c:pt idx="11">
                  <c:v>28</c:v>
                </c:pt>
              </c:numCache>
            </c:numRef>
          </c:cat>
          <c:val>
            <c:numRef>
              <c:f>'[Grafici za dokument.xlsx]Summary'!$C$20:$C$31</c:f>
              <c:numCache>
                <c:formatCode>0.00</c:formatCode>
                <c:ptCount val="12"/>
                <c:pt idx="0">
                  <c:v>4</c:v>
                </c:pt>
                <c:pt idx="1">
                  <c:v>4.5999999999999996</c:v>
                </c:pt>
                <c:pt idx="2">
                  <c:v>4.2</c:v>
                </c:pt>
                <c:pt idx="3">
                  <c:v>4.4000000000000004</c:v>
                </c:pt>
                <c:pt idx="4">
                  <c:v>3.8333333333333335</c:v>
                </c:pt>
                <c:pt idx="5">
                  <c:v>4.4000000000000004</c:v>
                </c:pt>
                <c:pt idx="6">
                  <c:v>3.125</c:v>
                </c:pt>
                <c:pt idx="7">
                  <c:v>3.125</c:v>
                </c:pt>
                <c:pt idx="8">
                  <c:v>3.125</c:v>
                </c:pt>
                <c:pt idx="9">
                  <c:v>3</c:v>
                </c:pt>
                <c:pt idx="10">
                  <c:v>3.25</c:v>
                </c:pt>
                <c:pt idx="11">
                  <c:v>2.5714285714285716</c:v>
                </c:pt>
              </c:numCache>
            </c:numRef>
          </c:val>
          <c:extLst>
            <c:ext xmlns:c16="http://schemas.microsoft.com/office/drawing/2014/chart" uri="{C3380CC4-5D6E-409C-BE32-E72D297353CC}">
              <c16:uniqueId val="{00000000-0BA9-4C88-9829-3C4EB759E9BF}"/>
            </c:ext>
          </c:extLst>
        </c:ser>
        <c:dLbls>
          <c:dLblPos val="outEnd"/>
          <c:showLegendKey val="0"/>
          <c:showVal val="1"/>
          <c:showCatName val="0"/>
          <c:showSerName val="0"/>
          <c:showPercent val="0"/>
          <c:showBubbleSize val="0"/>
        </c:dLbls>
        <c:gapWidth val="444"/>
        <c:overlap val="-90"/>
        <c:axId val="661323488"/>
        <c:axId val="657863888"/>
      </c:barChart>
      <c:catAx>
        <c:axId val="661323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57863888"/>
        <c:crosses val="autoZero"/>
        <c:auto val="1"/>
        <c:lblAlgn val="ctr"/>
        <c:lblOffset val="100"/>
        <c:noMultiLvlLbl val="0"/>
      </c:catAx>
      <c:valAx>
        <c:axId val="657863888"/>
        <c:scaling>
          <c:orientation val="minMax"/>
        </c:scaling>
        <c:delete val="1"/>
        <c:axPos val="l"/>
        <c:numFmt formatCode="0.00" sourceLinked="1"/>
        <c:majorTickMark val="none"/>
        <c:minorTickMark val="none"/>
        <c:tickLblPos val="nextTo"/>
        <c:crossAx val="66132348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ЕФИКАСНОСТ</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'[Grafici za dokument.xlsx]Summary'!$C$33:$C$37</c:f>
              <c:strCache>
                <c:ptCount val="5"/>
                <c:pt idx="0">
                  <c:v>4.38</c:v>
                </c:pt>
                <c:pt idx="1">
                  <c:v>4.60</c:v>
                </c:pt>
                <c:pt idx="2">
                  <c:v>4.40</c:v>
                </c:pt>
                <c:pt idx="3">
                  <c:v>4.25</c:v>
                </c:pt>
                <c:pt idx="4">
                  <c:v>4.25</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'[Grafici za dokument.xlsx]Summary'!$A$33:$A$37</c:f>
              <c:numCache>
                <c:formatCode>General</c:formatCode>
                <c:ptCount val="5"/>
                <c:pt idx="0">
                  <c:v>29</c:v>
                </c:pt>
                <c:pt idx="1">
                  <c:v>30</c:v>
                </c:pt>
                <c:pt idx="2">
                  <c:v>32</c:v>
                </c:pt>
                <c:pt idx="3">
                  <c:v>32</c:v>
                </c:pt>
                <c:pt idx="4">
                  <c:v>33</c:v>
                </c:pt>
              </c:numCache>
            </c:numRef>
          </c:cat>
          <c:val>
            <c:numRef>
              <c:f>'[Grafici za dokument.xlsx]Summary'!$C$33:$C$37</c:f>
              <c:numCache>
                <c:formatCode>0.00</c:formatCode>
                <c:ptCount val="5"/>
                <c:pt idx="0">
                  <c:v>4.375</c:v>
                </c:pt>
                <c:pt idx="1">
                  <c:v>4.5999999999999996</c:v>
                </c:pt>
                <c:pt idx="2">
                  <c:v>4.4000000000000004</c:v>
                </c:pt>
                <c:pt idx="3">
                  <c:v>4.25</c:v>
                </c:pt>
                <c:pt idx="4">
                  <c:v>4.25</c:v>
                </c:pt>
              </c:numCache>
            </c:numRef>
          </c:val>
          <c:extLst>
            <c:ext xmlns:c16="http://schemas.microsoft.com/office/drawing/2014/chart" uri="{C3380CC4-5D6E-409C-BE32-E72D297353CC}">
              <c16:uniqueId val="{00000000-A46E-4EA4-9DCA-EE5352530FBD}"/>
            </c:ext>
          </c:extLst>
        </c:ser>
        <c:dLbls>
          <c:dLblPos val="outEnd"/>
          <c:showLegendKey val="0"/>
          <c:showVal val="1"/>
          <c:showCatName val="0"/>
          <c:showSerName val="0"/>
          <c:showPercent val="0"/>
          <c:showBubbleSize val="0"/>
        </c:dLbls>
        <c:gapWidth val="444"/>
        <c:overlap val="-90"/>
        <c:axId val="657868784"/>
        <c:axId val="657864976"/>
      </c:barChart>
      <c:catAx>
        <c:axId val="657868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57864976"/>
        <c:crosses val="autoZero"/>
        <c:auto val="1"/>
        <c:lblAlgn val="ctr"/>
        <c:lblOffset val="100"/>
        <c:noMultiLvlLbl val="0"/>
      </c:catAx>
      <c:valAx>
        <c:axId val="657864976"/>
        <c:scaling>
          <c:orientation val="minMax"/>
        </c:scaling>
        <c:delete val="1"/>
        <c:axPos val="l"/>
        <c:numFmt formatCode="0.00" sourceLinked="1"/>
        <c:majorTickMark val="none"/>
        <c:minorTickMark val="none"/>
        <c:tickLblPos val="nextTo"/>
        <c:crossAx val="657868784"/>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ОДРЖИВОСТ</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Summary!$C$39:$C$41</c:f>
              <c:strCache>
                <c:ptCount val="3"/>
                <c:pt idx="0">
                  <c:v>4.25</c:v>
                </c:pt>
                <c:pt idx="1">
                  <c:v>4.13</c:v>
                </c:pt>
                <c:pt idx="2">
                  <c:v>4.71</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Summary!$A$39:$A$41</c:f>
              <c:numCache>
                <c:formatCode>General</c:formatCode>
                <c:ptCount val="3"/>
                <c:pt idx="0">
                  <c:v>34</c:v>
                </c:pt>
                <c:pt idx="1">
                  <c:v>35</c:v>
                </c:pt>
                <c:pt idx="2">
                  <c:v>36</c:v>
                </c:pt>
              </c:numCache>
              <c:extLst/>
            </c:numRef>
          </c:cat>
          <c:val>
            <c:numRef>
              <c:f>Summary!$C$33:$C$37</c:f>
              <c:numCache>
                <c:formatCode>0.00</c:formatCode>
                <c:ptCount val="3"/>
                <c:pt idx="0">
                  <c:v>4.375</c:v>
                </c:pt>
                <c:pt idx="1">
                  <c:v>4.5999999999999996</c:v>
                </c:pt>
                <c:pt idx="2">
                  <c:v>4.4000000000000004</c:v>
                </c:pt>
              </c:numCache>
              <c:extLst/>
            </c:numRef>
          </c:val>
          <c:extLst>
            <c:ext xmlns:c16="http://schemas.microsoft.com/office/drawing/2014/chart" uri="{C3380CC4-5D6E-409C-BE32-E72D297353CC}">
              <c16:uniqueId val="{00000000-69AB-4EFA-B05E-3B4806C55215}"/>
            </c:ext>
          </c:extLst>
        </c:ser>
        <c:dLbls>
          <c:dLblPos val="outEnd"/>
          <c:showLegendKey val="0"/>
          <c:showVal val="1"/>
          <c:showCatName val="0"/>
          <c:showSerName val="0"/>
          <c:showPercent val="0"/>
          <c:showBubbleSize val="0"/>
        </c:dLbls>
        <c:gapWidth val="444"/>
        <c:overlap val="-90"/>
        <c:axId val="657860080"/>
        <c:axId val="657862800"/>
      </c:barChart>
      <c:catAx>
        <c:axId val="657860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57862800"/>
        <c:crosses val="autoZero"/>
        <c:auto val="1"/>
        <c:lblAlgn val="ctr"/>
        <c:lblOffset val="100"/>
        <c:noMultiLvlLbl val="0"/>
      </c:catAx>
      <c:valAx>
        <c:axId val="657862800"/>
        <c:scaling>
          <c:orientation val="minMax"/>
        </c:scaling>
        <c:delete val="1"/>
        <c:axPos val="l"/>
        <c:numFmt formatCode="0.00" sourceLinked="1"/>
        <c:majorTickMark val="none"/>
        <c:minorTickMark val="none"/>
        <c:tickLblPos val="nextTo"/>
        <c:crossAx val="65786008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Custom Theme">
  <a:themeElements>
    <a:clrScheme name="Office Colors">
      <a:dk1>
        <a:sysClr val="windowText" lastClr="000000"/>
      </a:dk1>
      <a:lt1>
        <a:sysClr val="window" lastClr="FFFFFF"/>
      </a:lt1>
      <a:dk2>
        <a:srgbClr val="1F497D"/>
      </a:dk2>
      <a:lt2>
        <a:srgbClr val="FAF3E8"/>
      </a:lt2>
      <a:accent1>
        <a:srgbClr val="5C83B4"/>
      </a:accent1>
      <a:accent2>
        <a:srgbClr val="C0504D"/>
      </a:accent2>
      <a:accent3>
        <a:srgbClr val="9DBB61"/>
      </a:accent3>
      <a:accent4>
        <a:srgbClr val="8066A0"/>
      </a:accent4>
      <a:accent5>
        <a:srgbClr val="4BACC6"/>
      </a:accent5>
      <a:accent6>
        <a:srgbClr val="F59D56"/>
      </a:accent6>
      <a:hlink>
        <a:srgbClr val="0000FF"/>
      </a:hlink>
      <a:folHlink>
        <a:srgbClr val="800080"/>
      </a:folHlink>
    </a:clrScheme>
    <a:fontScheme name="Office Fonts">
      <a:majorFont>
        <a:latin typeface="Cambria"/>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maryImageGen xmlns="4873beb7-5857-4685-be1f-d57550cc96cc">true</PrimaryImageGen>
    <AssetType xmlns="4873beb7-5857-4685-be1f-d57550cc96cc">TP</AssetType>
    <Milestone xmlns="4873beb7-5857-4685-be1f-d57550cc96cc" xsi:nil="true"/>
    <TPFriendlyName xmlns="4873beb7-5857-4685-be1f-d57550cc96cc">Report (Business design)</TPFriendlyName>
    <NumericId xmlns="4873beb7-5857-4685-be1f-d57550cc96cc">-1</NumericId>
    <AssetId xmlns="4873beb7-5857-4685-be1f-d57550cc96cc">TP010067040</AssetId>
    <SourceTitle xmlns="4873beb7-5857-4685-be1f-d57550cc96cc">Report (Business design)</SourceTitle>
    <TPLaunchHelpLink xmlns="4873beb7-5857-4685-be1f-d57550cc96cc" xsi:nil="true"/>
    <APEditor xmlns="4873beb7-5857-4685-be1f-d57550cc96cc">
      <UserInfo>
        <DisplayName>REDMOND\v-luannv</DisplayName>
        <AccountId>92</AccountId>
        <AccountType/>
      </UserInfo>
    </APEditor>
    <TPApplication xmlns="4873beb7-5857-4685-be1f-d57550cc96cc">Word</TPApplication>
    <OpenTemplate xmlns="4873beb7-5857-4685-be1f-d57550cc96cc">true</OpenTemplate>
    <UALocComments xmlns="4873beb7-5857-4685-be1f-d57550cc96cc" xsi:nil="true"/>
    <ParentAssetId xmlns="4873beb7-5857-4685-be1f-d57550cc96cc" xsi:nil="true"/>
    <IsDeleted xmlns="4873beb7-5857-4685-be1f-d57550cc96cc">false</IsDeleted>
    <UANotes xmlns="4873beb7-5857-4685-be1f-d57550cc96cc">Shipped in the box for Office 12. In the Box Template</UANotes>
    <ShowIn xmlns="4873beb7-5857-4685-be1f-d57550cc96cc">Show everywhere</ShowIn>
    <IsSearchable xmlns="4873beb7-5857-4685-be1f-d57550cc96cc">false</IsSearchable>
    <Markets xmlns="4873beb7-5857-4685-be1f-d57550cc96cc"/>
    <TPInstallLocation xmlns="4873beb7-5857-4685-be1f-d57550cc96cc">{My Templates}</TPInstallLocation>
    <APAuthor xmlns="4873beb7-5857-4685-be1f-d57550cc96cc">
      <UserInfo>
        <DisplayName>REDMOND\cynvey</DisplayName>
        <AccountId>191</AccountId>
        <AccountType/>
      </UserInfo>
    </APAuthor>
    <TPCommandLine xmlns="4873beb7-5857-4685-be1f-d57550cc96cc">{WD} /f {FilePath}</TPCommandLine>
    <TPAppVersion xmlns="4873beb7-5857-4685-be1f-d57550cc96cc">12</TPAppVersion>
    <PublishTargets xmlns="4873beb7-5857-4685-be1f-d57550cc96cc">OfficeOnline</PublishTargets>
    <EditorialStatus xmlns="4873beb7-5857-4685-be1f-d57550cc96cc" xsi:nil="true"/>
    <TPLaunchHelpLinkType xmlns="4873beb7-5857-4685-be1f-d57550cc96cc">Template</TPLaunchHelpLinkType>
    <UACurrentWords xmlns="4873beb7-5857-4685-be1f-d57550cc96cc">0</UACurrentWords>
    <UALocRecommendation xmlns="4873beb7-5857-4685-be1f-d57550cc96cc">Localize</UALocRecommendation>
    <APDescription xmlns="4873beb7-5857-4685-be1f-d57550cc96cc" xsi:nil="true"/>
    <AssetExpire xmlns="4873beb7-5857-4685-be1f-d57550cc96cc">2100-01-01T00:00:00+00:00</AssetExpire>
    <IntlLangReviewDate xmlns="4873beb7-5857-4685-be1f-d57550cc96cc" xsi:nil="true"/>
    <SubmitterId xmlns="4873beb7-5857-4685-be1f-d57550cc96cc" xsi:nil="true"/>
    <IntlLangReview xmlns="4873beb7-5857-4685-be1f-d57550cc96cc" xsi:nil="true"/>
    <OriginAsset xmlns="4873beb7-5857-4685-be1f-d57550cc96cc" xsi:nil="true"/>
    <AcquiredFrom xmlns="4873beb7-5857-4685-be1f-d57550cc96cc" xsi:nil="true"/>
    <AssetStart xmlns="4873beb7-5857-4685-be1f-d57550cc96cc">2009-05-30T21:12:14+00:00</AssetStart>
    <PublishStatusLookup xmlns="4873beb7-5857-4685-be1f-d57550cc96cc">
      <Value>268788</Value>
      <Value>1282150</Value>
    </PublishStatusLookup>
    <MarketSpecific xmlns="4873beb7-5857-4685-be1f-d57550cc96cc" xsi:nil="true"/>
    <TPNamespace xmlns="4873beb7-5857-4685-be1f-d57550cc96cc">WINWORD</TPNamespace>
    <IntlLangReviewer xmlns="4873beb7-5857-4685-be1f-d57550cc96cc" xsi:nil="true"/>
    <CSXSubmissionDate xmlns="4873beb7-5857-4685-be1f-d57550cc96cc" xsi:nil="true"/>
    <OriginalSourceMarket xmlns="4873beb7-5857-4685-be1f-d57550cc96cc" xsi:nil="true"/>
    <ApprovalStatus xmlns="4873beb7-5857-4685-be1f-d57550cc96cc">InProgress</ApprovalStatus>
    <TPExecutable xmlns="4873beb7-5857-4685-be1f-d57550cc96cc" xsi:nil="true"/>
    <TPComponent xmlns="4873beb7-5857-4685-be1f-d57550cc96cc">WORDFiles</TPComponent>
    <CSXUpdate xmlns="4873beb7-5857-4685-be1f-d57550cc96cc">false</CSXUpdate>
    <IntlLocPriority xmlns="4873beb7-5857-4685-be1f-d57550cc96cc" xsi:nil="true"/>
    <UAProjectedTotalWords xmlns="4873beb7-5857-4685-be1f-d57550cc96cc" xsi:nil="true"/>
    <MachineTranslated xmlns="4873beb7-5857-4685-be1f-d57550cc96cc">false</MachineTranslated>
    <TemplateStatus xmlns="4873beb7-5857-4685-be1f-d57550cc96cc">Complete</TemplateStatus>
    <OutputCachingOn xmlns="4873beb7-5857-4685-be1f-d57550cc96cc">false</OutputCachingOn>
    <HandoffToMSDN xmlns="4873beb7-5857-4685-be1f-d57550cc96cc" xsi:nil="true"/>
    <ThumbnailAssetId xmlns="4873beb7-5857-4685-be1f-d57550cc96cc" xsi:nil="true"/>
    <ContentItem xmlns="4873beb7-5857-4685-be1f-d57550cc96cc" xsi:nil="true"/>
    <LastModifiedDateTime xmlns="4873beb7-5857-4685-be1f-d57550cc96cc" xsi:nil="true"/>
    <ClipArtFilename xmlns="4873beb7-5857-4685-be1f-d57550cc96cc" xsi:nil="true"/>
    <CSXHash xmlns="4873beb7-5857-4685-be1f-d57550cc96cc" xsi:nil="true"/>
    <DirectSourceMarket xmlns="4873beb7-5857-4685-be1f-d57550cc96cc" xsi:nil="true"/>
    <PlannedPubDate xmlns="4873beb7-5857-4685-be1f-d57550cc96cc" xsi:nil="true"/>
    <ArtSampleDocs xmlns="4873beb7-5857-4685-be1f-d57550cc96cc" xsi:nil="true"/>
    <TrustLevel xmlns="4873beb7-5857-4685-be1f-d57550cc96cc">1 Microsoft Managed Content</TrustLevel>
    <CSXSubmissionMarket xmlns="4873beb7-5857-4685-be1f-d57550cc96cc" xsi:nil="true"/>
    <VoteCount xmlns="4873beb7-5857-4685-be1f-d57550cc96cc" xsi:nil="true"/>
    <BusinessGroup xmlns="4873beb7-5857-4685-be1f-d57550cc96cc" xsi:nil="true"/>
    <TimesCloned xmlns="4873beb7-5857-4685-be1f-d57550cc96cc" xsi:nil="true"/>
    <AverageRating xmlns="4873beb7-5857-4685-be1f-d57550cc96cc" xsi:nil="true"/>
    <Provider xmlns="4873beb7-5857-4685-be1f-d57550cc96cc">EY006220130</Provider>
    <DSATActionTaken xmlns="4873beb7-5857-4685-be1f-d57550cc96cc" xsi:nil="true"/>
    <TPClientViewer xmlns="4873beb7-5857-4685-be1f-d57550cc96cc">Microsoft Office Word</TPClientViewer>
    <ApprovalLog xmlns="4873beb7-5857-4685-be1f-d57550cc96cc" xsi:nil="true"/>
    <BugNumber xmlns="4873beb7-5857-4685-be1f-d57550cc96cc">619945. 737370</BugNumber>
    <CrawlForDependencies xmlns="4873beb7-5857-4685-be1f-d57550cc96cc">false</CrawlForDependencies>
    <LastHandOff xmlns="4873beb7-5857-4685-be1f-d57550cc96cc" xsi:nil="true"/>
    <LastPublishResultLookup xmlns="4873beb7-5857-4685-be1f-d57550cc96cc" xsi:nil="true"/>
    <PolicheckWords xmlns="4873beb7-5857-4685-be1f-d57550cc96cc" xsi:nil="true"/>
    <FriendlyTitle xmlns="4873beb7-5857-4685-be1f-d57550cc96cc" xsi:nil="true"/>
    <Manager xmlns="4873beb7-5857-4685-be1f-d57550cc96cc" xsi:nil="true"/>
    <EditorialTags xmlns="4873beb7-5857-4685-be1f-d57550cc96cc" xsi:nil="true"/>
    <LegacyData xmlns="4873beb7-5857-4685-be1f-d57550cc96cc" xsi:nil="true"/>
    <Downloads xmlns="4873beb7-5857-4685-be1f-d57550cc96cc">0</Downloads>
    <Providers xmlns="4873beb7-5857-4685-be1f-d57550cc96cc" xsi:nil="true"/>
    <TemplateTemplateType xmlns="4873beb7-5857-4685-be1f-d57550cc96cc">Word 2007 Default</TemplateTemplateType>
    <OOCacheId xmlns="4873beb7-5857-4685-be1f-d57550cc96cc" xsi:nil="true"/>
    <BlockPublish xmlns="4873beb7-5857-4685-be1f-d57550cc96cc" xsi:nil="true"/>
    <CampaignTagsTaxHTField0 xmlns="4873beb7-5857-4685-be1f-d57550cc96cc">
      <Terms xmlns="http://schemas.microsoft.com/office/infopath/2007/PartnerControls"/>
    </CampaignTagsTaxHTField0>
    <LocLastLocAttemptVersionLookup xmlns="4873beb7-5857-4685-be1f-d57550cc96cc">143910</LocLastLocAttemptVersionLookup>
    <LocLastLocAttemptVersionTypeLookup xmlns="4873beb7-5857-4685-be1f-d57550cc96cc" xsi:nil="true"/>
    <LocOverallPreviewStatusLookup xmlns="4873beb7-5857-4685-be1f-d57550cc96cc" xsi:nil="true"/>
    <LocOverallPublishStatusLookup xmlns="4873beb7-5857-4685-be1f-d57550cc96cc" xsi:nil="true"/>
    <TaxCatchAll xmlns="4873beb7-5857-4685-be1f-d57550cc96cc"/>
    <LocNewPublishedVersionLookup xmlns="4873beb7-5857-4685-be1f-d57550cc96cc" xsi:nil="true"/>
    <LocPublishedDependentAssetsLookup xmlns="4873beb7-5857-4685-be1f-d57550cc96cc" xsi:nil="true"/>
    <LocComments xmlns="4873beb7-5857-4685-be1f-d57550cc96cc" xsi:nil="true"/>
    <LocProcessedForMarketsLookup xmlns="4873beb7-5857-4685-be1f-d57550cc96cc" xsi:nil="true"/>
    <LocRecommendedHandoff xmlns="4873beb7-5857-4685-be1f-d57550cc96cc" xsi:nil="true"/>
    <LocManualTestRequired xmlns="4873beb7-5857-4685-be1f-d57550cc96cc" xsi:nil="true"/>
    <LocProcessedForHandoffsLookup xmlns="4873beb7-5857-4685-be1f-d57550cc96cc" xsi:nil="true"/>
    <LocOverallHandbackStatusLookup xmlns="4873beb7-5857-4685-be1f-d57550cc96cc" xsi:nil="true"/>
    <LocalizationTagsTaxHTField0 xmlns="4873beb7-5857-4685-be1f-d57550cc96cc">
      <Terms xmlns="http://schemas.microsoft.com/office/infopath/2007/PartnerControls"/>
    </LocalizationTagsTaxHTField0>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InternalTagsTaxHTField0 xmlns="4873beb7-5857-4685-be1f-d57550cc96cc">
      <Terms xmlns="http://schemas.microsoft.com/office/infopath/2007/PartnerControls"/>
    </InternalTagsTaxHTField0>
    <RecommendationsModifier xmlns="4873beb7-5857-4685-be1f-d57550cc96cc" xsi:nil="true"/>
    <ScenarioTagsTaxHTField0 xmlns="4873beb7-5857-4685-be1f-d57550cc96cc">
      <Terms xmlns="http://schemas.microsoft.com/office/infopath/2007/PartnerControls"/>
    </ScenarioTagsTaxHTField0>
    <OriginalRelease xmlns="4873beb7-5857-4685-be1f-d57550cc96cc">14</OriginalRelease>
    <LocMarketGroupTiers2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Props>
  <Abstract/>
  <Organization/>
  <Fax/>
  <Phone/>
  <Email/>
</CustomProp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21350-ECA8-4D87-8F24-07666B557EFC}">
  <ds:schemaRefs>
    <ds:schemaRef ds:uri="http://schemas.microsoft.com/sharepoint/v3/contenttype/forms"/>
  </ds:schemaRefs>
</ds:datastoreItem>
</file>

<file path=customXml/itemProps2.xml><?xml version="1.0" encoding="utf-8"?>
<ds:datastoreItem xmlns:ds="http://schemas.openxmlformats.org/officeDocument/2006/customXml" ds:itemID="{02B00D50-0276-43E2-B3F3-E21B383BF773}">
  <ds:schemaRefs>
    <ds:schemaRef ds:uri="http://schemas.openxmlformats.org/package/2006/metadata/core-properties"/>
    <ds:schemaRef ds:uri="http://schemas.microsoft.com/office/infopath/2007/PartnerControls"/>
    <ds:schemaRef ds:uri="http://schemas.microsoft.com/office/2006/documentManagement/types"/>
    <ds:schemaRef ds:uri="4873beb7-5857-4685-be1f-d57550cc96cc"/>
    <ds:schemaRef ds:uri="http://purl.org/dc/elements/1.1/"/>
    <ds:schemaRef ds:uri="http://purl.org/dc/dcmitype/"/>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87651D76-6A77-4D91-847A-96F686436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4ABAB4-599F-4D9D-A2DE-C35C860116AA}">
  <ds:schemaRefs/>
</ds:datastoreItem>
</file>

<file path=customXml/itemProps5.xml><?xml version="1.0" encoding="utf-8"?>
<ds:datastoreItem xmlns:ds="http://schemas.openxmlformats.org/officeDocument/2006/customXml" ds:itemID="{4C4D8EEE-9E8D-4D1E-A10C-F64B06F0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tf10067040-1</Template>
  <TotalTime>31</TotalTime>
  <Pages>18</Pages>
  <Words>6082</Words>
  <Characters>34674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Стратегија за борбу против превара и управљање неправилностима у поступању са финансијским средствима Европске уније у Републици Србији за период 2021 - 2023. године</vt:lpstr>
    </vt:vector>
  </TitlesOfParts>
  <Company>[Organization Name]</Company>
  <LinksUpToDate>false</LinksUpToDate>
  <CharactersWithSpaces>40675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за борбу против превара и управљање неправилностима у поступању са финансијским средствима Европске уније у Републици Србији за период 2021 - 2023. године</dc:title>
  <dc:subject/>
  <dc:creator>Vladisav Potezica</dc:creator>
  <cp:keywords>
    </cp:keywords>
  <dc:description/>
  <cp:lastModifiedBy>Andjelka Opacic</cp:lastModifiedBy>
  <cp:revision>18</cp:revision>
  <cp:lastPrinted>2021-10-11T09:38:00Z</cp:lastPrinted>
  <dcterms:created xsi:type="dcterms:W3CDTF">2021-10-20T12:51:00Z</dcterms:created>
  <dcterms:modified xsi:type="dcterms:W3CDTF">2021-10-21T07:54:00Z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Applications">
    <vt:lpwstr>448;#zwd140;#79;#tpl120;#95;#zwd120</vt:lpwstr>
  </property>
  <property fmtid="{D5CDD505-2E9C-101B-9397-08002B2CF9AE}" pid="4" name="APTrustLevel">
    <vt:r8>1</vt:r8>
  </property>
</Properties>
</file>