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E1E" w:rsidRDefault="000A4E1E" w:rsidP="001009F6">
      <w:pPr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0A4E1E" w:rsidRPr="00D919BB" w:rsidRDefault="000A4E1E" w:rsidP="001009F6">
      <w:pPr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0A4E1E" w:rsidRDefault="000A4E1E" w:rsidP="00940CA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ПРЕДЛОГ ЗАКОНА </w:t>
      </w:r>
    </w:p>
    <w:p w:rsidR="000A4E1E" w:rsidRPr="00D919BB" w:rsidRDefault="000A4E1E" w:rsidP="00940CA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О ИЗМЕНИ </w:t>
      </w:r>
      <w:r w:rsidRPr="00D919BB">
        <w:rPr>
          <w:rFonts w:ascii="Times New Roman" w:hAnsi="Times New Roman"/>
          <w:sz w:val="24"/>
          <w:szCs w:val="24"/>
          <w:lang w:val="sr-Cyrl-CS"/>
        </w:rPr>
        <w:t xml:space="preserve"> ЗАКОНА О ЈАВНИМ МЕДИЈСКИМ СЕРВИСИМА</w:t>
      </w:r>
    </w:p>
    <w:p w:rsidR="000A4E1E" w:rsidRPr="00D919BB" w:rsidRDefault="000A4E1E">
      <w:pPr>
        <w:rPr>
          <w:rFonts w:ascii="Times New Roman" w:hAnsi="Times New Roman"/>
          <w:sz w:val="24"/>
          <w:szCs w:val="24"/>
          <w:lang w:val="sr-Cyrl-CS"/>
        </w:rPr>
      </w:pPr>
    </w:p>
    <w:p w:rsidR="000A4E1E" w:rsidRPr="003D0E73" w:rsidRDefault="000A4E1E" w:rsidP="001009F6">
      <w:pPr>
        <w:pStyle w:val="Normal1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19"/>
          <w:szCs w:val="19"/>
        </w:rPr>
      </w:pPr>
    </w:p>
    <w:p w:rsidR="000A4E1E" w:rsidRDefault="000A4E1E" w:rsidP="003D0E73">
      <w:pPr>
        <w:tabs>
          <w:tab w:val="left" w:pos="3849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1.</w:t>
      </w:r>
    </w:p>
    <w:p w:rsidR="000A4E1E" w:rsidRPr="00D919BB" w:rsidRDefault="000A4E1E" w:rsidP="00690204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Закону о јавним медијским сервисима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(„Службени гласник PC”, бр. 83/14 и 103/15</w:t>
      </w:r>
      <w:r w:rsidRPr="00406A4A">
        <w:rPr>
          <w:rFonts w:ascii="Times New Roman" w:hAnsi="Times New Roman"/>
          <w:color w:val="000000"/>
          <w:sz w:val="24"/>
          <w:szCs w:val="24"/>
          <w:lang w:val="sr-Cyrl-CS"/>
        </w:rPr>
        <w:t>)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, у</w:t>
      </w:r>
      <w:r>
        <w:rPr>
          <w:rFonts w:ascii="Times New Roman" w:hAnsi="Times New Roman"/>
          <w:sz w:val="24"/>
          <w:szCs w:val="24"/>
          <w:lang w:val="sr-Cyrl-CS"/>
        </w:rPr>
        <w:t xml:space="preserve"> члану</w:t>
      </w:r>
      <w:r w:rsidRPr="00D919BB">
        <w:rPr>
          <w:rFonts w:ascii="Times New Roman" w:hAnsi="Times New Roman"/>
          <w:sz w:val="24"/>
          <w:szCs w:val="24"/>
          <w:lang w:val="sr-Cyrl-CS"/>
        </w:rPr>
        <w:t xml:space="preserve"> 62. став 1. </w:t>
      </w:r>
      <w:r>
        <w:rPr>
          <w:rFonts w:ascii="Times New Roman" w:hAnsi="Times New Roman"/>
          <w:sz w:val="24"/>
          <w:szCs w:val="24"/>
        </w:rPr>
        <w:t>речи: „31. децембра 2016. године” замењују се речима: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„31. децембра 2017. године”.</w:t>
      </w:r>
    </w:p>
    <w:p w:rsidR="000A4E1E" w:rsidRPr="00D919BB" w:rsidRDefault="000A4E1E" w:rsidP="001009F6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D919BB">
        <w:rPr>
          <w:rFonts w:ascii="Times New Roman" w:hAnsi="Times New Roman"/>
          <w:sz w:val="24"/>
          <w:szCs w:val="24"/>
          <w:lang w:val="sr-Cyrl-CS"/>
        </w:rPr>
        <w:t>Члан</w:t>
      </w:r>
      <w:r>
        <w:rPr>
          <w:rFonts w:ascii="Times New Roman" w:hAnsi="Times New Roman"/>
          <w:sz w:val="24"/>
          <w:szCs w:val="24"/>
          <w:lang w:val="sr-Cyrl-CS"/>
        </w:rPr>
        <w:t xml:space="preserve"> 2</w:t>
      </w:r>
      <w:bookmarkStart w:id="0" w:name="_GoBack"/>
      <w:bookmarkEnd w:id="0"/>
      <w:r w:rsidRPr="00D919BB">
        <w:rPr>
          <w:rFonts w:ascii="Times New Roman" w:hAnsi="Times New Roman"/>
          <w:sz w:val="24"/>
          <w:szCs w:val="24"/>
          <w:lang w:val="sr-Cyrl-CS"/>
        </w:rPr>
        <w:t>.</w:t>
      </w:r>
    </w:p>
    <w:p w:rsidR="000A4E1E" w:rsidRDefault="000A4E1E" w:rsidP="00D919B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D919BB">
        <w:rPr>
          <w:rFonts w:ascii="Times New Roman" w:hAnsi="Times New Roman"/>
          <w:sz w:val="24"/>
          <w:szCs w:val="24"/>
          <w:lang w:val="sr-Cyrl-CS"/>
        </w:rPr>
        <w:t>Ов</w:t>
      </w:r>
      <w:r>
        <w:rPr>
          <w:rFonts w:ascii="Times New Roman" w:hAnsi="Times New Roman"/>
          <w:sz w:val="24"/>
          <w:szCs w:val="24"/>
          <w:lang w:val="sr-Cyrl-CS"/>
        </w:rPr>
        <w:t xml:space="preserve">ај закон ступа на снагу </w:t>
      </w:r>
      <w:r>
        <w:rPr>
          <w:rFonts w:ascii="Times New Roman" w:hAnsi="Times New Roman"/>
          <w:sz w:val="24"/>
          <w:szCs w:val="24"/>
        </w:rPr>
        <w:t>наредног</w:t>
      </w:r>
      <w:r w:rsidRPr="00D919BB">
        <w:rPr>
          <w:rFonts w:ascii="Times New Roman" w:hAnsi="Times New Roman"/>
          <w:sz w:val="24"/>
          <w:szCs w:val="24"/>
          <w:lang w:val="sr-Cyrl-CS"/>
        </w:rPr>
        <w:t xml:space="preserve"> дана од дана објављивања у „Служ</w:t>
      </w:r>
      <w:r>
        <w:rPr>
          <w:rFonts w:ascii="Times New Roman" w:hAnsi="Times New Roman"/>
          <w:sz w:val="24"/>
          <w:szCs w:val="24"/>
          <w:lang w:val="sr-Cyrl-CS"/>
        </w:rPr>
        <w:t>беном гласнику Републике Србије”.</w:t>
      </w:r>
    </w:p>
    <w:p w:rsidR="000A4E1E" w:rsidRPr="0001146F" w:rsidRDefault="000A4E1E" w:rsidP="0001146F">
      <w:pPr>
        <w:rPr>
          <w:rFonts w:ascii="Times New Roman" w:hAnsi="Times New Roman"/>
          <w:sz w:val="24"/>
          <w:szCs w:val="24"/>
          <w:lang w:val="sr-Cyrl-CS"/>
        </w:rPr>
      </w:pPr>
    </w:p>
    <w:p w:rsidR="000A4E1E" w:rsidRDefault="000A4E1E" w:rsidP="00EE1716">
      <w:pPr>
        <w:spacing w:after="0" w:line="240" w:lineRule="auto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</w:p>
    <w:p w:rsidR="000A4E1E" w:rsidRPr="001009F6" w:rsidRDefault="000A4E1E" w:rsidP="001009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A4E1E" w:rsidRPr="001009F6" w:rsidSect="00191A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74BD"/>
    <w:rsid w:val="0001146F"/>
    <w:rsid w:val="000235D2"/>
    <w:rsid w:val="000A4E1E"/>
    <w:rsid w:val="001009F6"/>
    <w:rsid w:val="00162E07"/>
    <w:rsid w:val="00191A97"/>
    <w:rsid w:val="001A11D0"/>
    <w:rsid w:val="00240A1D"/>
    <w:rsid w:val="002A6379"/>
    <w:rsid w:val="002C23E4"/>
    <w:rsid w:val="003B16D2"/>
    <w:rsid w:val="003D0E73"/>
    <w:rsid w:val="00406A4A"/>
    <w:rsid w:val="00431DA0"/>
    <w:rsid w:val="00450C8F"/>
    <w:rsid w:val="00505E97"/>
    <w:rsid w:val="005149BD"/>
    <w:rsid w:val="00543BA1"/>
    <w:rsid w:val="00690204"/>
    <w:rsid w:val="007C442D"/>
    <w:rsid w:val="007E09A6"/>
    <w:rsid w:val="008274BD"/>
    <w:rsid w:val="00940CA6"/>
    <w:rsid w:val="00950D3A"/>
    <w:rsid w:val="00961B54"/>
    <w:rsid w:val="00A34041"/>
    <w:rsid w:val="00A56A79"/>
    <w:rsid w:val="00A65663"/>
    <w:rsid w:val="00B03AEE"/>
    <w:rsid w:val="00CA431E"/>
    <w:rsid w:val="00D90CC2"/>
    <w:rsid w:val="00D919BB"/>
    <w:rsid w:val="00E8308C"/>
    <w:rsid w:val="00EE1716"/>
    <w:rsid w:val="00FB6458"/>
    <w:rsid w:val="00FD0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A97"/>
    <w:pPr>
      <w:spacing w:after="200" w:line="276" w:lineRule="auto"/>
    </w:pPr>
    <w:rPr>
      <w:lang w:val="en-GB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uiPriority w:val="99"/>
    <w:rsid w:val="000114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Normal1">
    <w:name w:val="Normal1"/>
    <w:basedOn w:val="Normal"/>
    <w:uiPriority w:val="99"/>
    <w:rsid w:val="000114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32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55</Words>
  <Characters>319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</dc:creator>
  <cp:keywords/>
  <dc:description/>
  <cp:lastModifiedBy>daktilo08</cp:lastModifiedBy>
  <cp:revision>5</cp:revision>
  <cp:lastPrinted>2016-12-15T09:47:00Z</cp:lastPrinted>
  <dcterms:created xsi:type="dcterms:W3CDTF">2016-12-13T07:56:00Z</dcterms:created>
  <dcterms:modified xsi:type="dcterms:W3CDTF">2016-12-15T09:47:00Z</dcterms:modified>
</cp:coreProperties>
</file>