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70" w:rsidRDefault="00790C70" w:rsidP="009D25D6">
      <w:pPr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ПРЕГЛЕД ОДРЕДБЕ КОЈА СЕ МЕЊА</w:t>
      </w:r>
    </w:p>
    <w:p w:rsidR="00790C70" w:rsidRDefault="00790C70" w:rsidP="008B2B52">
      <w:pPr>
        <w:jc w:val="center"/>
        <w:rPr>
          <w:b/>
          <w:bCs/>
          <w:shd w:val="clear" w:color="auto" w:fill="FFFFFF"/>
          <w:lang w:val="en-US"/>
        </w:rPr>
      </w:pPr>
    </w:p>
    <w:p w:rsidR="00790C70" w:rsidRPr="007A2E4F" w:rsidRDefault="00790C70" w:rsidP="00C66E5F">
      <w:pPr>
        <w:tabs>
          <w:tab w:val="left" w:pos="540"/>
        </w:tabs>
        <w:rPr>
          <w:bCs/>
          <w:shd w:val="clear" w:color="auto" w:fill="FFFFFF"/>
        </w:rPr>
      </w:pPr>
      <w:r>
        <w:rPr>
          <w:b/>
          <w:bCs/>
          <w:shd w:val="clear" w:color="auto" w:fill="FFFFFF"/>
        </w:rPr>
        <w:tab/>
        <w:t xml:space="preserve"> </w:t>
      </w:r>
      <w:r>
        <w:rPr>
          <w:bCs/>
          <w:shd w:val="clear" w:color="auto" w:fill="FFFFFF"/>
        </w:rPr>
        <w:t>У Закону о јавним медијским сервисима мења се:</w:t>
      </w:r>
      <w:bookmarkStart w:id="0" w:name="_GoBack"/>
      <w:bookmarkEnd w:id="0"/>
    </w:p>
    <w:p w:rsidR="00790C70" w:rsidRDefault="00790C70" w:rsidP="008B2B52">
      <w:pPr>
        <w:jc w:val="center"/>
        <w:rPr>
          <w:bCs/>
          <w:shd w:val="clear" w:color="auto" w:fill="FFFFFF"/>
          <w:lang w:val="en-US"/>
        </w:rPr>
      </w:pPr>
    </w:p>
    <w:p w:rsidR="00790C70" w:rsidRDefault="00790C70" w:rsidP="008B2B52">
      <w:pPr>
        <w:jc w:val="center"/>
        <w:rPr>
          <w:bCs/>
          <w:shd w:val="clear" w:color="auto" w:fill="FFFFFF"/>
          <w:lang w:val="en-US"/>
        </w:rPr>
      </w:pPr>
    </w:p>
    <w:p w:rsidR="00790C70" w:rsidRDefault="00790C70" w:rsidP="008B2B52">
      <w:pPr>
        <w:jc w:val="center"/>
        <w:rPr>
          <w:bCs/>
          <w:shd w:val="clear" w:color="auto" w:fill="FFFFFF"/>
        </w:rPr>
      </w:pPr>
      <w:r>
        <w:rPr>
          <w:bCs/>
          <w:shd w:val="clear" w:color="auto" w:fill="FFFFFF"/>
        </w:rPr>
        <w:t>Члан 62</w:t>
      </w:r>
      <w:r>
        <w:rPr>
          <w:bCs/>
          <w:shd w:val="clear" w:color="auto" w:fill="FFFFFF"/>
          <w:lang w:val="sr-Latn-CS"/>
        </w:rPr>
        <w:t>.</w:t>
      </w:r>
    </w:p>
    <w:p w:rsidR="00790C70" w:rsidRPr="009F0E19" w:rsidRDefault="00790C70" w:rsidP="008B2B52">
      <w:pPr>
        <w:jc w:val="center"/>
        <w:rPr>
          <w:bCs/>
          <w:shd w:val="clear" w:color="auto" w:fill="FFFFFF"/>
        </w:rPr>
      </w:pPr>
    </w:p>
    <w:p w:rsidR="00790C70" w:rsidRDefault="00790C70" w:rsidP="00103729">
      <w:pPr>
        <w:ind w:firstLine="63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  <w:lang w:val="en-US"/>
        </w:rPr>
        <w:t>O</w:t>
      </w:r>
      <w:r>
        <w:rPr>
          <w:bCs/>
          <w:shd w:val="clear" w:color="auto" w:fill="FFFFFF"/>
        </w:rPr>
        <w:t>д 1. јануара 201</w:t>
      </w:r>
      <w:r>
        <w:rPr>
          <w:bCs/>
          <w:shd w:val="clear" w:color="auto" w:fill="FFFFFF"/>
          <w:lang w:val="en-US"/>
        </w:rPr>
        <w:t>6</w:t>
      </w:r>
      <w:r>
        <w:rPr>
          <w:bCs/>
          <w:shd w:val="clear" w:color="auto" w:fill="FFFFFF"/>
        </w:rPr>
        <w:t xml:space="preserve">. године до </w:t>
      </w:r>
      <w:r w:rsidRPr="00FB503E">
        <w:rPr>
          <w:bCs/>
          <w:strike/>
          <w:shd w:val="clear" w:color="auto" w:fill="FFFFFF"/>
        </w:rPr>
        <w:t>31. децембра 201</w:t>
      </w:r>
      <w:r w:rsidRPr="00FB503E">
        <w:rPr>
          <w:bCs/>
          <w:strike/>
          <w:shd w:val="clear" w:color="auto" w:fill="FFFFFF"/>
          <w:lang w:val="en-US"/>
        </w:rPr>
        <w:t>6</w:t>
      </w:r>
      <w:r w:rsidRPr="00FB503E">
        <w:rPr>
          <w:bCs/>
          <w:strike/>
          <w:shd w:val="clear" w:color="auto" w:fill="FFFFFF"/>
        </w:rPr>
        <w:t xml:space="preserve">. </w:t>
      </w:r>
      <w:r>
        <w:rPr>
          <w:bCs/>
          <w:strike/>
          <w:shd w:val="clear" w:color="auto" w:fill="FFFFFF"/>
        </w:rPr>
        <w:t>г</w:t>
      </w:r>
      <w:r w:rsidRPr="00FB503E">
        <w:rPr>
          <w:bCs/>
          <w:strike/>
          <w:shd w:val="clear" w:color="auto" w:fill="FFFFFF"/>
        </w:rPr>
        <w:t>одине</w:t>
      </w:r>
      <w:r>
        <w:rPr>
          <w:bCs/>
          <w:shd w:val="clear" w:color="auto" w:fill="FFFFFF"/>
          <w:lang w:val="en-US"/>
        </w:rPr>
        <w:t xml:space="preserve"> 31</w:t>
      </w:r>
      <w:r>
        <w:rPr>
          <w:bCs/>
          <w:shd w:val="clear" w:color="auto" w:fill="FFFFFF"/>
        </w:rPr>
        <w:t>. ДЕЦЕМБРА 2017. ГОДИНЕ, Јавна медијска установа „Радио телевизија С</w:t>
      </w:r>
      <w:r w:rsidRPr="00FB503E">
        <w:rPr>
          <w:bCs/>
          <w:shd w:val="clear" w:color="auto" w:fill="FFFFFF"/>
        </w:rPr>
        <w:t>рби</w:t>
      </w:r>
      <w:r>
        <w:rPr>
          <w:bCs/>
          <w:shd w:val="clear" w:color="auto" w:fill="FFFFFF"/>
        </w:rPr>
        <w:t>је” и Јавна медијска установа „Радио телевизија В</w:t>
      </w:r>
      <w:r w:rsidRPr="00FB503E">
        <w:rPr>
          <w:bCs/>
          <w:shd w:val="clear" w:color="auto" w:fill="FFFFFF"/>
        </w:rPr>
        <w:t>ојводине”, дели</w:t>
      </w:r>
      <w:r>
        <w:rPr>
          <w:bCs/>
          <w:shd w:val="clear" w:color="auto" w:fill="FFFFFF"/>
        </w:rPr>
        <w:t>мично се финансирају из буџета Републике С</w:t>
      </w:r>
      <w:r w:rsidRPr="00FB503E">
        <w:rPr>
          <w:bCs/>
          <w:shd w:val="clear" w:color="auto" w:fill="FFFFFF"/>
        </w:rPr>
        <w:t>рбије  за обављање основне делатности</w:t>
      </w:r>
      <w:r>
        <w:rPr>
          <w:bCs/>
          <w:shd w:val="clear" w:color="auto" w:fill="FFFFFF"/>
        </w:rPr>
        <w:t>.</w:t>
      </w:r>
    </w:p>
    <w:p w:rsidR="00790C70" w:rsidRDefault="00790C70" w:rsidP="00103729">
      <w:pPr>
        <w:ind w:firstLine="63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Буџетска средства за рад Јавне медијске установе „Радио-телевизија Србије” и Јавне медијске установе „Радио-телевизија Војводине”, опредељују се на позицији министарства надлежног за послове јавног информисања.</w:t>
      </w:r>
    </w:p>
    <w:p w:rsidR="00790C70" w:rsidRDefault="00790C70" w:rsidP="00103729">
      <w:pPr>
        <w:ind w:firstLine="63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Влада уредбом ближе уређује начин преноса средстава.</w:t>
      </w:r>
    </w:p>
    <w:p w:rsidR="00790C70" w:rsidRPr="00FB503E" w:rsidRDefault="00790C70" w:rsidP="00103729">
      <w:pPr>
        <w:ind w:firstLine="63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Влада доноси уредбу из става 3. овог члана најкасније 15 дана од дана усвајања буџета Републике Србије.</w:t>
      </w:r>
    </w:p>
    <w:p w:rsidR="00790C70" w:rsidRPr="00FB503E" w:rsidRDefault="00790C70" w:rsidP="00103729">
      <w:pPr>
        <w:ind w:firstLine="630"/>
        <w:jc w:val="both"/>
      </w:pPr>
    </w:p>
    <w:sectPr w:rsidR="00790C70" w:rsidRPr="00FB503E" w:rsidSect="00297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73291"/>
    <w:multiLevelType w:val="hybridMultilevel"/>
    <w:tmpl w:val="A7B0A3D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B52"/>
    <w:rsid w:val="000B0F1C"/>
    <w:rsid w:val="000F6A13"/>
    <w:rsid w:val="00103729"/>
    <w:rsid w:val="00185568"/>
    <w:rsid w:val="00297A8F"/>
    <w:rsid w:val="00375C9A"/>
    <w:rsid w:val="004C52E2"/>
    <w:rsid w:val="005A39A2"/>
    <w:rsid w:val="005D18F8"/>
    <w:rsid w:val="00652146"/>
    <w:rsid w:val="006A78BE"/>
    <w:rsid w:val="006B17A8"/>
    <w:rsid w:val="006D6201"/>
    <w:rsid w:val="00790C70"/>
    <w:rsid w:val="007A2E4F"/>
    <w:rsid w:val="008B2B52"/>
    <w:rsid w:val="00952C79"/>
    <w:rsid w:val="009D25D6"/>
    <w:rsid w:val="009F0E19"/>
    <w:rsid w:val="00A12F02"/>
    <w:rsid w:val="00A44417"/>
    <w:rsid w:val="00A50E8A"/>
    <w:rsid w:val="00B149B4"/>
    <w:rsid w:val="00C578C8"/>
    <w:rsid w:val="00C65081"/>
    <w:rsid w:val="00C66E5F"/>
    <w:rsid w:val="00D56A97"/>
    <w:rsid w:val="00EE1D34"/>
    <w:rsid w:val="00FB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B52"/>
    <w:pPr>
      <w:suppressAutoHyphens/>
    </w:pPr>
    <w:rPr>
      <w:rFonts w:ascii="Times New Roman" w:eastAsia="Times New Roman" w:hAnsi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78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C578C8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23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109</Words>
  <Characters>625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daktilo09</cp:lastModifiedBy>
  <cp:revision>4</cp:revision>
  <cp:lastPrinted>2016-12-05T12:41:00Z</cp:lastPrinted>
  <dcterms:created xsi:type="dcterms:W3CDTF">2016-12-13T08:09:00Z</dcterms:created>
  <dcterms:modified xsi:type="dcterms:W3CDTF">2016-12-15T08:49:00Z</dcterms:modified>
</cp:coreProperties>
</file>